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B3" w:rsidRDefault="00E901B3" w:rsidP="00E901B3">
      <w:pPr>
        <w:jc w:val="center"/>
        <w:rPr>
          <w:sz w:val="24"/>
        </w:rPr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pt" o:ole="" fillcolor="window">
            <v:imagedata r:id="rId8" o:title=""/>
          </v:shape>
          <o:OLEObject Type="Embed" ProgID="Word.Picture.8" ShapeID="_x0000_i1025" DrawAspect="Content" ObjectID="_1830414436" r:id="rId9"/>
        </w:object>
      </w:r>
    </w:p>
    <w:p w:rsidR="00E901B3" w:rsidRDefault="00E901B3" w:rsidP="00E901B3">
      <w:pPr>
        <w:pStyle w:val="ad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E901B3" w:rsidRDefault="00E62307" w:rsidP="00E901B3">
      <w:pPr>
        <w:pStyle w:val="ad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МУНИЦИПАЛЬНЫЙ ОКРУГ</w:t>
      </w:r>
      <w:r w:rsidR="00E901B3">
        <w:rPr>
          <w:rFonts w:ascii="Times New Roman" w:hAnsi="Times New Roman"/>
          <w:b w:val="0"/>
          <w:spacing w:val="20"/>
        </w:rPr>
        <w:t>» СМОЛЕНСКОЙ ОБЛАСТИ</w:t>
      </w:r>
    </w:p>
    <w:p w:rsidR="00E901B3" w:rsidRDefault="00E901B3" w:rsidP="00E901B3">
      <w:pPr>
        <w:pStyle w:val="ad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E901B3" w:rsidRDefault="00E901B3" w:rsidP="00E901B3">
      <w:pPr>
        <w:pStyle w:val="af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E901B3" w:rsidRDefault="00E901B3" w:rsidP="00E901B3">
      <w:pPr>
        <w:pStyle w:val="ae"/>
        <w:rPr>
          <w:sz w:val="28"/>
        </w:rPr>
      </w:pPr>
      <w:r>
        <w:rPr>
          <w:sz w:val="28"/>
        </w:rPr>
        <w:t>от</w:t>
      </w:r>
      <w:r w:rsidRPr="00650FB6">
        <w:rPr>
          <w:sz w:val="28"/>
        </w:rPr>
        <w:t xml:space="preserve"> </w:t>
      </w:r>
      <w:r w:rsidR="00416F33">
        <w:rPr>
          <w:sz w:val="28"/>
        </w:rPr>
        <w:t>________________  №  _____</w:t>
      </w: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tbl>
      <w:tblPr>
        <w:tblW w:w="9600" w:type="dxa"/>
        <w:tblInd w:w="108" w:type="dxa"/>
        <w:tblLayout w:type="fixed"/>
        <w:tblLook w:val="04A0"/>
      </w:tblPr>
      <w:tblGrid>
        <w:gridCol w:w="4818"/>
        <w:gridCol w:w="4782"/>
      </w:tblGrid>
      <w:tr w:rsidR="00E901B3" w:rsidTr="00B946F6">
        <w:tc>
          <w:tcPr>
            <w:tcW w:w="4818" w:type="dxa"/>
            <w:hideMark/>
          </w:tcPr>
          <w:p w:rsidR="00E901B3" w:rsidRDefault="00416F33" w:rsidP="00CE7366">
            <w:pPr>
              <w:pStyle w:val="ae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Ярцевский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муниципальный округ» Смоленской области от 20.01.2025 № 55</w:t>
            </w:r>
          </w:p>
          <w:p w:rsidR="00E901B3" w:rsidRDefault="00E901B3" w:rsidP="00CE7366">
            <w:pPr>
              <w:pStyle w:val="ae"/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2" w:type="dxa"/>
          </w:tcPr>
          <w:p w:rsidR="00E901B3" w:rsidRDefault="00E901B3" w:rsidP="00CE7366">
            <w:pPr>
              <w:pStyle w:val="ae"/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B946F6" w:rsidRPr="002360E3" w:rsidRDefault="00B946F6" w:rsidP="00B946F6">
      <w:pPr>
        <w:spacing w:after="240" w:line="240" w:lineRule="auto"/>
        <w:ind w:firstLine="708"/>
        <w:jc w:val="both"/>
        <w:rPr>
          <w:sz w:val="28"/>
          <w:szCs w:val="28"/>
        </w:rPr>
      </w:pPr>
      <w:r w:rsidRPr="00BC6275">
        <w:rPr>
          <w:sz w:val="28"/>
          <w:szCs w:val="28"/>
        </w:rPr>
        <w:t xml:space="preserve">В соответствии с Бюджетным кодексом Российской Федерации, постановлением Администрации муниципального образования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2360E3">
        <w:rPr>
          <w:sz w:val="28"/>
          <w:szCs w:val="28"/>
        </w:rPr>
        <w:t>» Смоленской области</w:t>
      </w:r>
      <w:r w:rsidRPr="002360E3">
        <w:rPr>
          <w:color w:val="FF0000"/>
          <w:sz w:val="28"/>
          <w:szCs w:val="28"/>
        </w:rPr>
        <w:t xml:space="preserve"> </w:t>
      </w:r>
      <w:r w:rsidRPr="002360E3">
        <w:rPr>
          <w:sz w:val="28"/>
          <w:szCs w:val="28"/>
        </w:rPr>
        <w:t xml:space="preserve">от 27.01.2025 № 87 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 w:rsidRPr="002360E3">
        <w:rPr>
          <w:sz w:val="28"/>
          <w:szCs w:val="28"/>
        </w:rPr>
        <w:t>проведения оценки эффективности реализации  муниципальных программ</w:t>
      </w:r>
      <w:proofErr w:type="gramEnd"/>
      <w:r w:rsidRPr="002360E3">
        <w:rPr>
          <w:sz w:val="28"/>
          <w:szCs w:val="28"/>
        </w:rPr>
        <w:t xml:space="preserve"> и создании комиссии» (в ред. от  07.03.2025  №  318)</w:t>
      </w:r>
    </w:p>
    <w:p w:rsidR="00B946F6" w:rsidRDefault="00B946F6" w:rsidP="00B946F6">
      <w:pPr>
        <w:pStyle w:val="ae"/>
        <w:spacing w:after="24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E901B3" w:rsidRDefault="00E901B3" w:rsidP="00B946F6">
      <w:pPr>
        <w:pStyle w:val="ae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B946F6">
        <w:rPr>
          <w:sz w:val="28"/>
          <w:szCs w:val="28"/>
        </w:rPr>
        <w:t>Внести изменения в постановление Администрации муниципального образования «</w:t>
      </w:r>
      <w:proofErr w:type="spellStart"/>
      <w:r w:rsidR="00B946F6">
        <w:rPr>
          <w:sz w:val="28"/>
          <w:szCs w:val="28"/>
        </w:rPr>
        <w:t>Ярцевский</w:t>
      </w:r>
      <w:proofErr w:type="spellEnd"/>
      <w:r w:rsidR="00B946F6">
        <w:rPr>
          <w:sz w:val="28"/>
          <w:szCs w:val="28"/>
        </w:rPr>
        <w:t xml:space="preserve"> муниципальный округ» Смоленской области от </w:t>
      </w:r>
      <w:r w:rsidR="00B946F6">
        <w:rPr>
          <w:sz w:val="28"/>
          <w:szCs w:val="28"/>
          <w:lang w:eastAsia="en-US"/>
        </w:rPr>
        <w:t xml:space="preserve">20.01.2025 № 55 «Об утверждении </w:t>
      </w:r>
      <w:r w:rsidR="00B946F6">
        <w:rPr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 xml:space="preserve"> </w:t>
      </w:r>
      <w:r w:rsidR="000604B0">
        <w:rPr>
          <w:color w:val="000000"/>
          <w:sz w:val="28"/>
          <w:szCs w:val="28"/>
          <w:lang w:eastAsia="en-US"/>
        </w:rPr>
        <w:t xml:space="preserve">«Гражданско-патриотическое воспитание детей, подростков и молодежи </w:t>
      </w:r>
      <w:r w:rsidR="000604B0">
        <w:rPr>
          <w:sz w:val="28"/>
          <w:szCs w:val="28"/>
          <w:lang w:eastAsia="en-US"/>
        </w:rPr>
        <w:t xml:space="preserve">в </w:t>
      </w:r>
      <w:r w:rsidR="00FF5BA8">
        <w:rPr>
          <w:sz w:val="28"/>
          <w:szCs w:val="28"/>
          <w:lang w:eastAsia="en-US"/>
        </w:rPr>
        <w:t>муниципальном образовании «</w:t>
      </w:r>
      <w:proofErr w:type="spellStart"/>
      <w:r w:rsidR="00FF5BA8">
        <w:rPr>
          <w:sz w:val="28"/>
          <w:szCs w:val="28"/>
          <w:lang w:eastAsia="en-US"/>
        </w:rPr>
        <w:t>Ярцевский</w:t>
      </w:r>
      <w:proofErr w:type="spellEnd"/>
      <w:r w:rsidR="00FF5BA8">
        <w:rPr>
          <w:sz w:val="28"/>
          <w:szCs w:val="28"/>
          <w:lang w:eastAsia="en-US"/>
        </w:rPr>
        <w:t xml:space="preserve"> муниципальный округ»</w:t>
      </w:r>
      <w:r w:rsidR="000604B0">
        <w:rPr>
          <w:sz w:val="28"/>
          <w:szCs w:val="28"/>
          <w:lang w:eastAsia="en-US"/>
        </w:rPr>
        <w:t xml:space="preserve"> Смоленской области»</w:t>
      </w:r>
      <w:r w:rsidR="00B946F6">
        <w:rPr>
          <w:sz w:val="28"/>
          <w:szCs w:val="28"/>
          <w:lang w:eastAsia="en-US"/>
        </w:rPr>
        <w:t xml:space="preserve"> (в редакции от 30.04.2025 № 647, от 26.12.2025 № 2452) (далее – Программа) следующие изменения, изложив Программу в новой редакции (прилагается)</w:t>
      </w:r>
      <w:r w:rsidR="000604B0">
        <w:rPr>
          <w:sz w:val="28"/>
          <w:szCs w:val="28"/>
          <w:lang w:eastAsia="en-US"/>
        </w:rPr>
        <w:t>.</w:t>
      </w:r>
      <w:proofErr w:type="gramEnd"/>
    </w:p>
    <w:p w:rsidR="00E901B3" w:rsidRPr="00236121" w:rsidRDefault="009D6F2F" w:rsidP="00097286">
      <w:pPr>
        <w:tabs>
          <w:tab w:val="left" w:pos="0"/>
        </w:tabs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901B3">
        <w:rPr>
          <w:sz w:val="28"/>
          <w:szCs w:val="28"/>
        </w:rPr>
        <w:t>. Настоящее постановление вступает в силу с момента его подписания и распространяет свое действие на правоотнош</w:t>
      </w:r>
      <w:r w:rsidR="001C4E64">
        <w:rPr>
          <w:sz w:val="28"/>
          <w:szCs w:val="28"/>
        </w:rPr>
        <w:t>ения, возникшие с 01 января 2026</w:t>
      </w:r>
      <w:r w:rsidR="00E901B3">
        <w:rPr>
          <w:sz w:val="28"/>
          <w:szCs w:val="28"/>
        </w:rPr>
        <w:t xml:space="preserve"> года.</w:t>
      </w:r>
    </w:p>
    <w:p w:rsidR="00E901B3" w:rsidRPr="00BF358B" w:rsidRDefault="009D6F2F" w:rsidP="00097286">
      <w:pPr>
        <w:pStyle w:val="ae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901B3" w:rsidRPr="00BF358B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="00E901B3" w:rsidRPr="00BF358B">
        <w:rPr>
          <w:sz w:val="28"/>
          <w:szCs w:val="28"/>
        </w:rPr>
        <w:t>Привопья</w:t>
      </w:r>
      <w:proofErr w:type="spellEnd"/>
      <w:r w:rsidR="00E901B3" w:rsidRPr="00BF358B">
        <w:rPr>
          <w:sz w:val="28"/>
          <w:szCs w:val="28"/>
        </w:rPr>
        <w:t>» и разместить на официальном сайте Администрации муниципальн</w:t>
      </w:r>
      <w:r w:rsidR="00B61EE5">
        <w:rPr>
          <w:sz w:val="28"/>
          <w:szCs w:val="28"/>
        </w:rPr>
        <w:t>ого образования «</w:t>
      </w:r>
      <w:proofErr w:type="spellStart"/>
      <w:r w:rsidR="00B61EE5">
        <w:rPr>
          <w:sz w:val="28"/>
          <w:szCs w:val="28"/>
        </w:rPr>
        <w:t>Ярцевский</w:t>
      </w:r>
      <w:proofErr w:type="spellEnd"/>
      <w:r w:rsidR="00B61EE5">
        <w:rPr>
          <w:sz w:val="28"/>
          <w:szCs w:val="28"/>
        </w:rPr>
        <w:t xml:space="preserve"> муниципальный округ</w:t>
      </w:r>
      <w:r w:rsidR="00E901B3" w:rsidRPr="00BF358B">
        <w:rPr>
          <w:sz w:val="28"/>
          <w:szCs w:val="28"/>
        </w:rPr>
        <w:t>» Смоленской области (</w:t>
      </w:r>
      <w:proofErr w:type="spellStart"/>
      <w:r w:rsidR="00E901B3" w:rsidRPr="00BF358B">
        <w:rPr>
          <w:sz w:val="28"/>
          <w:szCs w:val="28"/>
          <w:lang w:val="en-US"/>
        </w:rPr>
        <w:t>yarcevo</w:t>
      </w:r>
      <w:proofErr w:type="spellEnd"/>
      <w:r w:rsidR="00E901B3" w:rsidRPr="00BF358B">
        <w:rPr>
          <w:sz w:val="28"/>
          <w:szCs w:val="28"/>
        </w:rPr>
        <w:t>.</w:t>
      </w:r>
      <w:r w:rsidR="00E901B3" w:rsidRPr="00BF358B">
        <w:rPr>
          <w:sz w:val="28"/>
          <w:szCs w:val="28"/>
          <w:lang w:val="en-US"/>
        </w:rPr>
        <w:t>admin</w:t>
      </w:r>
      <w:r w:rsidR="00E901B3" w:rsidRPr="00BF358B">
        <w:rPr>
          <w:sz w:val="28"/>
          <w:szCs w:val="28"/>
        </w:rPr>
        <w:t>-</w:t>
      </w:r>
      <w:proofErr w:type="spellStart"/>
      <w:r w:rsidR="00E901B3" w:rsidRPr="00BF358B">
        <w:rPr>
          <w:sz w:val="28"/>
          <w:szCs w:val="28"/>
          <w:lang w:val="en-US"/>
        </w:rPr>
        <w:t>smolensk</w:t>
      </w:r>
      <w:proofErr w:type="spellEnd"/>
      <w:r w:rsidR="00E901B3" w:rsidRPr="00BF358B">
        <w:rPr>
          <w:sz w:val="28"/>
          <w:szCs w:val="28"/>
        </w:rPr>
        <w:t>.</w:t>
      </w:r>
      <w:proofErr w:type="spellStart"/>
      <w:r w:rsidR="00E901B3" w:rsidRPr="00BF358B">
        <w:rPr>
          <w:sz w:val="28"/>
          <w:szCs w:val="28"/>
          <w:lang w:val="en-US"/>
        </w:rPr>
        <w:t>ru</w:t>
      </w:r>
      <w:proofErr w:type="spellEnd"/>
      <w:r w:rsidR="00E901B3" w:rsidRPr="00BF358B">
        <w:rPr>
          <w:sz w:val="28"/>
          <w:szCs w:val="28"/>
        </w:rPr>
        <w:t>).</w:t>
      </w:r>
    </w:p>
    <w:p w:rsidR="00E901B3" w:rsidRPr="00BF358B" w:rsidRDefault="009D6F2F" w:rsidP="00097286">
      <w:pPr>
        <w:pStyle w:val="ae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901B3" w:rsidRPr="00BF358B">
        <w:rPr>
          <w:sz w:val="28"/>
          <w:szCs w:val="28"/>
        </w:rPr>
        <w:t xml:space="preserve">. </w:t>
      </w:r>
      <w:proofErr w:type="gramStart"/>
      <w:r w:rsidR="00E901B3" w:rsidRPr="00BF358B">
        <w:rPr>
          <w:sz w:val="28"/>
          <w:szCs w:val="28"/>
        </w:rPr>
        <w:t>Контроль за</w:t>
      </w:r>
      <w:proofErr w:type="gramEnd"/>
      <w:r w:rsidR="00E901B3" w:rsidRPr="00BF358B">
        <w:rPr>
          <w:sz w:val="28"/>
          <w:szCs w:val="28"/>
        </w:rPr>
        <w:t xml:space="preserve"> исполнением настоящего по</w:t>
      </w:r>
      <w:r w:rsidR="00E901B3">
        <w:rPr>
          <w:sz w:val="28"/>
          <w:szCs w:val="28"/>
        </w:rPr>
        <w:t xml:space="preserve">становления возложить на </w:t>
      </w:r>
      <w:r w:rsidR="00E901B3" w:rsidRPr="00BF358B">
        <w:rPr>
          <w:sz w:val="28"/>
          <w:szCs w:val="28"/>
        </w:rPr>
        <w:t xml:space="preserve"> заместителя Главы муниципального образовани</w:t>
      </w:r>
      <w:r w:rsidR="00E901B3">
        <w:rPr>
          <w:sz w:val="28"/>
          <w:szCs w:val="28"/>
        </w:rPr>
        <w:t>я «</w:t>
      </w:r>
      <w:proofErr w:type="spellStart"/>
      <w:r w:rsidR="00E901B3">
        <w:rPr>
          <w:sz w:val="28"/>
          <w:szCs w:val="28"/>
        </w:rPr>
        <w:t>Ярцевский</w:t>
      </w:r>
      <w:proofErr w:type="spellEnd"/>
      <w:r w:rsidR="00E901B3">
        <w:rPr>
          <w:sz w:val="28"/>
          <w:szCs w:val="28"/>
        </w:rPr>
        <w:t xml:space="preserve"> </w:t>
      </w:r>
      <w:r w:rsidR="00E901B3">
        <w:rPr>
          <w:sz w:val="28"/>
          <w:szCs w:val="28"/>
        </w:rPr>
        <w:lastRenderedPageBreak/>
        <w:t>муниципальный округ</w:t>
      </w:r>
      <w:r w:rsidR="00E901B3" w:rsidRPr="00BF358B">
        <w:rPr>
          <w:sz w:val="28"/>
          <w:szCs w:val="28"/>
        </w:rPr>
        <w:t>» Смо</w:t>
      </w:r>
      <w:r w:rsidR="00E901B3">
        <w:rPr>
          <w:sz w:val="28"/>
          <w:szCs w:val="28"/>
        </w:rPr>
        <w:t>ленской области Н.Н. Соловьеву.</w:t>
      </w:r>
    </w:p>
    <w:p w:rsidR="00E901B3" w:rsidRPr="00BF358B" w:rsidRDefault="00E901B3" w:rsidP="00097286">
      <w:pPr>
        <w:pStyle w:val="ae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E901B3" w:rsidRDefault="00E901B3" w:rsidP="00097286">
      <w:pPr>
        <w:pStyle w:val="ae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1C4E64" w:rsidRPr="00236121" w:rsidRDefault="001C4E64" w:rsidP="00097286">
      <w:pPr>
        <w:pStyle w:val="ae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E901B3" w:rsidRDefault="00E901B3" w:rsidP="006574F0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E76B7E" w:rsidRDefault="00E76B7E" w:rsidP="006574F0">
      <w:pPr>
        <w:pStyle w:val="ae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="00E901B3">
        <w:rPr>
          <w:sz w:val="28"/>
          <w:szCs w:val="28"/>
        </w:rPr>
        <w:t xml:space="preserve">» </w:t>
      </w:r>
    </w:p>
    <w:p w:rsidR="00E901B3" w:rsidRDefault="00E901B3" w:rsidP="006574F0">
      <w:pPr>
        <w:pStyle w:val="ae"/>
        <w:ind w:left="0" w:firstLine="0"/>
        <w:jc w:val="both"/>
        <w:rPr>
          <w:sz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E76B7E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Р.Н. Захаров</w:t>
      </w:r>
    </w:p>
    <w:p w:rsidR="00E901B3" w:rsidRDefault="00E901B3" w:rsidP="006574F0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86405B" w:rsidRDefault="0086405B" w:rsidP="00A74920">
      <w:pPr>
        <w:ind w:left="720"/>
        <w:contextualSpacing/>
        <w:rPr>
          <w:b/>
          <w:sz w:val="28"/>
          <w:szCs w:val="28"/>
        </w:rPr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4E64" w:rsidRDefault="001C4E64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4E64" w:rsidRDefault="001C4E64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4E64" w:rsidRDefault="001C4E64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4E64" w:rsidRDefault="001C4E64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4E64" w:rsidRDefault="001C4E64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4E64" w:rsidRDefault="001C4E64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4E64" w:rsidRDefault="001C4E64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4E64" w:rsidRDefault="001C4E64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4E64" w:rsidRDefault="001C4E64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4E64" w:rsidRDefault="001C4E64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82A9C" w:rsidRDefault="00D82A9C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82A9C" w:rsidRDefault="00D82A9C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C5BD7" w:rsidRDefault="009C5BD7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C5BD7" w:rsidRDefault="009C5BD7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C5BD7" w:rsidRDefault="009C5BD7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C5BD7" w:rsidRDefault="009C5BD7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C5BD7" w:rsidRDefault="009C5BD7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82A9C" w:rsidRDefault="00D82A9C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4E64" w:rsidRDefault="001C4E64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785"/>
        <w:gridCol w:w="4786"/>
      </w:tblGrid>
      <w:tr w:rsidR="001C4E64" w:rsidTr="00B012E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C4E64" w:rsidRDefault="001C4E64" w:rsidP="00B012E5">
            <w:pPr>
              <w:spacing w:line="240" w:lineRule="auto"/>
              <w:jc w:val="center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1C4E64" w:rsidRPr="00BB74D3" w:rsidRDefault="001C4E64" w:rsidP="00B012E5">
            <w:pPr>
              <w:spacing w:line="240" w:lineRule="auto"/>
              <w:jc w:val="both"/>
            </w:pPr>
            <w:r>
              <w:t xml:space="preserve">Приложение </w:t>
            </w:r>
            <w:r w:rsidRPr="00BB74D3">
              <w:t>к постановлению Администрации муниципального образования «</w:t>
            </w:r>
            <w:proofErr w:type="spellStart"/>
            <w:r w:rsidRPr="00BB74D3">
              <w:t>Ярцевский</w:t>
            </w:r>
            <w:proofErr w:type="spellEnd"/>
            <w:r w:rsidRPr="00BB74D3">
              <w:t xml:space="preserve"> муниципальный округ» Смоленской области</w:t>
            </w:r>
          </w:p>
          <w:p w:rsidR="001C4E64" w:rsidRPr="00BB74D3" w:rsidRDefault="001C4E64" w:rsidP="00B012E5">
            <w:pPr>
              <w:spacing w:line="240" w:lineRule="auto"/>
              <w:jc w:val="both"/>
            </w:pPr>
            <w:r>
              <w:t>от ___________________  № ______</w:t>
            </w:r>
          </w:p>
          <w:p w:rsidR="001C4E64" w:rsidRDefault="001C4E64" w:rsidP="00B012E5">
            <w:pPr>
              <w:spacing w:line="240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1C4E64" w:rsidRDefault="001C4E64" w:rsidP="00B012E5">
            <w:pPr>
              <w:spacing w:line="240" w:lineRule="auto"/>
              <w:jc w:val="center"/>
            </w:pPr>
          </w:p>
        </w:tc>
      </w:tr>
    </w:tbl>
    <w:p w:rsidR="001C4E64" w:rsidRDefault="001C4E64" w:rsidP="006574F0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1C4E64" w:rsidRDefault="001C4E64" w:rsidP="006574F0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B012E5" w:rsidRDefault="00B012E5" w:rsidP="006574F0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1C4E64" w:rsidRDefault="001C4E64" w:rsidP="006574F0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86405B" w:rsidRDefault="0086405B" w:rsidP="006574F0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6366A5">
        <w:rPr>
          <w:b/>
          <w:bCs/>
          <w:sz w:val="40"/>
          <w:szCs w:val="40"/>
        </w:rPr>
        <w:t xml:space="preserve">Муниципальная программа </w:t>
      </w:r>
    </w:p>
    <w:p w:rsidR="0086405B" w:rsidRDefault="0086405B" w:rsidP="006574F0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6366A5">
        <w:rPr>
          <w:b/>
          <w:sz w:val="40"/>
          <w:szCs w:val="40"/>
        </w:rPr>
        <w:t>«</w:t>
      </w:r>
      <w:r>
        <w:rPr>
          <w:b/>
          <w:sz w:val="40"/>
          <w:szCs w:val="40"/>
        </w:rPr>
        <w:t xml:space="preserve">Гражданско-патриотическое воспитание детей, подростков и молодежи в </w:t>
      </w:r>
      <w:r w:rsidR="00062940">
        <w:rPr>
          <w:b/>
          <w:sz w:val="40"/>
          <w:szCs w:val="40"/>
        </w:rPr>
        <w:t>муниципальном образовании «</w:t>
      </w:r>
      <w:proofErr w:type="spellStart"/>
      <w:r w:rsidR="008507CD">
        <w:rPr>
          <w:b/>
          <w:sz w:val="40"/>
          <w:szCs w:val="40"/>
        </w:rPr>
        <w:t>Ярцевский</w:t>
      </w:r>
      <w:proofErr w:type="spellEnd"/>
      <w:r w:rsidR="008507CD">
        <w:rPr>
          <w:b/>
          <w:sz w:val="40"/>
          <w:szCs w:val="40"/>
        </w:rPr>
        <w:t xml:space="preserve"> муниципальный округ»</w:t>
      </w:r>
    </w:p>
    <w:p w:rsidR="0086405B" w:rsidRDefault="0086405B" w:rsidP="006574F0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6366A5">
        <w:rPr>
          <w:b/>
          <w:sz w:val="40"/>
          <w:szCs w:val="40"/>
        </w:rPr>
        <w:t xml:space="preserve">Смоленской области» </w:t>
      </w:r>
    </w:p>
    <w:p w:rsidR="0086405B" w:rsidRDefault="0086405B" w:rsidP="00FF09FA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40"/>
          <w:szCs w:val="40"/>
        </w:rPr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C158E3" w:rsidRDefault="00C158E3" w:rsidP="0086405B">
      <w:pPr>
        <w:ind w:firstLine="709"/>
        <w:jc w:val="center"/>
        <w:rPr>
          <w:b/>
          <w:sz w:val="28"/>
          <w:szCs w:val="28"/>
        </w:rPr>
      </w:pPr>
    </w:p>
    <w:p w:rsidR="00B012E5" w:rsidRDefault="00B012E5" w:rsidP="0086405B">
      <w:pPr>
        <w:ind w:firstLine="709"/>
        <w:jc w:val="center"/>
        <w:rPr>
          <w:b/>
          <w:sz w:val="28"/>
          <w:szCs w:val="28"/>
        </w:rPr>
      </w:pPr>
    </w:p>
    <w:p w:rsidR="00B012E5" w:rsidRDefault="00B012E5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D82A9C" w:rsidRDefault="00D82A9C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86405B" w:rsidRPr="00D22064" w:rsidRDefault="0086405B" w:rsidP="0086405B">
      <w:pPr>
        <w:ind w:firstLine="709"/>
        <w:jc w:val="center"/>
        <w:rPr>
          <w:b/>
          <w:sz w:val="28"/>
          <w:szCs w:val="28"/>
        </w:rPr>
      </w:pPr>
      <w:r w:rsidRPr="00D22064">
        <w:rPr>
          <w:b/>
          <w:sz w:val="28"/>
          <w:szCs w:val="28"/>
        </w:rPr>
        <w:lastRenderedPageBreak/>
        <w:t>Раздел 1.</w:t>
      </w:r>
    </w:p>
    <w:p w:rsidR="0086405B" w:rsidRPr="00D22064" w:rsidRDefault="0086405B" w:rsidP="0086405B">
      <w:pPr>
        <w:ind w:firstLine="709"/>
        <w:jc w:val="center"/>
        <w:rPr>
          <w:b/>
          <w:sz w:val="28"/>
          <w:szCs w:val="28"/>
        </w:rPr>
      </w:pPr>
      <w:r w:rsidRPr="00D22064">
        <w:rPr>
          <w:b/>
          <w:sz w:val="28"/>
          <w:szCs w:val="28"/>
        </w:rPr>
        <w:t>Стратегические приоритеты в сфере реализации муниципальной программы.</w:t>
      </w:r>
    </w:p>
    <w:p w:rsidR="0086405B" w:rsidRPr="00D22064" w:rsidRDefault="0086405B" w:rsidP="0086405B">
      <w:pPr>
        <w:pStyle w:val="Default"/>
        <w:jc w:val="both"/>
        <w:rPr>
          <w:sz w:val="28"/>
          <w:szCs w:val="28"/>
        </w:rPr>
      </w:pPr>
      <w:r w:rsidRPr="00D22064">
        <w:rPr>
          <w:sz w:val="28"/>
          <w:szCs w:val="28"/>
        </w:rPr>
        <w:t xml:space="preserve">      </w:t>
      </w:r>
    </w:p>
    <w:p w:rsidR="0086405B" w:rsidRPr="00FF09FA" w:rsidRDefault="0086405B" w:rsidP="00C9529C">
      <w:pPr>
        <w:pStyle w:val="Default"/>
        <w:ind w:firstLine="708"/>
        <w:jc w:val="both"/>
      </w:pPr>
      <w:r w:rsidRPr="00FF09FA">
        <w:t>В 202</w:t>
      </w:r>
      <w:r w:rsidR="004246E6">
        <w:t>5</w:t>
      </w:r>
      <w:r w:rsidRPr="00FF09FA">
        <w:t xml:space="preserve"> году государственная политика в области патриотического воспитания детей, подростков и молодёжи на территории муниципального образования «</w:t>
      </w:r>
      <w:proofErr w:type="spellStart"/>
      <w:r w:rsidR="004246E6">
        <w:t>Ярцевский</w:t>
      </w:r>
      <w:proofErr w:type="spellEnd"/>
      <w:r w:rsidR="004246E6">
        <w:t xml:space="preserve"> муниципальный округ</w:t>
      </w:r>
      <w:r w:rsidRPr="00FF09FA">
        <w:t xml:space="preserve">» Смоленской области осуществлялась  в соответствии с муниципальными программами: «Развитие образования и молодёжной политики в </w:t>
      </w:r>
      <w:proofErr w:type="spellStart"/>
      <w:r w:rsidRPr="00FF09FA">
        <w:t>Ярцевском</w:t>
      </w:r>
      <w:proofErr w:type="spellEnd"/>
      <w:r w:rsidRPr="00FF09FA">
        <w:t xml:space="preserve"> </w:t>
      </w:r>
      <w:r w:rsidR="004246E6">
        <w:t xml:space="preserve">муниципальном округе </w:t>
      </w:r>
      <w:r w:rsidRPr="00FF09FA">
        <w:t xml:space="preserve">Смоленской области», «Гражданско-патриотическое воспитание детей, подростков и молодёжи в </w:t>
      </w:r>
      <w:r w:rsidR="008F0105">
        <w:t>муниципальном образовании «</w:t>
      </w:r>
      <w:proofErr w:type="spellStart"/>
      <w:r w:rsidRPr="00FF09FA">
        <w:t>Ярцевс</w:t>
      </w:r>
      <w:r w:rsidR="008F0105">
        <w:t>кий</w:t>
      </w:r>
      <w:proofErr w:type="spellEnd"/>
      <w:r w:rsidR="008F0105">
        <w:t xml:space="preserve"> муниципальный округ» </w:t>
      </w:r>
      <w:r w:rsidR="00ED7D00" w:rsidRPr="00FF09FA">
        <w:t>Смоленской области».</w:t>
      </w:r>
    </w:p>
    <w:p w:rsidR="0086405B" w:rsidRPr="00FF09FA" w:rsidRDefault="0086405B" w:rsidP="00C9529C">
      <w:pPr>
        <w:spacing w:line="240" w:lineRule="auto"/>
        <w:ind w:firstLine="708"/>
        <w:jc w:val="both"/>
        <w:rPr>
          <w:rFonts w:eastAsia="Arial Unicode MS?必?????扨?"/>
          <w:spacing w:val="-5"/>
          <w:kern w:val="2"/>
          <w:sz w:val="24"/>
          <w:szCs w:val="24"/>
        </w:rPr>
      </w:pPr>
      <w:r w:rsidRPr="00FF09FA">
        <w:rPr>
          <w:rFonts w:eastAsia="Arial Unicode MS?必?????扨?"/>
          <w:spacing w:val="-5"/>
          <w:kern w:val="2"/>
          <w:sz w:val="24"/>
          <w:szCs w:val="24"/>
        </w:rPr>
        <w:t xml:space="preserve">На стабилизацию ситуации в сфере патриотического воспитания детей, подростков и молодёжи направлены и другие муниципальные  программы: </w:t>
      </w:r>
    </w:p>
    <w:p w:rsidR="0086405B" w:rsidRPr="00FF09FA" w:rsidRDefault="009C74AB" w:rsidP="00C9529C">
      <w:pPr>
        <w:spacing w:line="240" w:lineRule="auto"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-  «Спорт в муниципальном образовании «</w:t>
      </w:r>
      <w:proofErr w:type="spellStart"/>
      <w:r>
        <w:rPr>
          <w:sz w:val="24"/>
          <w:szCs w:val="24"/>
        </w:rPr>
        <w:t>Ярцевский</w:t>
      </w:r>
      <w:proofErr w:type="spellEnd"/>
      <w:r>
        <w:rPr>
          <w:sz w:val="24"/>
          <w:szCs w:val="24"/>
        </w:rPr>
        <w:t xml:space="preserve"> муниципальный округ»</w:t>
      </w:r>
      <w:r w:rsidR="0086405B" w:rsidRPr="00FF09FA">
        <w:rPr>
          <w:sz w:val="24"/>
          <w:szCs w:val="24"/>
        </w:rPr>
        <w:t xml:space="preserve"> Смоленской области»;</w:t>
      </w:r>
    </w:p>
    <w:p w:rsidR="0086405B" w:rsidRPr="00FF09FA" w:rsidRDefault="0086405B" w:rsidP="00C9529C">
      <w:pPr>
        <w:spacing w:line="240" w:lineRule="auto"/>
        <w:ind w:firstLine="708"/>
        <w:jc w:val="both"/>
        <w:rPr>
          <w:rFonts w:eastAsia="Arial Unicode MS?必?????扨?"/>
          <w:spacing w:val="-5"/>
          <w:kern w:val="2"/>
          <w:sz w:val="24"/>
          <w:szCs w:val="24"/>
        </w:rPr>
      </w:pPr>
      <w:r w:rsidRPr="00FF09FA">
        <w:rPr>
          <w:rFonts w:eastAsia="Arial Unicode MS?必?????扨?"/>
          <w:spacing w:val="-5"/>
          <w:kern w:val="2"/>
          <w:sz w:val="24"/>
          <w:szCs w:val="24"/>
        </w:rPr>
        <w:t xml:space="preserve">- «Развитие культуры </w:t>
      </w:r>
      <w:r w:rsidR="009C74AB">
        <w:rPr>
          <w:rFonts w:eastAsia="Arial Unicode MS?必?????扨?"/>
          <w:spacing w:val="-5"/>
          <w:kern w:val="2"/>
          <w:sz w:val="24"/>
          <w:szCs w:val="24"/>
        </w:rPr>
        <w:t xml:space="preserve">в </w:t>
      </w:r>
      <w:r w:rsidRPr="00FF09FA">
        <w:rPr>
          <w:rFonts w:eastAsia="Arial Unicode MS?必?????扨?"/>
          <w:spacing w:val="-5"/>
          <w:kern w:val="2"/>
          <w:sz w:val="24"/>
          <w:szCs w:val="24"/>
        </w:rPr>
        <w:t xml:space="preserve"> му</w:t>
      </w:r>
      <w:r w:rsidR="009C74AB">
        <w:rPr>
          <w:rFonts w:eastAsia="Arial Unicode MS?必?????扨?"/>
          <w:spacing w:val="-5"/>
          <w:kern w:val="2"/>
          <w:sz w:val="24"/>
          <w:szCs w:val="24"/>
        </w:rPr>
        <w:t>ниципальном образовании «</w:t>
      </w:r>
      <w:proofErr w:type="spellStart"/>
      <w:r w:rsidR="009C74AB">
        <w:rPr>
          <w:rFonts w:eastAsia="Arial Unicode MS?必?????扨?"/>
          <w:spacing w:val="-5"/>
          <w:kern w:val="2"/>
          <w:sz w:val="24"/>
          <w:szCs w:val="24"/>
        </w:rPr>
        <w:t>Ярцевский</w:t>
      </w:r>
      <w:proofErr w:type="spellEnd"/>
      <w:r w:rsidR="009C74AB">
        <w:rPr>
          <w:rFonts w:eastAsia="Arial Unicode MS?必?????扨?"/>
          <w:spacing w:val="-5"/>
          <w:kern w:val="2"/>
          <w:sz w:val="24"/>
          <w:szCs w:val="24"/>
        </w:rPr>
        <w:t xml:space="preserve"> муниципальный округ</w:t>
      </w:r>
      <w:r w:rsidRPr="00FF09FA">
        <w:rPr>
          <w:rFonts w:eastAsia="Arial Unicode MS?必?????扨?"/>
          <w:spacing w:val="-5"/>
          <w:kern w:val="2"/>
          <w:sz w:val="24"/>
          <w:szCs w:val="24"/>
        </w:rPr>
        <w:t>» Смоленской области».</w:t>
      </w:r>
    </w:p>
    <w:p w:rsidR="0086405B" w:rsidRPr="00FF09FA" w:rsidRDefault="0086405B" w:rsidP="00C9529C">
      <w:pPr>
        <w:pStyle w:val="a6"/>
        <w:tabs>
          <w:tab w:val="left" w:pos="15735"/>
        </w:tabs>
        <w:spacing w:line="240" w:lineRule="auto"/>
        <w:ind w:firstLine="993"/>
        <w:jc w:val="both"/>
        <w:rPr>
          <w:sz w:val="24"/>
          <w:szCs w:val="24"/>
        </w:rPr>
      </w:pPr>
      <w:r w:rsidRPr="00FF09FA">
        <w:rPr>
          <w:bCs/>
          <w:sz w:val="24"/>
          <w:szCs w:val="24"/>
        </w:rPr>
        <w:t>В 202</w:t>
      </w:r>
      <w:r w:rsidR="000B5B34">
        <w:rPr>
          <w:bCs/>
          <w:sz w:val="24"/>
          <w:szCs w:val="24"/>
        </w:rPr>
        <w:t>5</w:t>
      </w:r>
      <w:r w:rsidRPr="00FF09FA">
        <w:rPr>
          <w:bCs/>
          <w:sz w:val="24"/>
          <w:szCs w:val="24"/>
        </w:rPr>
        <w:t xml:space="preserve"> году Администрацией муниципальн</w:t>
      </w:r>
      <w:r w:rsidR="000B5B34">
        <w:rPr>
          <w:bCs/>
          <w:sz w:val="24"/>
          <w:szCs w:val="24"/>
        </w:rPr>
        <w:t>ого образования «</w:t>
      </w:r>
      <w:proofErr w:type="spellStart"/>
      <w:r w:rsidR="000B5B34">
        <w:rPr>
          <w:bCs/>
          <w:sz w:val="24"/>
          <w:szCs w:val="24"/>
        </w:rPr>
        <w:t>Ярцевский</w:t>
      </w:r>
      <w:proofErr w:type="spellEnd"/>
      <w:r w:rsidR="000B5B34">
        <w:rPr>
          <w:bCs/>
          <w:sz w:val="24"/>
          <w:szCs w:val="24"/>
        </w:rPr>
        <w:t xml:space="preserve"> муниципальный округ</w:t>
      </w:r>
      <w:r w:rsidRPr="00FF09FA">
        <w:rPr>
          <w:bCs/>
          <w:sz w:val="24"/>
          <w:szCs w:val="24"/>
        </w:rPr>
        <w:t xml:space="preserve">» Смоленской области неоднократно принимались </w:t>
      </w:r>
      <w:r w:rsidRPr="00FF09FA">
        <w:rPr>
          <w:sz w:val="24"/>
          <w:szCs w:val="24"/>
        </w:rPr>
        <w:t>управленческие решения по повышению эффективности гражданско-патриотической работ</w:t>
      </w:r>
      <w:r w:rsidR="000B5B34">
        <w:rPr>
          <w:sz w:val="24"/>
          <w:szCs w:val="24"/>
        </w:rPr>
        <w:t>ы на территории округ</w:t>
      </w:r>
      <w:r w:rsidRPr="00FF09FA">
        <w:rPr>
          <w:sz w:val="24"/>
          <w:szCs w:val="24"/>
        </w:rPr>
        <w:t xml:space="preserve">а: </w:t>
      </w:r>
    </w:p>
    <w:p w:rsidR="0086405B" w:rsidRPr="00FF09FA" w:rsidRDefault="0086405B" w:rsidP="00C952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09FA">
        <w:rPr>
          <w:rFonts w:ascii="Times New Roman" w:hAnsi="Times New Roman" w:cs="Times New Roman"/>
          <w:sz w:val="24"/>
          <w:szCs w:val="24"/>
          <w:u w:val="single"/>
        </w:rPr>
        <w:t>Постановления Администрации муниципаль</w:t>
      </w:r>
      <w:r w:rsidR="001F25F6">
        <w:rPr>
          <w:rFonts w:ascii="Times New Roman" w:hAnsi="Times New Roman" w:cs="Times New Roman"/>
          <w:sz w:val="24"/>
          <w:szCs w:val="24"/>
          <w:u w:val="single"/>
        </w:rPr>
        <w:t>ного образования «</w:t>
      </w:r>
      <w:proofErr w:type="spellStart"/>
      <w:r w:rsidR="001F25F6">
        <w:rPr>
          <w:rFonts w:ascii="Times New Roman" w:hAnsi="Times New Roman" w:cs="Times New Roman"/>
          <w:sz w:val="24"/>
          <w:szCs w:val="24"/>
          <w:u w:val="single"/>
        </w:rPr>
        <w:t>Ярцевский</w:t>
      </w:r>
      <w:proofErr w:type="spellEnd"/>
      <w:r w:rsidR="001F25F6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муниципальный округ</w:t>
      </w:r>
      <w:r w:rsidRPr="00FF09FA">
        <w:rPr>
          <w:rFonts w:ascii="Times New Roman" w:hAnsi="Times New Roman" w:cs="Times New Roman"/>
          <w:sz w:val="24"/>
          <w:szCs w:val="24"/>
          <w:u w:val="single"/>
        </w:rPr>
        <w:t>» Смоленской области:</w:t>
      </w:r>
    </w:p>
    <w:p w:rsidR="0086405B" w:rsidRDefault="001F25F6" w:rsidP="00C952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30.04.2025 № 674, от 26.12.2025 № 2452 </w:t>
      </w:r>
      <w:r w:rsidR="0086405B" w:rsidRPr="00FF09FA"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муниципальн</w:t>
      </w:r>
      <w:r>
        <w:rPr>
          <w:rFonts w:ascii="Times New Roman" w:hAnsi="Times New Roman" w:cs="Times New Roman"/>
          <w:sz w:val="24"/>
          <w:szCs w:val="24"/>
        </w:rPr>
        <w:t>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области от 20.01.2025</w:t>
      </w:r>
      <w:r w:rsidR="0086405B" w:rsidRPr="00FF09FA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55</w:t>
      </w:r>
      <w:r w:rsidR="0014615A" w:rsidRPr="00FF09FA">
        <w:rPr>
          <w:rFonts w:ascii="Times New Roman" w:hAnsi="Times New Roman" w:cs="Times New Roman"/>
          <w:sz w:val="24"/>
          <w:szCs w:val="24"/>
        </w:rPr>
        <w:t xml:space="preserve"> </w:t>
      </w:r>
      <w:r w:rsidR="0086405B" w:rsidRPr="00FF09FA"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«Гражданско-патриотическое воспитание детей, подростков и молодежи в </w:t>
      </w:r>
      <w:r>
        <w:rPr>
          <w:rFonts w:ascii="Times New Roman" w:hAnsi="Times New Roman" w:cs="Times New Roman"/>
          <w:sz w:val="24"/>
          <w:szCs w:val="24"/>
        </w:rPr>
        <w:t>муниципальном образовании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округ» </w:t>
      </w:r>
      <w:r w:rsidR="0014615A" w:rsidRPr="00FF09FA">
        <w:rPr>
          <w:rFonts w:ascii="Times New Roman" w:hAnsi="Times New Roman" w:cs="Times New Roman"/>
          <w:sz w:val="24"/>
          <w:szCs w:val="24"/>
        </w:rPr>
        <w:t>Смоленской области»</w:t>
      </w:r>
      <w:r w:rsidR="005E780A" w:rsidRPr="00FF09FA">
        <w:rPr>
          <w:rFonts w:ascii="Times New Roman" w:hAnsi="Times New Roman" w:cs="Times New Roman"/>
          <w:sz w:val="24"/>
          <w:szCs w:val="24"/>
        </w:rPr>
        <w:t>;</w:t>
      </w:r>
    </w:p>
    <w:p w:rsidR="00EE2379" w:rsidRDefault="00EE2379" w:rsidP="00EE23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21.05.2025 № 803 «О внесении изменений в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области от 28.04.2023 № 0543 («Об утверждении Положения о премиях имени Кирилла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>
        <w:rPr>
          <w:rFonts w:ascii="Times New Roman" w:hAnsi="Times New Roman" w:cs="Times New Roman"/>
          <w:sz w:val="24"/>
          <w:szCs w:val="24"/>
        </w:rPr>
        <w:t>»);</w:t>
      </w:r>
    </w:p>
    <w:p w:rsidR="009920FD" w:rsidRDefault="009920FD" w:rsidP="00C952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15.07.2025 № 1134 «О внесении изменений в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Смоленской области от 02.11.2024 № 1542 («О создании Координационного совета по взаимодействию с общероссийским общественно-государственным движением детей и молодежи «Движение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>
        <w:rPr>
          <w:rFonts w:ascii="Times New Roman" w:hAnsi="Times New Roman" w:cs="Times New Roman"/>
          <w:sz w:val="24"/>
          <w:szCs w:val="24"/>
        </w:rPr>
        <w:t>ервых», его региональным отделением, местным и первичными  отделениями»»)</w:t>
      </w:r>
      <w:r w:rsidR="006113A4">
        <w:rPr>
          <w:rFonts w:ascii="Times New Roman" w:hAnsi="Times New Roman" w:cs="Times New Roman"/>
          <w:sz w:val="24"/>
          <w:szCs w:val="24"/>
        </w:rPr>
        <w:t>;</w:t>
      </w:r>
    </w:p>
    <w:p w:rsidR="00EE2379" w:rsidRDefault="00EE2379" w:rsidP="00EE23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17.10.2025 № 1809 «Об утверждении Положения о проведении окружного конкурса молодежных социальных проектов «Мы это делаем сами».</w:t>
      </w:r>
    </w:p>
    <w:p w:rsidR="0086405B" w:rsidRDefault="0086405B" w:rsidP="00C9529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09FA">
        <w:rPr>
          <w:rFonts w:ascii="Times New Roman" w:hAnsi="Times New Roman" w:cs="Times New Roman"/>
          <w:sz w:val="24"/>
          <w:szCs w:val="24"/>
          <w:u w:val="single"/>
        </w:rPr>
        <w:t>Распоряжения</w:t>
      </w:r>
      <w:r w:rsidRPr="00FF09FA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Pr="00FF09FA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«</w:t>
      </w:r>
      <w:proofErr w:type="spellStart"/>
      <w:r w:rsidRPr="00FF09FA">
        <w:rPr>
          <w:rFonts w:ascii="Times New Roman" w:hAnsi="Times New Roman" w:cs="Times New Roman"/>
          <w:sz w:val="24"/>
          <w:szCs w:val="24"/>
          <w:u w:val="single"/>
        </w:rPr>
        <w:t>Ярцевский</w:t>
      </w:r>
      <w:proofErr w:type="spellEnd"/>
      <w:r w:rsidRPr="00FF09FA">
        <w:rPr>
          <w:rFonts w:ascii="Times New Roman" w:hAnsi="Times New Roman" w:cs="Times New Roman"/>
          <w:sz w:val="24"/>
          <w:szCs w:val="24"/>
          <w:u w:val="single"/>
        </w:rPr>
        <w:t xml:space="preserve"> район» Смоленской области:</w:t>
      </w:r>
    </w:p>
    <w:p w:rsidR="00EE2379" w:rsidRDefault="00EE2379" w:rsidP="00EE23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25.02.2025 № 88-р «Об утверждении Перечня мер поддержки участников добровольческой (волонтерской) деятельности в муниципальном образовании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области»;</w:t>
      </w:r>
    </w:p>
    <w:p w:rsidR="00EE2379" w:rsidRDefault="00EE2379" w:rsidP="00EE23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17.03.2025 № 127-р «О закреплении воинских захоронений, памятников, обелисков, памятных мест на территории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области»;</w:t>
      </w:r>
    </w:p>
    <w:p w:rsidR="00EE2379" w:rsidRDefault="00EE2379" w:rsidP="00EE23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17.03.2025 № 124-р «Об участии муниципальных учреждений образования, культуры и спорта в окружном конкурсе по реализации муниципального проекта «Семейная суббота» на территории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области;</w:t>
      </w:r>
    </w:p>
    <w:p w:rsidR="00607FBB" w:rsidRDefault="00607FBB" w:rsidP="00C9529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7FBB">
        <w:rPr>
          <w:rFonts w:ascii="Times New Roman" w:hAnsi="Times New Roman" w:cs="Times New Roman"/>
          <w:sz w:val="24"/>
          <w:szCs w:val="24"/>
        </w:rPr>
        <w:t xml:space="preserve">- от 22.04.2025 № 296-р «Об организации и проведении муниципального этапа </w:t>
      </w:r>
      <w:r w:rsidRPr="00607FBB">
        <w:rPr>
          <w:rFonts w:ascii="Times New Roman" w:hAnsi="Times New Roman" w:cs="Times New Roman"/>
          <w:sz w:val="24"/>
          <w:szCs w:val="24"/>
        </w:rPr>
        <w:lastRenderedPageBreak/>
        <w:t>Всероссийского конкурса «Семья года» в 2025 году на территории муниципального образования «</w:t>
      </w:r>
      <w:proofErr w:type="spellStart"/>
      <w:r w:rsidRPr="00607FBB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607FBB"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области»;</w:t>
      </w:r>
    </w:p>
    <w:p w:rsidR="00EE2379" w:rsidRDefault="00EE2379" w:rsidP="00EE23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06.05.2025 № 335-р «Об утверждении состава оргкомитета по реализации регионального проекта «Роща памяти»;</w:t>
      </w:r>
    </w:p>
    <w:p w:rsidR="006D5AB8" w:rsidRDefault="006D5AB8" w:rsidP="006D5AB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02.10.2025 № 642-р «О проведении социально-патриотической акции «День призывника»;</w:t>
      </w:r>
    </w:p>
    <w:p w:rsidR="00680FDE" w:rsidRDefault="00680FDE" w:rsidP="00680F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0FDE">
        <w:rPr>
          <w:rFonts w:ascii="Times New Roman" w:hAnsi="Times New Roman" w:cs="Times New Roman"/>
          <w:sz w:val="24"/>
          <w:szCs w:val="24"/>
        </w:rPr>
        <w:t>- от 01.11.2025 № 677-р «О внесении изменений в распоряжение Администрации муниципального образования «</w:t>
      </w:r>
      <w:proofErr w:type="spellStart"/>
      <w:r w:rsidRPr="00680FDE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680FDE">
        <w:rPr>
          <w:rFonts w:ascii="Times New Roman" w:hAnsi="Times New Roman" w:cs="Times New Roman"/>
          <w:sz w:val="24"/>
          <w:szCs w:val="24"/>
        </w:rPr>
        <w:t xml:space="preserve"> район» Смоленской области  от</w:t>
      </w:r>
      <w:r w:rsidR="009920FD">
        <w:rPr>
          <w:rFonts w:ascii="Times New Roman" w:hAnsi="Times New Roman" w:cs="Times New Roman"/>
          <w:sz w:val="24"/>
          <w:szCs w:val="24"/>
        </w:rPr>
        <w:t xml:space="preserve"> </w:t>
      </w:r>
      <w:r w:rsidRPr="00680FDE">
        <w:rPr>
          <w:rFonts w:ascii="Times New Roman" w:hAnsi="Times New Roman" w:cs="Times New Roman"/>
          <w:sz w:val="24"/>
          <w:szCs w:val="24"/>
        </w:rPr>
        <w:t xml:space="preserve">13.11.2023 № 624-р </w:t>
      </w:r>
      <w:r w:rsidR="009920FD">
        <w:rPr>
          <w:rFonts w:ascii="Times New Roman" w:hAnsi="Times New Roman" w:cs="Times New Roman"/>
          <w:sz w:val="24"/>
          <w:szCs w:val="24"/>
        </w:rPr>
        <w:t>(</w:t>
      </w:r>
      <w:r w:rsidRPr="00680FDE">
        <w:rPr>
          <w:rFonts w:ascii="Times New Roman" w:hAnsi="Times New Roman" w:cs="Times New Roman"/>
          <w:sz w:val="24"/>
          <w:szCs w:val="24"/>
        </w:rPr>
        <w:t>«О создании Координационного совета по гражданско-патриотическому воспитанию граждан на территории муниципального образования «</w:t>
      </w:r>
      <w:proofErr w:type="spellStart"/>
      <w:r w:rsidRPr="00680FDE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680FDE">
        <w:rPr>
          <w:rFonts w:ascii="Times New Roman" w:hAnsi="Times New Roman" w:cs="Times New Roman"/>
          <w:sz w:val="24"/>
          <w:szCs w:val="24"/>
        </w:rPr>
        <w:t xml:space="preserve"> район» Смоленской области»</w:t>
      </w:r>
      <w:r w:rsidR="009920FD">
        <w:rPr>
          <w:rFonts w:ascii="Times New Roman" w:hAnsi="Times New Roman" w:cs="Times New Roman"/>
          <w:sz w:val="24"/>
          <w:szCs w:val="24"/>
        </w:rPr>
        <w:t>)</w:t>
      </w:r>
      <w:r w:rsidR="006D5AB8">
        <w:rPr>
          <w:rFonts w:ascii="Times New Roman" w:hAnsi="Times New Roman" w:cs="Times New Roman"/>
          <w:sz w:val="24"/>
          <w:szCs w:val="24"/>
        </w:rPr>
        <w:t>.</w:t>
      </w:r>
    </w:p>
    <w:p w:rsidR="0086405B" w:rsidRPr="00FF09FA" w:rsidRDefault="0086405B" w:rsidP="00C9529C">
      <w:pPr>
        <w:spacing w:line="240" w:lineRule="auto"/>
        <w:ind w:firstLine="540"/>
        <w:jc w:val="both"/>
        <w:rPr>
          <w:color w:val="000000"/>
          <w:sz w:val="24"/>
          <w:szCs w:val="24"/>
        </w:rPr>
      </w:pPr>
      <w:proofErr w:type="gramStart"/>
      <w:r w:rsidRPr="00FF09FA">
        <w:rPr>
          <w:sz w:val="24"/>
          <w:szCs w:val="24"/>
        </w:rPr>
        <w:t xml:space="preserve">На территории муниципального образования в работе по гражданско-патриотическому воспитанию детей, подростков и молодёжи участвуют </w:t>
      </w:r>
      <w:r w:rsidR="006D5AB8">
        <w:rPr>
          <w:sz w:val="24"/>
          <w:szCs w:val="24"/>
        </w:rPr>
        <w:t>управления</w:t>
      </w:r>
      <w:r w:rsidRPr="00FF09FA">
        <w:rPr>
          <w:sz w:val="24"/>
          <w:szCs w:val="24"/>
        </w:rPr>
        <w:t xml:space="preserve"> по образованию и молодёжной политике, по культуре и спорту, а также их подведомственные учреждения, тесное сотрудничество налажено с </w:t>
      </w:r>
      <w:proofErr w:type="spellStart"/>
      <w:r w:rsidRPr="00FF09FA">
        <w:rPr>
          <w:sz w:val="24"/>
          <w:szCs w:val="24"/>
        </w:rPr>
        <w:t>Ярцевской</w:t>
      </w:r>
      <w:proofErr w:type="spellEnd"/>
      <w:r w:rsidRPr="00FF09FA">
        <w:rPr>
          <w:sz w:val="24"/>
          <w:szCs w:val="24"/>
        </w:rPr>
        <w:t xml:space="preserve"> районной организацией Смоленской областной общественной организации ветеранов (пенсионеров) войны, труда, вооружённых сил и правоохранительных органов, </w:t>
      </w:r>
      <w:proofErr w:type="spellStart"/>
      <w:r w:rsidRPr="00FF09FA">
        <w:rPr>
          <w:sz w:val="24"/>
          <w:szCs w:val="24"/>
        </w:rPr>
        <w:t>Ярцевской</w:t>
      </w:r>
      <w:proofErr w:type="spellEnd"/>
      <w:r w:rsidRPr="00FF09FA">
        <w:rPr>
          <w:sz w:val="24"/>
          <w:szCs w:val="24"/>
        </w:rPr>
        <w:t xml:space="preserve"> автошколой РОСТО ДОСААФ России, Военным комиссариатом (г. Ярцево, </w:t>
      </w:r>
      <w:proofErr w:type="spellStart"/>
      <w:r w:rsidRPr="00FF09FA">
        <w:rPr>
          <w:sz w:val="24"/>
          <w:szCs w:val="24"/>
        </w:rPr>
        <w:t>Духовщинского</w:t>
      </w:r>
      <w:proofErr w:type="spellEnd"/>
      <w:r w:rsidRPr="00FF09FA">
        <w:rPr>
          <w:sz w:val="24"/>
          <w:szCs w:val="24"/>
        </w:rPr>
        <w:t xml:space="preserve">, </w:t>
      </w:r>
      <w:proofErr w:type="spellStart"/>
      <w:r w:rsidRPr="00FF09FA">
        <w:rPr>
          <w:sz w:val="24"/>
          <w:szCs w:val="24"/>
        </w:rPr>
        <w:t>Кардымовского</w:t>
      </w:r>
      <w:proofErr w:type="spellEnd"/>
      <w:proofErr w:type="gramEnd"/>
      <w:r w:rsidRPr="00FF09FA">
        <w:rPr>
          <w:sz w:val="24"/>
          <w:szCs w:val="24"/>
        </w:rPr>
        <w:t xml:space="preserve"> и </w:t>
      </w:r>
      <w:proofErr w:type="spellStart"/>
      <w:r w:rsidRPr="00FF09FA">
        <w:rPr>
          <w:sz w:val="24"/>
          <w:szCs w:val="24"/>
        </w:rPr>
        <w:t>Ярцевского</w:t>
      </w:r>
      <w:proofErr w:type="spellEnd"/>
      <w:r w:rsidRPr="00FF09FA">
        <w:rPr>
          <w:sz w:val="24"/>
          <w:szCs w:val="24"/>
        </w:rPr>
        <w:t xml:space="preserve"> районов Смоленской области), детскими и молодёжными общественными объединениями: </w:t>
      </w:r>
      <w:proofErr w:type="spellStart"/>
      <w:r w:rsidRPr="00FF09FA">
        <w:rPr>
          <w:sz w:val="24"/>
          <w:szCs w:val="24"/>
        </w:rPr>
        <w:t>Ярцевским</w:t>
      </w:r>
      <w:proofErr w:type="spellEnd"/>
      <w:r w:rsidRPr="00FF09FA">
        <w:rPr>
          <w:sz w:val="24"/>
          <w:szCs w:val="24"/>
        </w:rPr>
        <w:t xml:space="preserve"> хуторским казачьим обществом «</w:t>
      </w:r>
      <w:proofErr w:type="spellStart"/>
      <w:r w:rsidRPr="00FF09FA">
        <w:rPr>
          <w:sz w:val="24"/>
          <w:szCs w:val="24"/>
        </w:rPr>
        <w:t>Платовский</w:t>
      </w:r>
      <w:proofErr w:type="spellEnd"/>
      <w:r w:rsidRPr="00FF09FA">
        <w:rPr>
          <w:sz w:val="24"/>
          <w:szCs w:val="24"/>
        </w:rPr>
        <w:t xml:space="preserve">», </w:t>
      </w:r>
      <w:proofErr w:type="spellStart"/>
      <w:r w:rsidRPr="00FF09FA">
        <w:rPr>
          <w:sz w:val="24"/>
          <w:szCs w:val="24"/>
        </w:rPr>
        <w:t>Ярцевскими</w:t>
      </w:r>
      <w:proofErr w:type="spellEnd"/>
      <w:r w:rsidRPr="00FF09FA">
        <w:rPr>
          <w:sz w:val="24"/>
          <w:szCs w:val="24"/>
        </w:rPr>
        <w:t xml:space="preserve"> отделениями общественных организаций «Боевое братство», «Российский Совет ветеранов пограничной службы», туристическим клубом «Кривичи», почётным караулом «Пост № 1», детскими объединениями «Юные </w:t>
      </w:r>
      <w:proofErr w:type="spellStart"/>
      <w:r w:rsidRPr="00FF09FA">
        <w:rPr>
          <w:sz w:val="24"/>
          <w:szCs w:val="24"/>
        </w:rPr>
        <w:t>жуковцы</w:t>
      </w:r>
      <w:proofErr w:type="spellEnd"/>
      <w:r w:rsidRPr="00FF09FA">
        <w:rPr>
          <w:sz w:val="24"/>
          <w:szCs w:val="24"/>
        </w:rPr>
        <w:t xml:space="preserve">», «Юные </w:t>
      </w:r>
      <w:proofErr w:type="spellStart"/>
      <w:r w:rsidRPr="00FF09FA">
        <w:rPr>
          <w:sz w:val="24"/>
          <w:szCs w:val="24"/>
        </w:rPr>
        <w:t>гагаринцы</w:t>
      </w:r>
      <w:proofErr w:type="spellEnd"/>
      <w:r w:rsidRPr="00FF09FA">
        <w:rPr>
          <w:sz w:val="24"/>
          <w:szCs w:val="24"/>
        </w:rPr>
        <w:t>», «</w:t>
      </w:r>
      <w:proofErr w:type="spellStart"/>
      <w:r w:rsidRPr="00FF09FA">
        <w:rPr>
          <w:sz w:val="24"/>
          <w:szCs w:val="24"/>
        </w:rPr>
        <w:t>Юнармия</w:t>
      </w:r>
      <w:proofErr w:type="spellEnd"/>
      <w:r w:rsidRPr="00FF09FA">
        <w:rPr>
          <w:sz w:val="24"/>
          <w:szCs w:val="24"/>
        </w:rPr>
        <w:t>», «Российское движение детей и молодежи</w:t>
      </w:r>
      <w:r w:rsidR="000C68BF">
        <w:rPr>
          <w:sz w:val="24"/>
          <w:szCs w:val="24"/>
        </w:rPr>
        <w:t xml:space="preserve"> «Движение</w:t>
      </w:r>
      <w:proofErr w:type="gramStart"/>
      <w:r w:rsidR="000C68BF">
        <w:rPr>
          <w:sz w:val="24"/>
          <w:szCs w:val="24"/>
        </w:rPr>
        <w:t xml:space="preserve"> П</w:t>
      </w:r>
      <w:proofErr w:type="gramEnd"/>
      <w:r w:rsidR="000C68BF">
        <w:rPr>
          <w:sz w:val="24"/>
          <w:szCs w:val="24"/>
        </w:rPr>
        <w:t>ервых</w:t>
      </w:r>
      <w:r w:rsidRPr="00FF09FA">
        <w:rPr>
          <w:sz w:val="24"/>
          <w:szCs w:val="24"/>
        </w:rPr>
        <w:t xml:space="preserve">», поисковыми отрядами, </w:t>
      </w:r>
      <w:r w:rsidRPr="00FF09FA">
        <w:rPr>
          <w:bCs/>
          <w:sz w:val="24"/>
          <w:szCs w:val="24"/>
        </w:rPr>
        <w:t xml:space="preserve">19-ой пожарно-спасательной частью, </w:t>
      </w:r>
      <w:proofErr w:type="spellStart"/>
      <w:r w:rsidRPr="00FF09FA">
        <w:rPr>
          <w:bCs/>
          <w:sz w:val="24"/>
          <w:szCs w:val="24"/>
        </w:rPr>
        <w:t>Ярцевским</w:t>
      </w:r>
      <w:proofErr w:type="spellEnd"/>
      <w:r w:rsidRPr="00FF09FA">
        <w:rPr>
          <w:bCs/>
          <w:sz w:val="24"/>
          <w:szCs w:val="24"/>
        </w:rPr>
        <w:t xml:space="preserve">  поисково-спасательным отрядом на водных акваториях, образовательными организациями, спортивными объектами города, школьными и городским историко-краеведческими музеями. </w:t>
      </w:r>
      <w:r w:rsidRPr="00FF09FA">
        <w:rPr>
          <w:color w:val="000000"/>
          <w:sz w:val="24"/>
          <w:szCs w:val="24"/>
        </w:rPr>
        <w:t>Весомое значение в эт</w:t>
      </w:r>
      <w:r w:rsidR="006D5AB8">
        <w:rPr>
          <w:color w:val="000000"/>
          <w:sz w:val="24"/>
          <w:szCs w:val="24"/>
        </w:rPr>
        <w:t>ой работе отводится М</w:t>
      </w:r>
      <w:r w:rsidRPr="00FF09FA">
        <w:rPr>
          <w:color w:val="000000"/>
          <w:sz w:val="24"/>
          <w:szCs w:val="24"/>
        </w:rPr>
        <w:t>олодёжному центру</w:t>
      </w:r>
      <w:r w:rsidR="006D5AB8">
        <w:rPr>
          <w:color w:val="000000"/>
          <w:sz w:val="24"/>
          <w:szCs w:val="24"/>
        </w:rPr>
        <w:t xml:space="preserve"> «Маяк»</w:t>
      </w:r>
      <w:r w:rsidRPr="00FF09FA">
        <w:rPr>
          <w:color w:val="000000"/>
          <w:sz w:val="24"/>
          <w:szCs w:val="24"/>
        </w:rPr>
        <w:t>.</w:t>
      </w:r>
    </w:p>
    <w:p w:rsidR="0086405B" w:rsidRPr="00FF09FA" w:rsidRDefault="0086405B" w:rsidP="00C9529C">
      <w:pPr>
        <w:spacing w:line="240" w:lineRule="auto"/>
        <w:ind w:firstLine="708"/>
        <w:jc w:val="both"/>
        <w:rPr>
          <w:sz w:val="24"/>
          <w:szCs w:val="24"/>
        </w:rPr>
      </w:pPr>
      <w:r w:rsidRPr="00FF09FA">
        <w:rPr>
          <w:sz w:val="24"/>
          <w:szCs w:val="24"/>
        </w:rPr>
        <w:t>Данное направление работы курирует  Координационный совет по гражданско-патриотическому воспитанию граждан на территории муниципальн</w:t>
      </w:r>
      <w:r w:rsidR="00FA4218" w:rsidRPr="00FF09FA">
        <w:rPr>
          <w:sz w:val="24"/>
          <w:szCs w:val="24"/>
        </w:rPr>
        <w:t>ого образования «</w:t>
      </w:r>
      <w:proofErr w:type="spellStart"/>
      <w:r w:rsidR="00FA4218" w:rsidRPr="00FF09FA">
        <w:rPr>
          <w:sz w:val="24"/>
          <w:szCs w:val="24"/>
        </w:rPr>
        <w:t>Ярцевский</w:t>
      </w:r>
      <w:proofErr w:type="spellEnd"/>
      <w:r w:rsidR="00FA4218" w:rsidRPr="00FF09FA">
        <w:rPr>
          <w:sz w:val="24"/>
          <w:szCs w:val="24"/>
        </w:rPr>
        <w:t xml:space="preserve"> муниципальный округ</w:t>
      </w:r>
      <w:r w:rsidRPr="00FF09FA">
        <w:rPr>
          <w:sz w:val="24"/>
          <w:szCs w:val="24"/>
        </w:rPr>
        <w:t>» Смоленской области при Администрации муниципальн</w:t>
      </w:r>
      <w:r w:rsidR="00FA4218" w:rsidRPr="00FF09FA">
        <w:rPr>
          <w:sz w:val="24"/>
          <w:szCs w:val="24"/>
        </w:rPr>
        <w:t>ого образования «</w:t>
      </w:r>
      <w:proofErr w:type="spellStart"/>
      <w:r w:rsidR="00FA4218" w:rsidRPr="00FF09FA">
        <w:rPr>
          <w:sz w:val="24"/>
          <w:szCs w:val="24"/>
        </w:rPr>
        <w:t>Ярцевский</w:t>
      </w:r>
      <w:proofErr w:type="spellEnd"/>
      <w:r w:rsidR="00FA4218" w:rsidRPr="00FF09FA">
        <w:rPr>
          <w:sz w:val="24"/>
          <w:szCs w:val="24"/>
        </w:rPr>
        <w:t xml:space="preserve"> муниципальный округ</w:t>
      </w:r>
      <w:r w:rsidRPr="00FF09FA">
        <w:rPr>
          <w:sz w:val="24"/>
          <w:szCs w:val="24"/>
        </w:rPr>
        <w:t>» Смоленской области.</w:t>
      </w:r>
    </w:p>
    <w:p w:rsidR="0086405B" w:rsidRPr="00FF09FA" w:rsidRDefault="0086405B" w:rsidP="00D82A9C">
      <w:pPr>
        <w:pStyle w:val="Default"/>
        <w:ind w:firstLine="708"/>
        <w:jc w:val="both"/>
      </w:pPr>
      <w:r w:rsidRPr="00FF09FA">
        <w:t xml:space="preserve">Реализация всех мероприятий муниципальной программы «Гражданско-патриотическое воспитание детей, подростков и молодёжи в </w:t>
      </w:r>
      <w:r w:rsidR="005361B6">
        <w:t>муниципальном образовании «</w:t>
      </w:r>
      <w:proofErr w:type="spellStart"/>
      <w:r w:rsidR="005361B6">
        <w:t>Ярцевский</w:t>
      </w:r>
      <w:proofErr w:type="spellEnd"/>
      <w:r w:rsidR="005361B6">
        <w:t xml:space="preserve"> муниципальный</w:t>
      </w:r>
      <w:r w:rsidRPr="00FF09FA">
        <w:t xml:space="preserve"> </w:t>
      </w:r>
      <w:r w:rsidR="005361B6">
        <w:t>округ» Смоленской области» в 2025</w:t>
      </w:r>
      <w:r w:rsidRPr="00FF09FA">
        <w:t xml:space="preserve"> году проводилась с учетом целевых показателей.</w:t>
      </w:r>
    </w:p>
    <w:p w:rsidR="0086405B" w:rsidRPr="00FF09FA" w:rsidRDefault="005361B6" w:rsidP="00D82A9C">
      <w:pPr>
        <w:shd w:val="clear" w:color="auto" w:fill="FFFFFF"/>
        <w:spacing w:line="240" w:lineRule="auto"/>
        <w:ind w:firstLine="708"/>
        <w:jc w:val="both"/>
        <w:rPr>
          <w:sz w:val="24"/>
          <w:szCs w:val="24"/>
        </w:rPr>
      </w:pPr>
      <w:proofErr w:type="gramStart"/>
      <w:r w:rsidRPr="00D77087">
        <w:rPr>
          <w:sz w:val="24"/>
          <w:szCs w:val="24"/>
        </w:rPr>
        <w:t>В 2025</w:t>
      </w:r>
      <w:r w:rsidR="0086405B" w:rsidRPr="00D77087">
        <w:rPr>
          <w:sz w:val="24"/>
          <w:szCs w:val="24"/>
        </w:rPr>
        <w:t xml:space="preserve">  году на территории </w:t>
      </w:r>
      <w:r w:rsidR="00112F54" w:rsidRPr="00D77087">
        <w:rPr>
          <w:sz w:val="24"/>
          <w:szCs w:val="24"/>
        </w:rPr>
        <w:t>округ</w:t>
      </w:r>
      <w:r w:rsidR="0086405B" w:rsidRPr="00D77087">
        <w:rPr>
          <w:sz w:val="24"/>
          <w:szCs w:val="24"/>
        </w:rPr>
        <w:t>а проведены  более 200 мероприятий гражданско-патриотической направленности, в том числе 27 патриотических акций (из них</w:t>
      </w:r>
      <w:r w:rsidR="00D77087" w:rsidRPr="00D77087">
        <w:rPr>
          <w:sz w:val="24"/>
          <w:szCs w:val="24"/>
        </w:rPr>
        <w:t>:</w:t>
      </w:r>
      <w:proofErr w:type="gramEnd"/>
      <w:r w:rsidR="00D77087" w:rsidRPr="00D77087">
        <w:rPr>
          <w:sz w:val="24"/>
          <w:szCs w:val="24"/>
        </w:rPr>
        <w:t xml:space="preserve"> </w:t>
      </w:r>
      <w:proofErr w:type="gramStart"/>
      <w:r w:rsidR="00D77087" w:rsidRPr="00D77087">
        <w:rPr>
          <w:sz w:val="24"/>
          <w:szCs w:val="24"/>
        </w:rPr>
        <w:t>«Блокадный хлеб», «Неделя Памяти жертв Холокоста», «Нет уз святее товарищества»,</w:t>
      </w:r>
      <w:r w:rsidR="0086405B" w:rsidRPr="00D77087">
        <w:rPr>
          <w:sz w:val="24"/>
          <w:szCs w:val="24"/>
        </w:rPr>
        <w:t xml:space="preserve"> </w:t>
      </w:r>
      <w:r w:rsidR="00EB7EF4" w:rsidRPr="00D77087">
        <w:rPr>
          <w:sz w:val="24"/>
          <w:szCs w:val="24"/>
        </w:rPr>
        <w:t>День единых действий в память о геноциде советского народа нацистами и их пособниками в период Великой Отечественной войны 1941- 1945 г.г., «Музей в чемодане»</w:t>
      </w:r>
      <w:r w:rsidR="0086405B" w:rsidRPr="00D77087">
        <w:rPr>
          <w:sz w:val="24"/>
          <w:szCs w:val="24"/>
        </w:rPr>
        <w:t>, «Обелиск», «Письмо ветерану», «Дети детям», «Доброхоты», «Мы – граждане России»  и др.), 5 военно-спорт</w:t>
      </w:r>
      <w:r w:rsidR="009E0049" w:rsidRPr="00D77087">
        <w:rPr>
          <w:sz w:val="24"/>
          <w:szCs w:val="24"/>
        </w:rPr>
        <w:t>ивных игр</w:t>
      </w:r>
      <w:r w:rsidR="00A3723B">
        <w:rPr>
          <w:sz w:val="24"/>
          <w:szCs w:val="24"/>
        </w:rPr>
        <w:t xml:space="preserve"> («Зарница 2.0» (для трех возрастных категорий)</w:t>
      </w:r>
      <w:r w:rsidR="009E0049" w:rsidRPr="00D77087">
        <w:rPr>
          <w:sz w:val="24"/>
          <w:szCs w:val="24"/>
        </w:rPr>
        <w:t>,</w:t>
      </w:r>
      <w:r w:rsidR="00A3723B">
        <w:rPr>
          <w:sz w:val="24"/>
          <w:szCs w:val="24"/>
        </w:rPr>
        <w:t xml:space="preserve"> </w:t>
      </w:r>
      <w:r w:rsidR="00A3723B" w:rsidRPr="00A3723B">
        <w:rPr>
          <w:sz w:val="24"/>
          <w:szCs w:val="24"/>
        </w:rPr>
        <w:t>окружная Спартакиада п</w:t>
      </w:r>
      <w:r w:rsidR="00A3723B">
        <w:rPr>
          <w:sz w:val="24"/>
          <w:szCs w:val="24"/>
        </w:rPr>
        <w:t>ризывной и допризывной</w:t>
      </w:r>
      <w:proofErr w:type="gramEnd"/>
      <w:r w:rsidR="00A3723B">
        <w:rPr>
          <w:sz w:val="24"/>
          <w:szCs w:val="24"/>
        </w:rPr>
        <w:t xml:space="preserve"> молодёжи, </w:t>
      </w:r>
      <w:r w:rsidR="009E0049" w:rsidRPr="00D77087">
        <w:rPr>
          <w:sz w:val="24"/>
          <w:szCs w:val="24"/>
        </w:rPr>
        <w:t>136</w:t>
      </w:r>
      <w:r w:rsidR="0086405B" w:rsidRPr="00D77087">
        <w:rPr>
          <w:sz w:val="24"/>
          <w:szCs w:val="24"/>
        </w:rPr>
        <w:t xml:space="preserve"> иных мероприятий (конкурсы, смотры, митинги, спартакиады, </w:t>
      </w:r>
      <w:proofErr w:type="spellStart"/>
      <w:r w:rsidR="0086405B" w:rsidRPr="00D77087">
        <w:rPr>
          <w:sz w:val="24"/>
          <w:szCs w:val="24"/>
        </w:rPr>
        <w:t>квесты</w:t>
      </w:r>
      <w:proofErr w:type="spellEnd"/>
      <w:r w:rsidR="0086405B" w:rsidRPr="00D77087">
        <w:rPr>
          <w:sz w:val="24"/>
          <w:szCs w:val="24"/>
        </w:rPr>
        <w:t xml:space="preserve">, </w:t>
      </w:r>
      <w:r w:rsidR="0086500B">
        <w:rPr>
          <w:sz w:val="24"/>
          <w:szCs w:val="24"/>
        </w:rPr>
        <w:t>у</w:t>
      </w:r>
      <w:r w:rsidR="001714DC" w:rsidRPr="00D77087">
        <w:rPr>
          <w:sz w:val="24"/>
          <w:szCs w:val="24"/>
        </w:rPr>
        <w:t>роки</w:t>
      </w:r>
      <w:r w:rsidR="0086500B">
        <w:rPr>
          <w:sz w:val="24"/>
          <w:szCs w:val="24"/>
        </w:rPr>
        <w:t xml:space="preserve"> мужества</w:t>
      </w:r>
      <w:r w:rsidR="001714DC" w:rsidRPr="00D77087">
        <w:rPr>
          <w:sz w:val="24"/>
          <w:szCs w:val="24"/>
        </w:rPr>
        <w:t xml:space="preserve">, посвященные увековечению памяти участников специальной военной операции, </w:t>
      </w:r>
      <w:r w:rsidR="0086405B" w:rsidRPr="00D77087">
        <w:rPr>
          <w:sz w:val="24"/>
          <w:szCs w:val="24"/>
        </w:rPr>
        <w:t xml:space="preserve">встречи </w:t>
      </w:r>
      <w:proofErr w:type="gramStart"/>
      <w:r w:rsidR="0086405B" w:rsidRPr="00D77087">
        <w:rPr>
          <w:sz w:val="24"/>
          <w:szCs w:val="24"/>
        </w:rPr>
        <w:t>с</w:t>
      </w:r>
      <w:proofErr w:type="gramEnd"/>
      <w:r w:rsidR="0086405B" w:rsidRPr="00D77087">
        <w:rPr>
          <w:sz w:val="24"/>
          <w:szCs w:val="24"/>
        </w:rPr>
        <w:t xml:space="preserve"> </w:t>
      </w:r>
      <w:proofErr w:type="gramStart"/>
      <w:r w:rsidR="00EB7EF4" w:rsidRPr="00D77087">
        <w:rPr>
          <w:sz w:val="24"/>
          <w:szCs w:val="24"/>
          <w:shd w:val="clear" w:color="auto" w:fill="FFFFFF"/>
        </w:rPr>
        <w:t>представители</w:t>
      </w:r>
      <w:proofErr w:type="gramEnd"/>
      <w:r w:rsidR="00EB7EF4" w:rsidRPr="00D77087">
        <w:rPr>
          <w:sz w:val="24"/>
          <w:szCs w:val="24"/>
          <w:shd w:val="clear" w:color="auto" w:fill="FFFFFF"/>
        </w:rPr>
        <w:t xml:space="preserve"> </w:t>
      </w:r>
      <w:proofErr w:type="spellStart"/>
      <w:r w:rsidR="00EB7EF4" w:rsidRPr="00D77087">
        <w:rPr>
          <w:sz w:val="24"/>
          <w:szCs w:val="24"/>
          <w:shd w:val="clear" w:color="auto" w:fill="FFFFFF"/>
        </w:rPr>
        <w:t>Ярцевского</w:t>
      </w:r>
      <w:proofErr w:type="spellEnd"/>
      <w:r w:rsidR="00EB7EF4" w:rsidRPr="00D77087">
        <w:rPr>
          <w:sz w:val="24"/>
          <w:szCs w:val="24"/>
          <w:shd w:val="clear" w:color="auto" w:fill="FFFFFF"/>
        </w:rPr>
        <w:t xml:space="preserve"> филиала государственного фонда поддержки участников специальной военной операции «Защитники Отечества» по Смоленской области</w:t>
      </w:r>
      <w:r w:rsidR="0086405B" w:rsidRPr="00D77087">
        <w:rPr>
          <w:sz w:val="24"/>
          <w:szCs w:val="24"/>
        </w:rPr>
        <w:t xml:space="preserve"> </w:t>
      </w:r>
      <w:r w:rsidR="00EB7EF4" w:rsidRPr="00D77087">
        <w:rPr>
          <w:sz w:val="24"/>
          <w:szCs w:val="24"/>
        </w:rPr>
        <w:t xml:space="preserve">и участниками СВО </w:t>
      </w:r>
      <w:r w:rsidR="0086405B" w:rsidRPr="00D77087">
        <w:rPr>
          <w:sz w:val="24"/>
          <w:szCs w:val="24"/>
        </w:rPr>
        <w:t>и др.), в</w:t>
      </w:r>
      <w:r w:rsidR="009E0049" w:rsidRPr="00D77087">
        <w:rPr>
          <w:sz w:val="24"/>
          <w:szCs w:val="24"/>
        </w:rPr>
        <w:t xml:space="preserve"> которых при</w:t>
      </w:r>
      <w:r w:rsidR="009E0049">
        <w:rPr>
          <w:sz w:val="24"/>
          <w:szCs w:val="24"/>
        </w:rPr>
        <w:t>няли участие более 4</w:t>
      </w:r>
      <w:r w:rsidR="0086405B" w:rsidRPr="00FF09FA">
        <w:rPr>
          <w:sz w:val="24"/>
          <w:szCs w:val="24"/>
        </w:rPr>
        <w:t xml:space="preserve">000 школьников. </w:t>
      </w:r>
    </w:p>
    <w:p w:rsidR="0086405B" w:rsidRPr="00FF09FA" w:rsidRDefault="0086405B" w:rsidP="00D82A9C">
      <w:pPr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FF09FA">
        <w:rPr>
          <w:color w:val="000000"/>
          <w:sz w:val="24"/>
          <w:szCs w:val="24"/>
        </w:rPr>
        <w:t>Ярцевские</w:t>
      </w:r>
      <w:proofErr w:type="spellEnd"/>
      <w:r w:rsidRPr="00FF09FA">
        <w:rPr>
          <w:color w:val="000000"/>
          <w:sz w:val="24"/>
          <w:szCs w:val="24"/>
        </w:rPr>
        <w:t xml:space="preserve"> подростки и молодежь занимают активную жизненную позицию. На территории </w:t>
      </w:r>
      <w:r w:rsidR="005F7C1D" w:rsidRPr="00FF09FA">
        <w:rPr>
          <w:color w:val="000000"/>
          <w:sz w:val="24"/>
          <w:szCs w:val="24"/>
        </w:rPr>
        <w:t>округа</w:t>
      </w:r>
      <w:r w:rsidRPr="00FF09FA">
        <w:rPr>
          <w:color w:val="000000"/>
          <w:sz w:val="24"/>
          <w:szCs w:val="24"/>
        </w:rPr>
        <w:t xml:space="preserve"> функционируют 18 детских и молодежных общественных орган</w:t>
      </w:r>
      <w:r w:rsidR="0086500B">
        <w:rPr>
          <w:color w:val="000000"/>
          <w:sz w:val="24"/>
          <w:szCs w:val="24"/>
        </w:rPr>
        <w:t xml:space="preserve">изаций, движений, клубов. </w:t>
      </w:r>
      <w:proofErr w:type="gramStart"/>
      <w:r w:rsidR="0086500B">
        <w:rPr>
          <w:color w:val="000000"/>
          <w:sz w:val="24"/>
          <w:szCs w:val="24"/>
        </w:rPr>
        <w:t>В 2025</w:t>
      </w:r>
      <w:r w:rsidRPr="00FF09FA">
        <w:rPr>
          <w:color w:val="000000"/>
          <w:sz w:val="24"/>
          <w:szCs w:val="24"/>
        </w:rPr>
        <w:t xml:space="preserve"> году показатель подростков и молодежи, </w:t>
      </w:r>
      <w:r w:rsidRPr="00FF09FA">
        <w:rPr>
          <w:color w:val="000000"/>
          <w:sz w:val="24"/>
          <w:szCs w:val="24"/>
        </w:rPr>
        <w:lastRenderedPageBreak/>
        <w:t>вовлеченных в деятельность общественных объединений, со</w:t>
      </w:r>
      <w:r w:rsidR="005F7C1D" w:rsidRPr="00FF09FA">
        <w:rPr>
          <w:color w:val="000000"/>
          <w:sz w:val="24"/>
          <w:szCs w:val="24"/>
        </w:rPr>
        <w:t>ставил</w:t>
      </w:r>
      <w:r w:rsidR="0086500B">
        <w:rPr>
          <w:color w:val="000000"/>
          <w:sz w:val="24"/>
          <w:szCs w:val="24"/>
        </w:rPr>
        <w:t xml:space="preserve"> более 2 тыс. человек (более 3574</w:t>
      </w:r>
      <w:r w:rsidRPr="00FF09FA">
        <w:rPr>
          <w:color w:val="000000"/>
          <w:sz w:val="24"/>
          <w:szCs w:val="24"/>
        </w:rPr>
        <w:t xml:space="preserve"> – Российское движение детей и молодежи «Движение </w:t>
      </w:r>
      <w:r w:rsidR="0086500B">
        <w:rPr>
          <w:color w:val="000000"/>
          <w:sz w:val="24"/>
          <w:szCs w:val="24"/>
        </w:rPr>
        <w:t xml:space="preserve">первых», 265 – Юнармейцы, 1080 – волонтеры, 184 - «Юные </w:t>
      </w:r>
      <w:proofErr w:type="spellStart"/>
      <w:r w:rsidR="0086500B">
        <w:rPr>
          <w:color w:val="000000"/>
          <w:sz w:val="24"/>
          <w:szCs w:val="24"/>
        </w:rPr>
        <w:t>жуковцы</w:t>
      </w:r>
      <w:proofErr w:type="spellEnd"/>
      <w:r w:rsidR="0086500B">
        <w:rPr>
          <w:color w:val="000000"/>
          <w:sz w:val="24"/>
          <w:szCs w:val="24"/>
        </w:rPr>
        <w:t>», 23</w:t>
      </w:r>
      <w:r w:rsidRPr="00FF09FA">
        <w:rPr>
          <w:color w:val="000000"/>
          <w:sz w:val="24"/>
          <w:szCs w:val="24"/>
        </w:rPr>
        <w:t xml:space="preserve"> – «Юные </w:t>
      </w:r>
      <w:proofErr w:type="spellStart"/>
      <w:r w:rsidRPr="00FF09FA">
        <w:rPr>
          <w:color w:val="000000"/>
          <w:sz w:val="24"/>
          <w:szCs w:val="24"/>
        </w:rPr>
        <w:t>гагаринцы</w:t>
      </w:r>
      <w:proofErr w:type="spellEnd"/>
      <w:r w:rsidRPr="00FF09FA">
        <w:rPr>
          <w:color w:val="000000"/>
          <w:sz w:val="24"/>
          <w:szCs w:val="24"/>
        </w:rPr>
        <w:t xml:space="preserve">», ЮИД – 174, </w:t>
      </w:r>
      <w:proofErr w:type="spellStart"/>
      <w:r w:rsidRPr="00FF09FA">
        <w:rPr>
          <w:color w:val="000000"/>
          <w:sz w:val="24"/>
          <w:szCs w:val="24"/>
        </w:rPr>
        <w:t>ДЮПы</w:t>
      </w:r>
      <w:proofErr w:type="spellEnd"/>
      <w:r w:rsidRPr="00FF09FA">
        <w:rPr>
          <w:color w:val="000000"/>
          <w:sz w:val="24"/>
          <w:szCs w:val="24"/>
        </w:rPr>
        <w:t xml:space="preserve"> – 98, спортивные клубы «Азбука спорта», «Карате </w:t>
      </w:r>
      <w:proofErr w:type="spellStart"/>
      <w:r w:rsidRPr="00FF09FA">
        <w:rPr>
          <w:color w:val="000000"/>
          <w:sz w:val="24"/>
          <w:szCs w:val="24"/>
        </w:rPr>
        <w:t>Кекусин</w:t>
      </w:r>
      <w:r w:rsidR="00A13A70">
        <w:rPr>
          <w:color w:val="000000"/>
          <w:sz w:val="24"/>
          <w:szCs w:val="24"/>
        </w:rPr>
        <w:t>кай</w:t>
      </w:r>
      <w:proofErr w:type="spellEnd"/>
      <w:r w:rsidR="00A13A70">
        <w:rPr>
          <w:color w:val="000000"/>
          <w:sz w:val="24"/>
          <w:szCs w:val="24"/>
        </w:rPr>
        <w:t>», «Молотки»,  «Сармат»</w:t>
      </w:r>
      <w:r w:rsidRPr="00FF09FA">
        <w:rPr>
          <w:color w:val="000000"/>
          <w:sz w:val="24"/>
          <w:szCs w:val="24"/>
        </w:rPr>
        <w:t>, т</w:t>
      </w:r>
      <w:r w:rsidR="00A13A70">
        <w:rPr>
          <w:color w:val="000000"/>
          <w:sz w:val="24"/>
          <w:szCs w:val="24"/>
        </w:rPr>
        <w:t>уристический клуб «Кривичи»</w:t>
      </w:r>
      <w:r w:rsidRPr="00FF09FA">
        <w:rPr>
          <w:color w:val="000000"/>
          <w:sz w:val="24"/>
          <w:szCs w:val="24"/>
        </w:rPr>
        <w:t>).</w:t>
      </w:r>
      <w:proofErr w:type="gramEnd"/>
      <w:r w:rsidRPr="00FF09FA">
        <w:rPr>
          <w:color w:val="000000"/>
          <w:sz w:val="24"/>
          <w:szCs w:val="24"/>
        </w:rPr>
        <w:t xml:space="preserve"> </w:t>
      </w:r>
      <w:proofErr w:type="gramStart"/>
      <w:r w:rsidRPr="00FF09FA">
        <w:rPr>
          <w:sz w:val="24"/>
          <w:szCs w:val="24"/>
        </w:rPr>
        <w:t>Созданы</w:t>
      </w:r>
      <w:proofErr w:type="gramEnd"/>
      <w:r w:rsidRPr="00FF09FA">
        <w:rPr>
          <w:sz w:val="24"/>
          <w:szCs w:val="24"/>
        </w:rPr>
        <w:t xml:space="preserve"> и функцион</w:t>
      </w:r>
      <w:r w:rsidR="00A13A70">
        <w:rPr>
          <w:sz w:val="24"/>
          <w:szCs w:val="24"/>
        </w:rPr>
        <w:t>ируют 18</w:t>
      </w:r>
      <w:r w:rsidRPr="00FF09FA">
        <w:rPr>
          <w:sz w:val="24"/>
          <w:szCs w:val="24"/>
        </w:rPr>
        <w:t xml:space="preserve"> школьных спортивных клубов. </w:t>
      </w:r>
    </w:p>
    <w:p w:rsidR="00C60499" w:rsidRPr="00FF09FA" w:rsidRDefault="0086405B" w:rsidP="00C9529C">
      <w:pPr>
        <w:shd w:val="clear" w:color="auto" w:fill="FFFFFF"/>
        <w:spacing w:line="240" w:lineRule="auto"/>
        <w:ind w:firstLine="708"/>
        <w:jc w:val="both"/>
        <w:rPr>
          <w:sz w:val="24"/>
          <w:szCs w:val="24"/>
          <w:shd w:val="clear" w:color="auto" w:fill="FFFFFF"/>
        </w:rPr>
      </w:pPr>
      <w:r w:rsidRPr="00FF09FA">
        <w:rPr>
          <w:sz w:val="24"/>
          <w:szCs w:val="24"/>
        </w:rPr>
        <w:t xml:space="preserve">Активно </w:t>
      </w:r>
      <w:r w:rsidR="00044A7A" w:rsidRPr="00FF09FA">
        <w:rPr>
          <w:sz w:val="24"/>
          <w:szCs w:val="24"/>
        </w:rPr>
        <w:t xml:space="preserve">развивается на территории </w:t>
      </w:r>
      <w:proofErr w:type="spellStart"/>
      <w:r w:rsidR="00044A7A" w:rsidRPr="00FF09FA">
        <w:rPr>
          <w:sz w:val="24"/>
          <w:szCs w:val="24"/>
        </w:rPr>
        <w:t>Ярцевского</w:t>
      </w:r>
      <w:proofErr w:type="spellEnd"/>
      <w:r w:rsidR="00044A7A" w:rsidRPr="00FF09FA">
        <w:rPr>
          <w:sz w:val="24"/>
          <w:szCs w:val="24"/>
        </w:rPr>
        <w:t xml:space="preserve"> округа</w:t>
      </w:r>
      <w:r w:rsidR="00FB391A">
        <w:rPr>
          <w:sz w:val="24"/>
          <w:szCs w:val="24"/>
        </w:rPr>
        <w:t xml:space="preserve"> юнармейское движение. В 2025</w:t>
      </w:r>
      <w:r w:rsidRPr="00FF09FA">
        <w:rPr>
          <w:sz w:val="24"/>
          <w:szCs w:val="24"/>
        </w:rPr>
        <w:t xml:space="preserve"> году </w:t>
      </w:r>
      <w:proofErr w:type="spellStart"/>
      <w:r w:rsidRPr="00FF09FA">
        <w:rPr>
          <w:sz w:val="24"/>
          <w:szCs w:val="24"/>
        </w:rPr>
        <w:t>ярцевские</w:t>
      </w:r>
      <w:proofErr w:type="spellEnd"/>
      <w:r w:rsidRPr="00FF09FA">
        <w:rPr>
          <w:sz w:val="24"/>
          <w:szCs w:val="24"/>
        </w:rPr>
        <w:t xml:space="preserve"> юнармейцы </w:t>
      </w:r>
      <w:r w:rsidR="00FB391A">
        <w:rPr>
          <w:sz w:val="24"/>
          <w:szCs w:val="24"/>
        </w:rPr>
        <w:t>заняли второ</w:t>
      </w:r>
      <w:r w:rsidR="00BA457C" w:rsidRPr="00FF09FA">
        <w:rPr>
          <w:sz w:val="24"/>
          <w:szCs w:val="24"/>
        </w:rPr>
        <w:t xml:space="preserve">е место в региональном этапе </w:t>
      </w:r>
      <w:r w:rsidR="00BA457C" w:rsidRPr="00FF09FA">
        <w:rPr>
          <w:sz w:val="24"/>
          <w:szCs w:val="24"/>
          <w:shd w:val="clear" w:color="auto" w:fill="FFFFFF"/>
        </w:rPr>
        <w:t>Всероссийской игры «Зарница 2.0» для возрастной категории 14-17 лет.</w:t>
      </w:r>
    </w:p>
    <w:p w:rsidR="0086405B" w:rsidRPr="00FF09FA" w:rsidRDefault="0086405B" w:rsidP="00C9529C">
      <w:pPr>
        <w:shd w:val="clear" w:color="auto" w:fill="FFFFFF"/>
        <w:spacing w:line="240" w:lineRule="auto"/>
        <w:ind w:firstLine="708"/>
        <w:jc w:val="both"/>
        <w:rPr>
          <w:sz w:val="24"/>
          <w:szCs w:val="24"/>
        </w:rPr>
      </w:pPr>
      <w:r w:rsidRPr="00FF09FA">
        <w:rPr>
          <w:sz w:val="24"/>
          <w:szCs w:val="24"/>
        </w:rPr>
        <w:t xml:space="preserve">Продолжается работа по выявлению и поддержке талантливой молодёжи, а районе учреждены ежегодные премии: имени Ю.А. Гагарина, имени Кирилла и </w:t>
      </w:r>
      <w:proofErr w:type="spellStart"/>
      <w:r w:rsidRPr="00FF09FA">
        <w:rPr>
          <w:sz w:val="24"/>
          <w:szCs w:val="24"/>
        </w:rPr>
        <w:t>Мефодия</w:t>
      </w:r>
      <w:proofErr w:type="spellEnd"/>
      <w:r w:rsidRPr="00FF09FA">
        <w:rPr>
          <w:sz w:val="24"/>
          <w:szCs w:val="24"/>
        </w:rPr>
        <w:t>, премия Главы муниципальн</w:t>
      </w:r>
      <w:r w:rsidR="00C16E09">
        <w:rPr>
          <w:sz w:val="24"/>
          <w:szCs w:val="24"/>
        </w:rPr>
        <w:t>ого образования «</w:t>
      </w:r>
      <w:proofErr w:type="spellStart"/>
      <w:r w:rsidR="00C16E09">
        <w:rPr>
          <w:sz w:val="24"/>
          <w:szCs w:val="24"/>
        </w:rPr>
        <w:t>Ярцевский</w:t>
      </w:r>
      <w:proofErr w:type="spellEnd"/>
      <w:r w:rsidR="00C16E09">
        <w:rPr>
          <w:sz w:val="24"/>
          <w:szCs w:val="24"/>
        </w:rPr>
        <w:t xml:space="preserve"> муниципальный округ</w:t>
      </w:r>
      <w:r w:rsidRPr="00FF09FA">
        <w:rPr>
          <w:sz w:val="24"/>
          <w:szCs w:val="24"/>
        </w:rPr>
        <w:t>» Смоленской области «Лучший студент года», молодежная премия «Прорыв».</w:t>
      </w:r>
    </w:p>
    <w:p w:rsidR="0086405B" w:rsidRPr="00FF09FA" w:rsidRDefault="0086405B" w:rsidP="00C9529C">
      <w:pPr>
        <w:shd w:val="clear" w:color="auto" w:fill="FFFFFF"/>
        <w:spacing w:line="240" w:lineRule="auto"/>
        <w:ind w:firstLine="708"/>
        <w:jc w:val="both"/>
        <w:rPr>
          <w:sz w:val="24"/>
          <w:szCs w:val="24"/>
        </w:rPr>
      </w:pPr>
      <w:r w:rsidRPr="00FF09FA">
        <w:rPr>
          <w:spacing w:val="5"/>
          <w:sz w:val="24"/>
          <w:szCs w:val="24"/>
          <w:bdr w:val="none" w:sz="0" w:space="0" w:color="auto" w:frame="1"/>
        </w:rPr>
        <w:t xml:space="preserve">В соответствии с Федеральным законом от 14 июля 2022 года № 261-ФЗ «О российском движении детей и молодежи» на территории </w:t>
      </w:r>
      <w:proofErr w:type="spellStart"/>
      <w:r w:rsidRPr="00FF09FA">
        <w:rPr>
          <w:spacing w:val="5"/>
          <w:sz w:val="24"/>
          <w:szCs w:val="24"/>
          <w:bdr w:val="none" w:sz="0" w:space="0" w:color="auto" w:frame="1"/>
        </w:rPr>
        <w:t>Ярцевского</w:t>
      </w:r>
      <w:proofErr w:type="spellEnd"/>
      <w:r w:rsidRPr="00FF09FA">
        <w:rPr>
          <w:spacing w:val="5"/>
          <w:sz w:val="24"/>
          <w:szCs w:val="24"/>
          <w:bdr w:val="none" w:sz="0" w:space="0" w:color="auto" w:frame="1"/>
        </w:rPr>
        <w:t xml:space="preserve"> </w:t>
      </w:r>
      <w:r w:rsidR="00380BFB">
        <w:rPr>
          <w:spacing w:val="5"/>
          <w:sz w:val="24"/>
          <w:szCs w:val="24"/>
          <w:bdr w:val="none" w:sz="0" w:space="0" w:color="auto" w:frame="1"/>
        </w:rPr>
        <w:t>округ</w:t>
      </w:r>
      <w:r w:rsidRPr="00FF09FA">
        <w:rPr>
          <w:spacing w:val="5"/>
          <w:sz w:val="24"/>
          <w:szCs w:val="24"/>
          <w:bdr w:val="none" w:sz="0" w:space="0" w:color="auto" w:frame="1"/>
        </w:rPr>
        <w:t>а проводится работа по развитию Общероссийского общественно-государственного движения детей и молодежи «Движение</w:t>
      </w:r>
      <w:proofErr w:type="gramStart"/>
      <w:r w:rsidRPr="00FF09FA">
        <w:rPr>
          <w:spacing w:val="5"/>
          <w:sz w:val="24"/>
          <w:szCs w:val="24"/>
          <w:bdr w:val="none" w:sz="0" w:space="0" w:color="auto" w:frame="1"/>
        </w:rPr>
        <w:t xml:space="preserve"> П</w:t>
      </w:r>
      <w:proofErr w:type="gramEnd"/>
      <w:r w:rsidRPr="00FF09FA">
        <w:rPr>
          <w:spacing w:val="5"/>
          <w:sz w:val="24"/>
          <w:szCs w:val="24"/>
          <w:bdr w:val="none" w:sz="0" w:space="0" w:color="auto" w:frame="1"/>
        </w:rPr>
        <w:t>ервых». Создано местное отделение Движения, штаб ко</w:t>
      </w:r>
      <w:r w:rsidR="00380BFB">
        <w:rPr>
          <w:spacing w:val="5"/>
          <w:sz w:val="24"/>
          <w:szCs w:val="24"/>
          <w:bdr w:val="none" w:sz="0" w:space="0" w:color="auto" w:frame="1"/>
        </w:rPr>
        <w:t>торого расположен на базе Молодежного центра «Маяк</w:t>
      </w:r>
      <w:r w:rsidRPr="00FF09FA">
        <w:rPr>
          <w:spacing w:val="5"/>
          <w:sz w:val="24"/>
          <w:szCs w:val="24"/>
          <w:bdr w:val="none" w:sz="0" w:space="0" w:color="auto" w:frame="1"/>
        </w:rPr>
        <w:t>», на базе образов</w:t>
      </w:r>
      <w:r w:rsidR="00696F95">
        <w:rPr>
          <w:spacing w:val="5"/>
          <w:sz w:val="24"/>
          <w:szCs w:val="24"/>
          <w:bdr w:val="none" w:sz="0" w:space="0" w:color="auto" w:frame="1"/>
        </w:rPr>
        <w:t>ательных организаций работают 24</w:t>
      </w:r>
      <w:r w:rsidRPr="00FF09FA">
        <w:rPr>
          <w:spacing w:val="5"/>
          <w:sz w:val="24"/>
          <w:szCs w:val="24"/>
          <w:bdr w:val="none" w:sz="0" w:space="0" w:color="auto" w:frame="1"/>
        </w:rPr>
        <w:t xml:space="preserve"> первичных отделения РДДМ. </w:t>
      </w:r>
      <w:r w:rsidRPr="00FF09FA">
        <w:rPr>
          <w:noProof/>
          <w:sz w:val="24"/>
          <w:szCs w:val="24"/>
        </w:rPr>
        <w:t>Первичные отделения РДДМ успешно</w:t>
      </w:r>
      <w:r w:rsidRPr="00FF09FA">
        <w:rPr>
          <w:sz w:val="24"/>
          <w:szCs w:val="24"/>
        </w:rPr>
        <w:t xml:space="preserve"> реализуют многие мероп</w:t>
      </w:r>
      <w:r w:rsidR="00696F95">
        <w:rPr>
          <w:sz w:val="24"/>
          <w:szCs w:val="24"/>
        </w:rPr>
        <w:t>риятия и проекты Движения. По состоянию на декабрь 2025 года более 35</w:t>
      </w:r>
      <w:r w:rsidR="003821FF">
        <w:rPr>
          <w:sz w:val="24"/>
          <w:szCs w:val="24"/>
        </w:rPr>
        <w:t>00 детей и подростков вовлечены в Движение</w:t>
      </w:r>
      <w:proofErr w:type="gramStart"/>
      <w:r w:rsidR="003821FF">
        <w:rPr>
          <w:sz w:val="24"/>
          <w:szCs w:val="24"/>
        </w:rPr>
        <w:t xml:space="preserve"> П</w:t>
      </w:r>
      <w:proofErr w:type="gramEnd"/>
      <w:r w:rsidR="003821FF">
        <w:rPr>
          <w:sz w:val="24"/>
          <w:szCs w:val="24"/>
        </w:rPr>
        <w:t>ервых.</w:t>
      </w:r>
    </w:p>
    <w:p w:rsidR="0086405B" w:rsidRPr="00FF09FA" w:rsidRDefault="0086405B" w:rsidP="00C9529C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FF09FA">
        <w:rPr>
          <w:rFonts w:ascii="Times New Roman" w:hAnsi="Times New Roman"/>
          <w:sz w:val="24"/>
          <w:szCs w:val="24"/>
        </w:rPr>
        <w:t xml:space="preserve">В целях поддержки и развития волонтерского движения ежегодно  на территории </w:t>
      </w:r>
      <w:proofErr w:type="spellStart"/>
      <w:r w:rsidRPr="00FF09FA">
        <w:rPr>
          <w:rFonts w:ascii="Times New Roman" w:hAnsi="Times New Roman"/>
          <w:sz w:val="24"/>
          <w:szCs w:val="24"/>
        </w:rPr>
        <w:t>Ярцевского</w:t>
      </w:r>
      <w:proofErr w:type="spellEnd"/>
      <w:r w:rsidRPr="00FF09FA">
        <w:rPr>
          <w:rFonts w:ascii="Times New Roman" w:hAnsi="Times New Roman"/>
          <w:sz w:val="24"/>
          <w:szCs w:val="24"/>
        </w:rPr>
        <w:t xml:space="preserve"> </w:t>
      </w:r>
      <w:r w:rsidR="00815061">
        <w:rPr>
          <w:rFonts w:ascii="Times New Roman" w:hAnsi="Times New Roman"/>
          <w:sz w:val="24"/>
          <w:szCs w:val="24"/>
        </w:rPr>
        <w:t>округ</w:t>
      </w:r>
      <w:r w:rsidRPr="00FF09FA">
        <w:rPr>
          <w:rFonts w:ascii="Times New Roman" w:hAnsi="Times New Roman"/>
          <w:sz w:val="24"/>
          <w:szCs w:val="24"/>
        </w:rPr>
        <w:t>а проходит общероссийская акция</w:t>
      </w:r>
      <w:r w:rsidR="006225F3" w:rsidRPr="00FF09FA">
        <w:rPr>
          <w:rFonts w:ascii="Times New Roman" w:hAnsi="Times New Roman"/>
          <w:sz w:val="24"/>
          <w:szCs w:val="24"/>
        </w:rPr>
        <w:t xml:space="preserve"> «Весенняя </w:t>
      </w:r>
      <w:r w:rsidR="00815061">
        <w:rPr>
          <w:rFonts w:ascii="Times New Roman" w:hAnsi="Times New Roman"/>
          <w:sz w:val="24"/>
          <w:szCs w:val="24"/>
        </w:rPr>
        <w:t>неделя добра», в 2025</w:t>
      </w:r>
      <w:r w:rsidRPr="00FF09FA">
        <w:rPr>
          <w:rFonts w:ascii="Times New Roman" w:hAnsi="Times New Roman"/>
          <w:sz w:val="24"/>
          <w:szCs w:val="24"/>
        </w:rPr>
        <w:t xml:space="preserve"> г</w:t>
      </w:r>
      <w:r w:rsidR="00D343B7">
        <w:rPr>
          <w:rFonts w:ascii="Times New Roman" w:hAnsi="Times New Roman"/>
          <w:sz w:val="24"/>
          <w:szCs w:val="24"/>
        </w:rPr>
        <w:t>оду в рамках Акции проведено 198</w:t>
      </w:r>
      <w:r w:rsidRPr="00FF09FA">
        <w:rPr>
          <w:rFonts w:ascii="Times New Roman" w:hAnsi="Times New Roman"/>
          <w:sz w:val="24"/>
          <w:szCs w:val="24"/>
        </w:rPr>
        <w:t xml:space="preserve"> мероприятий. Акция объединила 18 образовательных учреждений </w:t>
      </w:r>
      <w:r w:rsidR="00D343B7">
        <w:rPr>
          <w:rFonts w:ascii="Times New Roman" w:hAnsi="Times New Roman"/>
          <w:sz w:val="24"/>
          <w:szCs w:val="24"/>
        </w:rPr>
        <w:t>округ</w:t>
      </w:r>
      <w:r w:rsidRPr="00FF09FA">
        <w:rPr>
          <w:rFonts w:ascii="Times New Roman" w:hAnsi="Times New Roman"/>
          <w:sz w:val="24"/>
          <w:szCs w:val="24"/>
        </w:rPr>
        <w:t xml:space="preserve">а и </w:t>
      </w:r>
      <w:r w:rsidR="00D343B7">
        <w:rPr>
          <w:rFonts w:ascii="Times New Roman" w:hAnsi="Times New Roman"/>
          <w:sz w:val="24"/>
          <w:szCs w:val="24"/>
        </w:rPr>
        <w:t>3567 участников</w:t>
      </w:r>
      <w:r w:rsidRPr="00FF09FA">
        <w:rPr>
          <w:rFonts w:ascii="Times New Roman" w:hAnsi="Times New Roman"/>
          <w:sz w:val="24"/>
          <w:szCs w:val="24"/>
        </w:rPr>
        <w:t>. Общее к</w:t>
      </w:r>
      <w:r w:rsidR="00D343B7">
        <w:rPr>
          <w:rFonts w:ascii="Times New Roman" w:hAnsi="Times New Roman"/>
          <w:sz w:val="24"/>
          <w:szCs w:val="24"/>
        </w:rPr>
        <w:t xml:space="preserve">оличество </w:t>
      </w:r>
      <w:proofErr w:type="spellStart"/>
      <w:r w:rsidR="00D343B7">
        <w:rPr>
          <w:rFonts w:ascii="Times New Roman" w:hAnsi="Times New Roman"/>
          <w:sz w:val="24"/>
          <w:szCs w:val="24"/>
        </w:rPr>
        <w:t>благополучателей</w:t>
      </w:r>
      <w:proofErr w:type="spellEnd"/>
      <w:r w:rsidR="00D343B7">
        <w:rPr>
          <w:rFonts w:ascii="Times New Roman" w:hAnsi="Times New Roman"/>
          <w:sz w:val="24"/>
          <w:szCs w:val="24"/>
        </w:rPr>
        <w:t>: 2217</w:t>
      </w:r>
      <w:r w:rsidRPr="00FF09FA">
        <w:rPr>
          <w:rFonts w:ascii="Times New Roman" w:hAnsi="Times New Roman"/>
          <w:sz w:val="24"/>
          <w:szCs w:val="24"/>
        </w:rPr>
        <w:t xml:space="preserve"> человека, 37 учреждений, 9 организаций.</w:t>
      </w:r>
    </w:p>
    <w:p w:rsidR="0086405B" w:rsidRPr="00FF09FA" w:rsidRDefault="0073540F" w:rsidP="00C9529C">
      <w:pPr>
        <w:spacing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2025</w:t>
      </w:r>
      <w:r w:rsidR="0086405B" w:rsidRPr="00FF09FA">
        <w:rPr>
          <w:sz w:val="24"/>
          <w:szCs w:val="24"/>
        </w:rPr>
        <w:t xml:space="preserve"> году</w:t>
      </w:r>
      <w:r>
        <w:rPr>
          <w:sz w:val="24"/>
          <w:szCs w:val="24"/>
          <w:shd w:val="clear" w:color="auto" w:fill="FFFFFF"/>
        </w:rPr>
        <w:t xml:space="preserve"> на базе Молодежного центра «Маяк»</w:t>
      </w:r>
      <w:r w:rsidR="0086405B" w:rsidRPr="00FF09FA">
        <w:rPr>
          <w:sz w:val="24"/>
          <w:szCs w:val="24"/>
          <w:shd w:val="clear" w:color="auto" w:fill="FFFFFF"/>
        </w:rPr>
        <w:t xml:space="preserve"> продолжил свою работу оперативный волонтерский штаб </w:t>
      </w:r>
      <w:hyperlink r:id="rId10" w:history="1">
        <w:r w:rsidR="0086405B" w:rsidRPr="003821FF">
          <w:rPr>
            <w:rStyle w:val="a3"/>
            <w:rFonts w:eastAsia="Arial"/>
            <w:color w:val="auto"/>
            <w:sz w:val="24"/>
            <w:szCs w:val="24"/>
            <w:u w:val="none"/>
            <w:shd w:val="clear" w:color="auto" w:fill="FFFFFF"/>
          </w:rPr>
          <w:t>#МЫВМЕСТЕ</w:t>
        </w:r>
      </w:hyperlink>
      <w:r w:rsidR="0086405B" w:rsidRPr="00FF09FA">
        <w:rPr>
          <w:sz w:val="24"/>
          <w:szCs w:val="24"/>
          <w:shd w:val="clear" w:color="auto" w:fill="FFFFFF"/>
        </w:rPr>
        <w:t xml:space="preserve">, основная задача которого - сбор гуманитарной помощи вынужденным переселенцам с Юго-востока Украины, а также  </w:t>
      </w:r>
      <w:r w:rsidR="0086405B" w:rsidRPr="00FF09FA">
        <w:rPr>
          <w:sz w:val="24"/>
          <w:szCs w:val="24"/>
        </w:rPr>
        <w:t>помощи военнослужащим, находящимся при исполнении служебного долга, семьям мобилизованных в рамках региональной акции #</w:t>
      </w:r>
      <w:proofErr w:type="spellStart"/>
      <w:r w:rsidR="0086405B" w:rsidRPr="00FF09FA">
        <w:rPr>
          <w:sz w:val="24"/>
          <w:szCs w:val="24"/>
        </w:rPr>
        <w:t>Нашим</w:t>
      </w:r>
      <w:proofErr w:type="gramStart"/>
      <w:r w:rsidR="0086405B" w:rsidRPr="00FF09FA">
        <w:rPr>
          <w:sz w:val="24"/>
          <w:szCs w:val="24"/>
        </w:rPr>
        <w:t>Z</w:t>
      </w:r>
      <w:proofErr w:type="gramEnd"/>
      <w:r w:rsidR="0086405B" w:rsidRPr="00FF09FA">
        <w:rPr>
          <w:sz w:val="24"/>
          <w:szCs w:val="24"/>
        </w:rPr>
        <w:t>ащитникам</w:t>
      </w:r>
      <w:proofErr w:type="spellEnd"/>
      <w:r w:rsidR="0086405B" w:rsidRPr="00FF09FA">
        <w:rPr>
          <w:sz w:val="24"/>
          <w:szCs w:val="24"/>
        </w:rPr>
        <w:t>.</w:t>
      </w:r>
    </w:p>
    <w:p w:rsidR="0086405B" w:rsidRPr="004466F6" w:rsidRDefault="0086405B" w:rsidP="00C9529C">
      <w:pPr>
        <w:pStyle w:val="af4"/>
        <w:shd w:val="clear" w:color="auto" w:fill="FFFFFF"/>
        <w:spacing w:before="0" w:beforeAutospacing="0" w:after="0" w:afterAutospacing="0"/>
        <w:ind w:firstLine="708"/>
        <w:jc w:val="both"/>
      </w:pPr>
      <w:r w:rsidRPr="00FF09FA">
        <w:t>Продолжает свою работу клуб Большой перемены при Центре детского творчества, объединяющий более 100 а</w:t>
      </w:r>
      <w:r w:rsidR="00AA71B2" w:rsidRPr="00FF09FA">
        <w:t xml:space="preserve">ктивных представителей молодежи и </w:t>
      </w:r>
      <w:r w:rsidRPr="00FF09FA">
        <w:t xml:space="preserve">«Школа молодого журналиста», результатом деятельности  которой  является выпуск молодежной странички «МИГ» в районной газете «Вести </w:t>
      </w:r>
      <w:proofErr w:type="spellStart"/>
      <w:r w:rsidRPr="00FF09FA">
        <w:t>Привопья</w:t>
      </w:r>
      <w:proofErr w:type="spellEnd"/>
      <w:r w:rsidRPr="00FF09FA">
        <w:t>».</w:t>
      </w:r>
      <w:r w:rsidR="004466F6">
        <w:t xml:space="preserve"> </w:t>
      </w:r>
    </w:p>
    <w:p w:rsidR="0086405B" w:rsidRPr="00FF09FA" w:rsidRDefault="0086405B" w:rsidP="00C9529C">
      <w:pPr>
        <w:spacing w:line="240" w:lineRule="auto"/>
        <w:ind w:firstLine="720"/>
        <w:jc w:val="both"/>
        <w:rPr>
          <w:sz w:val="24"/>
          <w:szCs w:val="24"/>
        </w:rPr>
      </w:pPr>
      <w:r w:rsidRPr="00FF09FA">
        <w:rPr>
          <w:sz w:val="24"/>
          <w:szCs w:val="24"/>
        </w:rPr>
        <w:t>Подро</w:t>
      </w:r>
      <w:r w:rsidR="004B5084">
        <w:rPr>
          <w:sz w:val="24"/>
          <w:szCs w:val="24"/>
        </w:rPr>
        <w:t xml:space="preserve">стки и молодежь </w:t>
      </w:r>
      <w:proofErr w:type="spellStart"/>
      <w:r w:rsidR="004B5084">
        <w:rPr>
          <w:sz w:val="24"/>
          <w:szCs w:val="24"/>
        </w:rPr>
        <w:t>Ярцевского</w:t>
      </w:r>
      <w:proofErr w:type="spellEnd"/>
      <w:r w:rsidR="004B5084">
        <w:rPr>
          <w:sz w:val="24"/>
          <w:szCs w:val="24"/>
        </w:rPr>
        <w:t xml:space="preserve"> округ</w:t>
      </w:r>
      <w:r w:rsidR="005E501D">
        <w:rPr>
          <w:sz w:val="24"/>
          <w:szCs w:val="24"/>
        </w:rPr>
        <w:t>а (1652 чел.) приняли участие в 205</w:t>
      </w:r>
      <w:r w:rsidRPr="00FF09FA">
        <w:rPr>
          <w:sz w:val="24"/>
          <w:szCs w:val="24"/>
        </w:rPr>
        <w:t xml:space="preserve"> мероприятиях областного и всероссийского уровня (в том числе в </w:t>
      </w:r>
      <w:proofErr w:type="spellStart"/>
      <w:r w:rsidRPr="00FF09FA">
        <w:rPr>
          <w:sz w:val="24"/>
          <w:szCs w:val="24"/>
        </w:rPr>
        <w:t>онлайн</w:t>
      </w:r>
      <w:proofErr w:type="spellEnd"/>
      <w:r w:rsidRPr="00FF09FA">
        <w:rPr>
          <w:sz w:val="24"/>
          <w:szCs w:val="24"/>
        </w:rPr>
        <w:t xml:space="preserve"> формате).</w:t>
      </w:r>
    </w:p>
    <w:p w:rsidR="0086405B" w:rsidRPr="00FF09FA" w:rsidRDefault="00860940" w:rsidP="00C9529C">
      <w:pPr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67</w:t>
      </w:r>
      <w:r w:rsidR="0086405B" w:rsidRPr="00FF09FA">
        <w:rPr>
          <w:sz w:val="24"/>
          <w:szCs w:val="24"/>
        </w:rPr>
        <w:t xml:space="preserve"> подростков муниципальн</w:t>
      </w:r>
      <w:r w:rsidR="005E501D">
        <w:rPr>
          <w:sz w:val="24"/>
          <w:szCs w:val="24"/>
        </w:rPr>
        <w:t>ого образования «</w:t>
      </w:r>
      <w:proofErr w:type="spellStart"/>
      <w:r w:rsidR="005E501D">
        <w:rPr>
          <w:sz w:val="24"/>
          <w:szCs w:val="24"/>
        </w:rPr>
        <w:t>Ярцевский</w:t>
      </w:r>
      <w:proofErr w:type="spellEnd"/>
      <w:r w:rsidR="005E501D">
        <w:rPr>
          <w:sz w:val="24"/>
          <w:szCs w:val="24"/>
        </w:rPr>
        <w:t xml:space="preserve"> муниципальный округ</w:t>
      </w:r>
      <w:r w:rsidR="0086405B" w:rsidRPr="00FF09FA">
        <w:rPr>
          <w:sz w:val="24"/>
          <w:szCs w:val="24"/>
        </w:rPr>
        <w:t xml:space="preserve">» Смоленской области </w:t>
      </w:r>
      <w:r w:rsidR="005E501D">
        <w:rPr>
          <w:sz w:val="24"/>
          <w:szCs w:val="24"/>
        </w:rPr>
        <w:t>в 2025</w:t>
      </w:r>
      <w:r w:rsidR="0086405B" w:rsidRPr="00FF09FA">
        <w:rPr>
          <w:sz w:val="24"/>
          <w:szCs w:val="24"/>
        </w:rPr>
        <w:t xml:space="preserve"> году приняли участие в областных профильных сменах и лагерях в качестве участни</w:t>
      </w:r>
      <w:r w:rsidR="009851B1" w:rsidRPr="00FF09FA">
        <w:rPr>
          <w:sz w:val="24"/>
          <w:szCs w:val="24"/>
        </w:rPr>
        <w:t xml:space="preserve">ков </w:t>
      </w:r>
      <w:r w:rsidR="0086405B" w:rsidRPr="00FF09FA">
        <w:rPr>
          <w:sz w:val="24"/>
          <w:szCs w:val="24"/>
        </w:rPr>
        <w:t xml:space="preserve"> </w:t>
      </w:r>
      <w:r w:rsidR="009851B1" w:rsidRPr="00FF09FA">
        <w:rPr>
          <w:sz w:val="24"/>
          <w:szCs w:val="24"/>
        </w:rPr>
        <w:t>(</w:t>
      </w:r>
      <w:r w:rsidR="0086405B" w:rsidRPr="00FF09FA">
        <w:rPr>
          <w:sz w:val="24"/>
          <w:szCs w:val="24"/>
        </w:rPr>
        <w:t xml:space="preserve">«Волонтеры Смоленщины», </w:t>
      </w:r>
      <w:r w:rsidR="00554F57">
        <w:rPr>
          <w:sz w:val="24"/>
          <w:szCs w:val="24"/>
        </w:rPr>
        <w:t>«Волонтеры Победы</w:t>
      </w:r>
      <w:r w:rsidR="00F24B36" w:rsidRPr="00FF09FA">
        <w:rPr>
          <w:sz w:val="24"/>
          <w:szCs w:val="24"/>
        </w:rPr>
        <w:t>», «Наследники Победы»,</w:t>
      </w:r>
      <w:r w:rsidR="0086405B" w:rsidRPr="00FF09FA">
        <w:rPr>
          <w:sz w:val="24"/>
          <w:szCs w:val="24"/>
        </w:rPr>
        <w:t xml:space="preserve"> сборы творческой молодежи </w:t>
      </w:r>
      <w:r w:rsidR="00554F57">
        <w:rPr>
          <w:sz w:val="24"/>
          <w:szCs w:val="24"/>
        </w:rPr>
        <w:t>«Сокол-2025</w:t>
      </w:r>
      <w:r w:rsidR="0086405B" w:rsidRPr="00FF09FA">
        <w:rPr>
          <w:sz w:val="24"/>
          <w:szCs w:val="24"/>
        </w:rPr>
        <w:t>», «Содружество</w:t>
      </w:r>
      <w:r w:rsidR="009851B1" w:rsidRPr="00FF09FA">
        <w:rPr>
          <w:sz w:val="24"/>
          <w:szCs w:val="24"/>
        </w:rPr>
        <w:t xml:space="preserve"> Орлят России», «Авангард</w:t>
      </w:r>
      <w:r w:rsidR="0086405B" w:rsidRPr="00FF09FA">
        <w:rPr>
          <w:sz w:val="24"/>
          <w:szCs w:val="24"/>
        </w:rPr>
        <w:t xml:space="preserve">», </w:t>
      </w:r>
      <w:r w:rsidR="00554F57">
        <w:rPr>
          <w:sz w:val="24"/>
          <w:szCs w:val="24"/>
        </w:rPr>
        <w:t>«Достигай!»</w:t>
      </w:r>
      <w:r w:rsidR="00511658">
        <w:rPr>
          <w:sz w:val="24"/>
          <w:szCs w:val="24"/>
        </w:rPr>
        <w:t>, «Патриот», «Движение</w:t>
      </w:r>
      <w:proofErr w:type="gramStart"/>
      <w:r w:rsidR="00511658">
        <w:rPr>
          <w:sz w:val="24"/>
          <w:szCs w:val="24"/>
        </w:rPr>
        <w:t xml:space="preserve"> П</w:t>
      </w:r>
      <w:proofErr w:type="gramEnd"/>
      <w:r w:rsidR="00511658">
        <w:rPr>
          <w:sz w:val="24"/>
          <w:szCs w:val="24"/>
        </w:rPr>
        <w:t>ервых»</w:t>
      </w:r>
      <w:r w:rsidR="0086405B" w:rsidRPr="00FF09FA">
        <w:rPr>
          <w:sz w:val="24"/>
          <w:szCs w:val="24"/>
        </w:rPr>
        <w:t xml:space="preserve">  и др.).</w:t>
      </w:r>
    </w:p>
    <w:p w:rsidR="0086405B" w:rsidRPr="00FF09FA" w:rsidRDefault="0086405B" w:rsidP="00C9529C">
      <w:pPr>
        <w:spacing w:line="240" w:lineRule="auto"/>
        <w:ind w:firstLine="720"/>
        <w:jc w:val="both"/>
        <w:rPr>
          <w:sz w:val="24"/>
          <w:szCs w:val="24"/>
        </w:rPr>
      </w:pPr>
      <w:proofErr w:type="gramStart"/>
      <w:r w:rsidRPr="00FF09FA">
        <w:rPr>
          <w:sz w:val="24"/>
          <w:szCs w:val="24"/>
        </w:rPr>
        <w:t xml:space="preserve">На мероприятия в рамках муниципальной программы  «Гражданско-патриотическое воспитание детей, подростков и молодежи в </w:t>
      </w:r>
      <w:r w:rsidR="00E264DE">
        <w:rPr>
          <w:sz w:val="24"/>
          <w:szCs w:val="24"/>
        </w:rPr>
        <w:t>муниципальном образовании «</w:t>
      </w:r>
      <w:proofErr w:type="spellStart"/>
      <w:r w:rsidR="00E264DE">
        <w:rPr>
          <w:sz w:val="24"/>
          <w:szCs w:val="24"/>
        </w:rPr>
        <w:t>Ярцевский</w:t>
      </w:r>
      <w:proofErr w:type="spellEnd"/>
      <w:r w:rsidR="00E264DE">
        <w:rPr>
          <w:sz w:val="24"/>
          <w:szCs w:val="24"/>
        </w:rPr>
        <w:t xml:space="preserve"> муниципальный округ»  Смоленской области» в 2025</w:t>
      </w:r>
      <w:r w:rsidRPr="00FF09FA">
        <w:rPr>
          <w:sz w:val="24"/>
          <w:szCs w:val="24"/>
        </w:rPr>
        <w:t xml:space="preserve"> году запланированы и из</w:t>
      </w:r>
      <w:r w:rsidR="00F662A9" w:rsidRPr="00FF09FA">
        <w:rPr>
          <w:sz w:val="24"/>
          <w:szCs w:val="24"/>
        </w:rPr>
        <w:t xml:space="preserve">расходованы  </w:t>
      </w:r>
      <w:r w:rsidR="00E264DE">
        <w:rPr>
          <w:sz w:val="24"/>
          <w:szCs w:val="24"/>
        </w:rPr>
        <w:t>2 123 947,37</w:t>
      </w:r>
      <w:r w:rsidR="00402D73">
        <w:rPr>
          <w:sz w:val="24"/>
          <w:szCs w:val="24"/>
        </w:rPr>
        <w:t xml:space="preserve"> </w:t>
      </w:r>
      <w:r w:rsidR="00E264DE">
        <w:rPr>
          <w:sz w:val="24"/>
          <w:szCs w:val="24"/>
        </w:rPr>
        <w:t>руб., из них 1 500</w:t>
      </w:r>
      <w:r w:rsidR="00402D73">
        <w:rPr>
          <w:sz w:val="24"/>
          <w:szCs w:val="24"/>
        </w:rPr>
        <w:t> 000,00 руб. – средства областного бюджета на ремонт и восстановле</w:t>
      </w:r>
      <w:r w:rsidR="00E264DE">
        <w:rPr>
          <w:sz w:val="24"/>
          <w:szCs w:val="24"/>
        </w:rPr>
        <w:t>ние «Братской могилы 13 советских граждан, расстрелянных немецко-фашистскими захватчиками</w:t>
      </w:r>
      <w:r w:rsidR="00402D73">
        <w:rPr>
          <w:sz w:val="24"/>
          <w:szCs w:val="24"/>
        </w:rPr>
        <w:t>»</w:t>
      </w:r>
      <w:r w:rsidRPr="00FF09FA">
        <w:rPr>
          <w:sz w:val="24"/>
          <w:szCs w:val="24"/>
        </w:rPr>
        <w:t>.</w:t>
      </w:r>
      <w:proofErr w:type="gramEnd"/>
    </w:p>
    <w:p w:rsidR="0086405B" w:rsidRPr="00FF09FA" w:rsidRDefault="0086405B" w:rsidP="00C9529C">
      <w:pPr>
        <w:spacing w:line="240" w:lineRule="auto"/>
        <w:jc w:val="both"/>
        <w:rPr>
          <w:sz w:val="24"/>
          <w:szCs w:val="24"/>
        </w:rPr>
      </w:pPr>
      <w:r w:rsidRPr="00FF09FA">
        <w:rPr>
          <w:color w:val="FF0000"/>
          <w:sz w:val="24"/>
          <w:szCs w:val="24"/>
        </w:rPr>
        <w:t> </w:t>
      </w:r>
      <w:r w:rsidRPr="00FF09FA">
        <w:rPr>
          <w:color w:val="FF0000"/>
          <w:sz w:val="24"/>
          <w:szCs w:val="24"/>
        </w:rPr>
        <w:tab/>
        <w:t xml:space="preserve"> </w:t>
      </w:r>
      <w:r w:rsidRPr="00FF09FA">
        <w:rPr>
          <w:sz w:val="24"/>
          <w:szCs w:val="24"/>
        </w:rPr>
        <w:t>Школьные музеи – это еще одно из главных направлений в работе с молодежью</w:t>
      </w:r>
      <w:r w:rsidRPr="00FF09FA">
        <w:rPr>
          <w:b/>
          <w:i/>
          <w:sz w:val="24"/>
          <w:szCs w:val="24"/>
        </w:rPr>
        <w:t>,</w:t>
      </w:r>
      <w:r w:rsidRPr="00FF09FA">
        <w:rPr>
          <w:sz w:val="24"/>
          <w:szCs w:val="24"/>
        </w:rPr>
        <w:t xml:space="preserve"> созданные во всех средних школах и индустриальном техникуме историко-краеведческие музеи проводят интересную по содержанию работу со школьниками. </w:t>
      </w:r>
    </w:p>
    <w:p w:rsidR="0086405B" w:rsidRPr="00FF09FA" w:rsidRDefault="0086405B" w:rsidP="00C9529C">
      <w:pPr>
        <w:spacing w:line="240" w:lineRule="auto"/>
        <w:ind w:firstLine="708"/>
        <w:jc w:val="both"/>
        <w:rPr>
          <w:sz w:val="24"/>
          <w:szCs w:val="24"/>
        </w:rPr>
      </w:pPr>
      <w:r w:rsidRPr="00FF09FA">
        <w:rPr>
          <w:sz w:val="24"/>
          <w:szCs w:val="24"/>
        </w:rPr>
        <w:lastRenderedPageBreak/>
        <w:t xml:space="preserve">Анализ </w:t>
      </w:r>
      <w:r w:rsidRPr="00FF09FA">
        <w:rPr>
          <w:rStyle w:val="FontStyle15"/>
          <w:sz w:val="24"/>
          <w:szCs w:val="24"/>
        </w:rPr>
        <w:t xml:space="preserve">выполнения показателей </w:t>
      </w:r>
      <w:r w:rsidRPr="00FF09FA">
        <w:rPr>
          <w:sz w:val="24"/>
          <w:szCs w:val="24"/>
        </w:rPr>
        <w:t>муниципальной программы</w:t>
      </w:r>
      <w:r w:rsidRPr="00FF09FA">
        <w:rPr>
          <w:b/>
          <w:sz w:val="24"/>
          <w:szCs w:val="24"/>
        </w:rPr>
        <w:t xml:space="preserve"> </w:t>
      </w:r>
      <w:r w:rsidRPr="00FF09FA">
        <w:rPr>
          <w:sz w:val="24"/>
          <w:szCs w:val="24"/>
        </w:rPr>
        <w:t xml:space="preserve">«Гражданско-патриотическое воспитание детей, подростков и молодёжи в </w:t>
      </w:r>
      <w:r w:rsidR="00404786">
        <w:rPr>
          <w:sz w:val="24"/>
          <w:szCs w:val="24"/>
        </w:rPr>
        <w:t>муниципальном образовании «</w:t>
      </w:r>
      <w:proofErr w:type="spellStart"/>
      <w:r w:rsidR="00404786">
        <w:rPr>
          <w:sz w:val="24"/>
          <w:szCs w:val="24"/>
        </w:rPr>
        <w:t>Ярцевский</w:t>
      </w:r>
      <w:proofErr w:type="spellEnd"/>
      <w:r w:rsidR="00404786">
        <w:rPr>
          <w:sz w:val="24"/>
          <w:szCs w:val="24"/>
        </w:rPr>
        <w:t xml:space="preserve"> муниципальный округ»  Смоленской области»  за 2025</w:t>
      </w:r>
      <w:r w:rsidRPr="00FF09FA">
        <w:rPr>
          <w:sz w:val="24"/>
          <w:szCs w:val="24"/>
        </w:rPr>
        <w:t xml:space="preserve"> год свидетельствует о повышении  эффективности проводим</w:t>
      </w:r>
      <w:r w:rsidR="00404786">
        <w:rPr>
          <w:sz w:val="24"/>
          <w:szCs w:val="24"/>
        </w:rPr>
        <w:t>ой патриотической работы в округе</w:t>
      </w:r>
      <w:r w:rsidRPr="00FF09FA">
        <w:rPr>
          <w:sz w:val="24"/>
          <w:szCs w:val="24"/>
        </w:rPr>
        <w:t>.</w:t>
      </w:r>
    </w:p>
    <w:p w:rsidR="0086405B" w:rsidRPr="00FF09FA" w:rsidRDefault="0086405B" w:rsidP="00C9529C">
      <w:pPr>
        <w:spacing w:line="240" w:lineRule="auto"/>
        <w:ind w:firstLine="720"/>
        <w:jc w:val="both"/>
        <w:rPr>
          <w:sz w:val="24"/>
          <w:szCs w:val="24"/>
        </w:rPr>
      </w:pPr>
      <w:r w:rsidRPr="00FF09FA">
        <w:rPr>
          <w:sz w:val="24"/>
          <w:szCs w:val="24"/>
        </w:rPr>
        <w:t>Отмечается рост числа детей, подростков и молодёжи, участвующей в мероприятиях по патрио</w:t>
      </w:r>
      <w:r w:rsidR="00404786">
        <w:rPr>
          <w:sz w:val="24"/>
          <w:szCs w:val="24"/>
        </w:rPr>
        <w:t>тическому воспитанию. Так в 2025</w:t>
      </w:r>
      <w:r w:rsidRPr="00FF09FA">
        <w:rPr>
          <w:sz w:val="24"/>
          <w:szCs w:val="24"/>
        </w:rPr>
        <w:t xml:space="preserve"> году доля подростков и молодежи в возрасте от 14 до 35 лет охваченных </w:t>
      </w:r>
      <w:r w:rsidR="00E9517B" w:rsidRPr="00FF09FA">
        <w:rPr>
          <w:sz w:val="24"/>
          <w:szCs w:val="24"/>
        </w:rPr>
        <w:t xml:space="preserve">гражданско-патриотическими </w:t>
      </w:r>
      <w:r w:rsidRPr="00FF09FA">
        <w:rPr>
          <w:sz w:val="24"/>
          <w:szCs w:val="24"/>
        </w:rPr>
        <w:t>мероприятиями, составила – 6750 чел. (60 %), в прошлом году этот показатель составил 58 %.</w:t>
      </w:r>
    </w:p>
    <w:p w:rsidR="0086405B" w:rsidRPr="00FF09FA" w:rsidRDefault="0086405B" w:rsidP="00C9529C">
      <w:pPr>
        <w:spacing w:line="240" w:lineRule="auto"/>
        <w:jc w:val="both"/>
        <w:rPr>
          <w:sz w:val="24"/>
          <w:szCs w:val="24"/>
        </w:rPr>
      </w:pPr>
      <w:r w:rsidRPr="00FF09FA">
        <w:rPr>
          <w:color w:val="FF0000"/>
          <w:sz w:val="24"/>
          <w:szCs w:val="24"/>
        </w:rPr>
        <w:tab/>
      </w:r>
      <w:r w:rsidRPr="00FF09FA">
        <w:rPr>
          <w:sz w:val="24"/>
          <w:szCs w:val="24"/>
        </w:rPr>
        <w:t>В вопросе реализации государственной политики в области патриотического воспитания детей, подростков и молодёж</w:t>
      </w:r>
      <w:r w:rsidR="00404786">
        <w:rPr>
          <w:sz w:val="24"/>
          <w:szCs w:val="24"/>
        </w:rPr>
        <w:t xml:space="preserve">и на территории </w:t>
      </w:r>
      <w:proofErr w:type="spellStart"/>
      <w:r w:rsidR="00404786">
        <w:rPr>
          <w:sz w:val="24"/>
          <w:szCs w:val="24"/>
        </w:rPr>
        <w:t>Ярцевского</w:t>
      </w:r>
      <w:proofErr w:type="spellEnd"/>
      <w:r w:rsidR="00404786">
        <w:rPr>
          <w:sz w:val="24"/>
          <w:szCs w:val="24"/>
        </w:rPr>
        <w:t xml:space="preserve"> округ</w:t>
      </w:r>
      <w:r w:rsidRPr="00FF09FA">
        <w:rPr>
          <w:sz w:val="24"/>
          <w:szCs w:val="24"/>
        </w:rPr>
        <w:t xml:space="preserve">а есть ещё нерешённые проблемы и направления, над которыми необходимо работать. Актуальными остаются вопросы материально-технического обеспечения деятельности по допризывной и призывной подготовке молодёжи: недостаточное количество пневматических винтовок, макетов автоматов, обмундирования. В идеале на территории </w:t>
      </w:r>
      <w:r w:rsidR="00404786">
        <w:rPr>
          <w:sz w:val="24"/>
          <w:szCs w:val="24"/>
        </w:rPr>
        <w:t>округ</w:t>
      </w:r>
      <w:r w:rsidRPr="00FF09FA">
        <w:rPr>
          <w:sz w:val="24"/>
          <w:szCs w:val="24"/>
        </w:rPr>
        <w:t xml:space="preserve">а необходим специальный комплекс, где будут различные полосы препятствий, тренажеры </w:t>
      </w:r>
      <w:r w:rsidR="00F55F9E">
        <w:rPr>
          <w:sz w:val="24"/>
          <w:szCs w:val="24"/>
        </w:rPr>
        <w:t xml:space="preserve">— большая застройка для занятий </w:t>
      </w:r>
      <w:r w:rsidRPr="00FF09FA">
        <w:rPr>
          <w:sz w:val="24"/>
          <w:szCs w:val="24"/>
        </w:rPr>
        <w:t xml:space="preserve">техническими и военно-прикладными видами спорта. </w:t>
      </w:r>
    </w:p>
    <w:p w:rsidR="0086405B" w:rsidRPr="00FF09FA" w:rsidRDefault="0086405B" w:rsidP="00C9529C">
      <w:pPr>
        <w:pStyle w:val="Default"/>
        <w:ind w:firstLine="708"/>
        <w:jc w:val="both"/>
        <w:rPr>
          <w:color w:val="auto"/>
        </w:rPr>
      </w:pPr>
      <w:r w:rsidRPr="00FF09FA">
        <w:rPr>
          <w:color w:val="auto"/>
        </w:rPr>
        <w:t xml:space="preserve">Необходима такая организация работы, которая обеспечивает физическую подготовку молодых людей, теоретическую и практическую военно-прикладную подготовку к службе в Вооруженных Силах Российской Федерации. Поэтому в планах на перспективу предстоит реализация таких направлений деятельности как – улучшение материально-технического обеспечения воспитательной базы, преодоление дефицита профессиональных кадров по военно-прикладной подготовке молодёжи, вовлечение в эту работу средств массовой информации.  </w:t>
      </w:r>
    </w:p>
    <w:p w:rsidR="0086405B" w:rsidRPr="00FF09FA" w:rsidRDefault="0086405B" w:rsidP="00C9529C">
      <w:pPr>
        <w:spacing w:line="240" w:lineRule="auto"/>
        <w:jc w:val="both"/>
        <w:rPr>
          <w:sz w:val="24"/>
          <w:szCs w:val="24"/>
        </w:rPr>
      </w:pPr>
      <w:r w:rsidRPr="00FF09FA">
        <w:rPr>
          <w:sz w:val="24"/>
          <w:szCs w:val="24"/>
        </w:rPr>
        <w:tab/>
        <w:t>Устаревшая материально-техническая база или ее отсутствие в образовательных организациях</w:t>
      </w:r>
      <w:r w:rsidR="006B6B97" w:rsidRPr="00FF09FA">
        <w:rPr>
          <w:sz w:val="24"/>
          <w:szCs w:val="24"/>
        </w:rPr>
        <w:t>, в</w:t>
      </w:r>
      <w:r w:rsidR="00382B5A" w:rsidRPr="00FF09FA">
        <w:rPr>
          <w:sz w:val="24"/>
          <w:szCs w:val="24"/>
        </w:rPr>
        <w:t xml:space="preserve"> общественных</w:t>
      </w:r>
      <w:r w:rsidRPr="00FF09FA">
        <w:rPr>
          <w:sz w:val="24"/>
          <w:szCs w:val="24"/>
        </w:rPr>
        <w:t xml:space="preserve"> патриотических объединениях снижает эффективность подготовки молодых граждан к военной службе в Вооруженных Силах Российской Федерации, а также интерес к изучению истории России, Смоленской области. </w:t>
      </w:r>
    </w:p>
    <w:p w:rsidR="0086405B" w:rsidRPr="00FF09FA" w:rsidRDefault="0086405B" w:rsidP="00C9529C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FF09FA">
        <w:rPr>
          <w:sz w:val="24"/>
          <w:szCs w:val="24"/>
        </w:rPr>
        <w:t xml:space="preserve">Решение этих и других проблем предполагается осуществить в рамках  муниципальной программы «Гражданско-патриотическое воспитание детей, подростков и молодёжи в </w:t>
      </w:r>
      <w:r w:rsidR="00382B5A" w:rsidRPr="00FF09FA">
        <w:rPr>
          <w:sz w:val="24"/>
          <w:szCs w:val="24"/>
        </w:rPr>
        <w:t xml:space="preserve">муниципальном образовании </w:t>
      </w:r>
      <w:r w:rsidR="00404786">
        <w:rPr>
          <w:sz w:val="24"/>
          <w:szCs w:val="24"/>
        </w:rPr>
        <w:t>«</w:t>
      </w:r>
      <w:proofErr w:type="spellStart"/>
      <w:r w:rsidR="00404786">
        <w:rPr>
          <w:sz w:val="24"/>
          <w:szCs w:val="24"/>
        </w:rPr>
        <w:t>Ярцевский</w:t>
      </w:r>
      <w:proofErr w:type="spellEnd"/>
      <w:r w:rsidR="00404786">
        <w:rPr>
          <w:sz w:val="24"/>
          <w:szCs w:val="24"/>
        </w:rPr>
        <w:t xml:space="preserve"> муниципальный округ»  Смоленской области»</w:t>
      </w:r>
      <w:r w:rsidRPr="00FF09FA">
        <w:rPr>
          <w:sz w:val="24"/>
          <w:szCs w:val="24"/>
        </w:rPr>
        <w:t>.</w:t>
      </w:r>
    </w:p>
    <w:p w:rsidR="0086405B" w:rsidRPr="00FF09FA" w:rsidRDefault="0086405B" w:rsidP="00C9529C">
      <w:pPr>
        <w:pStyle w:val="Default"/>
        <w:ind w:firstLine="708"/>
        <w:jc w:val="both"/>
        <w:rPr>
          <w:color w:val="auto"/>
        </w:rPr>
      </w:pPr>
      <w:r w:rsidRPr="00FF09FA">
        <w:rPr>
          <w:color w:val="auto"/>
        </w:rPr>
        <w:t xml:space="preserve">Разработка </w:t>
      </w:r>
      <w:r w:rsidR="00404786">
        <w:rPr>
          <w:color w:val="auto"/>
        </w:rPr>
        <w:t>муниципальной  программы на 2026 год и плановый период 2027 и 2028</w:t>
      </w:r>
      <w:r w:rsidRPr="00FF09FA">
        <w:rPr>
          <w:color w:val="auto"/>
        </w:rPr>
        <w:t xml:space="preserve">  годов вызвана: </w:t>
      </w:r>
    </w:p>
    <w:p w:rsidR="0086405B" w:rsidRPr="00FF09FA" w:rsidRDefault="0086405B" w:rsidP="00C9529C">
      <w:pPr>
        <w:pStyle w:val="Default"/>
        <w:ind w:firstLine="708"/>
        <w:jc w:val="both"/>
        <w:rPr>
          <w:color w:val="auto"/>
        </w:rPr>
      </w:pPr>
      <w:r w:rsidRPr="00FF09FA">
        <w:rPr>
          <w:b/>
          <w:bCs/>
          <w:color w:val="auto"/>
        </w:rPr>
        <w:t xml:space="preserve">- </w:t>
      </w:r>
      <w:r w:rsidRPr="00FF09FA">
        <w:rPr>
          <w:color w:val="auto"/>
        </w:rPr>
        <w:t xml:space="preserve">необходимостью проведения политики по созданию условий для формирования системы воспитания подрастающего поколения в соответствии с их потребностями и общественными запросами; </w:t>
      </w:r>
    </w:p>
    <w:p w:rsidR="0086405B" w:rsidRPr="00FF09FA" w:rsidRDefault="0086405B" w:rsidP="00C9529C">
      <w:pPr>
        <w:pStyle w:val="Default"/>
        <w:ind w:firstLine="708"/>
        <w:jc w:val="both"/>
        <w:rPr>
          <w:color w:val="auto"/>
        </w:rPr>
      </w:pPr>
      <w:r w:rsidRPr="00FF09FA">
        <w:rPr>
          <w:b/>
          <w:bCs/>
          <w:color w:val="auto"/>
        </w:rPr>
        <w:t xml:space="preserve">- </w:t>
      </w:r>
      <w:r w:rsidRPr="00FF09FA">
        <w:rPr>
          <w:color w:val="auto"/>
        </w:rPr>
        <w:t xml:space="preserve">необходимостью разработки и реализации новых подходов к определению приоритетов и основополагающих принципов гражданского и патриотического воспитания как одного из важнейших направлений государственной политики; </w:t>
      </w:r>
    </w:p>
    <w:p w:rsidR="0086405B" w:rsidRPr="00FF09FA" w:rsidRDefault="0086405B" w:rsidP="00C9529C">
      <w:pPr>
        <w:pStyle w:val="Default"/>
        <w:ind w:firstLine="708"/>
        <w:jc w:val="both"/>
        <w:rPr>
          <w:color w:val="auto"/>
        </w:rPr>
      </w:pPr>
      <w:r w:rsidRPr="00FF09FA">
        <w:rPr>
          <w:b/>
          <w:bCs/>
          <w:color w:val="auto"/>
        </w:rPr>
        <w:t xml:space="preserve">- </w:t>
      </w:r>
      <w:r w:rsidRPr="00FF09FA">
        <w:rPr>
          <w:color w:val="auto"/>
        </w:rPr>
        <w:t>формиров</w:t>
      </w:r>
      <w:r w:rsidR="00404786">
        <w:rPr>
          <w:color w:val="auto"/>
        </w:rPr>
        <w:t xml:space="preserve">анием у жителей </w:t>
      </w:r>
      <w:proofErr w:type="spellStart"/>
      <w:r w:rsidR="00404786">
        <w:rPr>
          <w:color w:val="auto"/>
        </w:rPr>
        <w:t>Ярцевского</w:t>
      </w:r>
      <w:proofErr w:type="spellEnd"/>
      <w:r w:rsidR="00404786">
        <w:rPr>
          <w:color w:val="auto"/>
        </w:rPr>
        <w:t xml:space="preserve"> округ</w:t>
      </w:r>
      <w:r w:rsidRPr="00FF09FA">
        <w:rPr>
          <w:color w:val="auto"/>
        </w:rPr>
        <w:t xml:space="preserve">а высокого патриотического сознания, верности Отечеству и своей малой Родине, готовности к выполнению конституционных обязанностей. </w:t>
      </w:r>
    </w:p>
    <w:p w:rsidR="0086405B" w:rsidRPr="00FF09FA" w:rsidRDefault="0086405B" w:rsidP="00C9529C">
      <w:pPr>
        <w:pStyle w:val="Default"/>
        <w:ind w:firstLine="708"/>
        <w:jc w:val="both"/>
        <w:rPr>
          <w:color w:val="auto"/>
        </w:rPr>
      </w:pPr>
      <w:proofErr w:type="gramStart"/>
      <w:r w:rsidRPr="00FF09FA">
        <w:rPr>
          <w:color w:val="auto"/>
        </w:rPr>
        <w:t xml:space="preserve">Муниципальная программа включает в себя комплекс организационных, методических, исследовательских и информационных мероприятий по дальнейшему развитию и совершенствованию системы гражданского и патриотического воспитания детей, подростков и молодёжи, направленных на становление патриотизма в качестве нравственной основы формирования их активной жизненной позиции, и созданию системы по подготовке граждан к службе в Вооруженных Силах Российской Федерации. </w:t>
      </w:r>
      <w:proofErr w:type="gramEnd"/>
    </w:p>
    <w:p w:rsidR="0086405B" w:rsidRPr="00FF09FA" w:rsidRDefault="0086405B" w:rsidP="00C9529C">
      <w:pPr>
        <w:pStyle w:val="Default"/>
        <w:ind w:firstLine="708"/>
        <w:jc w:val="both"/>
        <w:rPr>
          <w:color w:val="auto"/>
        </w:rPr>
      </w:pPr>
      <w:proofErr w:type="gramStart"/>
      <w:r w:rsidRPr="00FF09FA">
        <w:rPr>
          <w:color w:val="auto"/>
        </w:rPr>
        <w:t xml:space="preserve">Муниципальная программа ориентирована на детей, подростков и молодёжь, проживающих на территории </w:t>
      </w:r>
      <w:r w:rsidR="0080071A" w:rsidRPr="00FF09FA">
        <w:rPr>
          <w:color w:val="auto"/>
        </w:rPr>
        <w:t xml:space="preserve">муниципального образования </w:t>
      </w:r>
      <w:r w:rsidR="00404786">
        <w:t>«</w:t>
      </w:r>
      <w:proofErr w:type="spellStart"/>
      <w:r w:rsidR="00404786">
        <w:t>Ярцевский</w:t>
      </w:r>
      <w:proofErr w:type="spellEnd"/>
      <w:r w:rsidR="00404786">
        <w:t xml:space="preserve"> муниципальный округ» Смоленской области»</w:t>
      </w:r>
      <w:r w:rsidRPr="00FF09FA">
        <w:rPr>
          <w:color w:val="auto"/>
        </w:rPr>
        <w:t xml:space="preserve">, имеет открытый характер и доступна для участия в ее </w:t>
      </w:r>
      <w:r w:rsidRPr="00FF09FA">
        <w:rPr>
          <w:color w:val="auto"/>
        </w:rPr>
        <w:lastRenderedPageBreak/>
        <w:t xml:space="preserve">реализации общественных движений и объединений с собственными инициативами и проектами. </w:t>
      </w:r>
      <w:proofErr w:type="gramEnd"/>
    </w:p>
    <w:p w:rsidR="0086405B" w:rsidRPr="00FF09FA" w:rsidRDefault="0086405B" w:rsidP="00C9529C">
      <w:pPr>
        <w:pStyle w:val="Default"/>
        <w:ind w:firstLine="708"/>
        <w:jc w:val="both"/>
        <w:rPr>
          <w:color w:val="auto"/>
        </w:rPr>
      </w:pPr>
      <w:r w:rsidRPr="00FF09FA">
        <w:rPr>
          <w:color w:val="auto"/>
        </w:rPr>
        <w:t xml:space="preserve">Результатом реализации муниципальной программы предполагается положительная динамика роста патриотизма. </w:t>
      </w:r>
    </w:p>
    <w:p w:rsidR="0086405B" w:rsidRPr="00FF09FA" w:rsidRDefault="0086405B" w:rsidP="00C9529C">
      <w:pPr>
        <w:pStyle w:val="Default"/>
        <w:spacing w:after="240"/>
        <w:ind w:firstLine="708"/>
        <w:jc w:val="both"/>
        <w:rPr>
          <w:color w:val="auto"/>
        </w:rPr>
      </w:pPr>
      <w:r w:rsidRPr="00FF09FA">
        <w:rPr>
          <w:color w:val="auto"/>
        </w:rPr>
        <w:t xml:space="preserve">Применение программно-целевого метода позволит </w:t>
      </w:r>
      <w:r w:rsidRPr="00FF09FA">
        <w:rPr>
          <w:b/>
          <w:bCs/>
          <w:color w:val="auto"/>
        </w:rPr>
        <w:t xml:space="preserve"> </w:t>
      </w:r>
      <w:r w:rsidRPr="00FF09FA">
        <w:rPr>
          <w:color w:val="auto"/>
        </w:rPr>
        <w:t xml:space="preserve">обеспечить </w:t>
      </w:r>
      <w:proofErr w:type="spellStart"/>
      <w:r w:rsidRPr="00FF09FA">
        <w:rPr>
          <w:color w:val="auto"/>
        </w:rPr>
        <w:t>адресность</w:t>
      </w:r>
      <w:proofErr w:type="spellEnd"/>
      <w:r w:rsidRPr="00FF09FA">
        <w:rPr>
          <w:color w:val="auto"/>
        </w:rPr>
        <w:t>, последовательность, преемственност</w:t>
      </w:r>
      <w:r w:rsidR="0080071A" w:rsidRPr="00FF09FA">
        <w:rPr>
          <w:color w:val="auto"/>
        </w:rPr>
        <w:t>ь и контроль средств из бюджета</w:t>
      </w:r>
      <w:r w:rsidRPr="00FF09FA">
        <w:rPr>
          <w:color w:val="auto"/>
        </w:rPr>
        <w:t xml:space="preserve"> муниципаль</w:t>
      </w:r>
      <w:r w:rsidR="0080071A" w:rsidRPr="00FF09FA">
        <w:rPr>
          <w:color w:val="auto"/>
        </w:rPr>
        <w:t>ного образования «</w:t>
      </w:r>
      <w:proofErr w:type="spellStart"/>
      <w:r w:rsidR="0080071A" w:rsidRPr="00FF09FA">
        <w:rPr>
          <w:color w:val="auto"/>
        </w:rPr>
        <w:t>Ярцевский</w:t>
      </w:r>
      <w:proofErr w:type="spellEnd"/>
      <w:r w:rsidR="0080071A" w:rsidRPr="00FF09FA">
        <w:rPr>
          <w:color w:val="auto"/>
        </w:rPr>
        <w:t xml:space="preserve"> муниципальный округ</w:t>
      </w:r>
      <w:r w:rsidRPr="00FF09FA">
        <w:rPr>
          <w:color w:val="auto"/>
        </w:rPr>
        <w:t>» Смоленской области в реализацию муниципальной  программы,</w:t>
      </w:r>
      <w:r w:rsidRPr="00FF09FA">
        <w:rPr>
          <w:b/>
          <w:bCs/>
          <w:color w:val="auto"/>
        </w:rPr>
        <w:t xml:space="preserve"> </w:t>
      </w:r>
      <w:r w:rsidRPr="00FF09FA">
        <w:rPr>
          <w:color w:val="auto"/>
        </w:rPr>
        <w:t>создать предпосылки и условия для устойчивого развития и функционирования инфраструктуры гражданского и патриотического воспи</w:t>
      </w:r>
      <w:r w:rsidR="0080071A" w:rsidRPr="00FF09FA">
        <w:rPr>
          <w:color w:val="auto"/>
        </w:rPr>
        <w:t xml:space="preserve">тания молодежи </w:t>
      </w:r>
      <w:proofErr w:type="spellStart"/>
      <w:r w:rsidR="0080071A" w:rsidRPr="00FF09FA">
        <w:rPr>
          <w:color w:val="auto"/>
        </w:rPr>
        <w:t>Ярцевского</w:t>
      </w:r>
      <w:proofErr w:type="spellEnd"/>
      <w:r w:rsidR="0080071A" w:rsidRPr="00FF09FA">
        <w:rPr>
          <w:color w:val="auto"/>
        </w:rPr>
        <w:t xml:space="preserve"> муниципального округа</w:t>
      </w:r>
      <w:r w:rsidRPr="00FF09FA">
        <w:rPr>
          <w:color w:val="auto"/>
        </w:rPr>
        <w:t xml:space="preserve">. </w:t>
      </w:r>
    </w:p>
    <w:p w:rsidR="00C9529C" w:rsidRDefault="00C9529C" w:rsidP="002D3433">
      <w:pPr>
        <w:spacing w:line="240" w:lineRule="auto"/>
        <w:jc w:val="center"/>
        <w:rPr>
          <w:b/>
          <w:sz w:val="28"/>
          <w:szCs w:val="28"/>
        </w:rPr>
      </w:pPr>
    </w:p>
    <w:p w:rsidR="00C9529C" w:rsidRDefault="00C9529C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404786" w:rsidRDefault="00404786" w:rsidP="002D3433">
      <w:pPr>
        <w:spacing w:line="240" w:lineRule="auto"/>
        <w:jc w:val="center"/>
        <w:rPr>
          <w:b/>
          <w:sz w:val="28"/>
          <w:szCs w:val="28"/>
        </w:rPr>
      </w:pPr>
    </w:p>
    <w:p w:rsidR="00C9529C" w:rsidRDefault="00C9529C" w:rsidP="002D3433">
      <w:pPr>
        <w:spacing w:line="240" w:lineRule="auto"/>
        <w:jc w:val="center"/>
        <w:rPr>
          <w:b/>
          <w:sz w:val="28"/>
          <w:szCs w:val="28"/>
        </w:rPr>
      </w:pPr>
    </w:p>
    <w:p w:rsidR="00C9529C" w:rsidRDefault="00C9529C" w:rsidP="002D3433">
      <w:pPr>
        <w:spacing w:line="240" w:lineRule="auto"/>
        <w:jc w:val="center"/>
        <w:rPr>
          <w:b/>
          <w:sz w:val="28"/>
          <w:szCs w:val="28"/>
        </w:rPr>
      </w:pPr>
    </w:p>
    <w:p w:rsidR="00D82A9C" w:rsidRDefault="00D82A9C" w:rsidP="002D3433">
      <w:pPr>
        <w:spacing w:line="240" w:lineRule="auto"/>
        <w:jc w:val="center"/>
        <w:rPr>
          <w:b/>
          <w:sz w:val="28"/>
          <w:szCs w:val="28"/>
        </w:rPr>
      </w:pPr>
    </w:p>
    <w:p w:rsidR="00D82A9C" w:rsidRDefault="00D82A9C" w:rsidP="002D3433">
      <w:pPr>
        <w:spacing w:line="240" w:lineRule="auto"/>
        <w:jc w:val="center"/>
        <w:rPr>
          <w:b/>
          <w:sz w:val="28"/>
          <w:szCs w:val="28"/>
        </w:rPr>
      </w:pPr>
    </w:p>
    <w:p w:rsidR="00D82A9C" w:rsidRDefault="00D82A9C" w:rsidP="002D3433">
      <w:pPr>
        <w:spacing w:line="240" w:lineRule="auto"/>
        <w:jc w:val="center"/>
        <w:rPr>
          <w:b/>
          <w:sz w:val="28"/>
          <w:szCs w:val="28"/>
        </w:rPr>
      </w:pPr>
    </w:p>
    <w:p w:rsidR="00D82A9C" w:rsidRDefault="00D82A9C" w:rsidP="002D3433">
      <w:pPr>
        <w:spacing w:line="240" w:lineRule="auto"/>
        <w:jc w:val="center"/>
        <w:rPr>
          <w:b/>
          <w:sz w:val="28"/>
          <w:szCs w:val="28"/>
        </w:rPr>
      </w:pPr>
    </w:p>
    <w:p w:rsidR="00D82A9C" w:rsidRDefault="00D82A9C" w:rsidP="002D3433">
      <w:pPr>
        <w:spacing w:line="240" w:lineRule="auto"/>
        <w:jc w:val="center"/>
        <w:rPr>
          <w:b/>
          <w:sz w:val="28"/>
          <w:szCs w:val="28"/>
        </w:rPr>
      </w:pPr>
    </w:p>
    <w:p w:rsidR="00C9529C" w:rsidRDefault="00C9529C" w:rsidP="002D3433">
      <w:pPr>
        <w:spacing w:line="240" w:lineRule="auto"/>
        <w:jc w:val="center"/>
        <w:rPr>
          <w:b/>
          <w:sz w:val="28"/>
          <w:szCs w:val="28"/>
        </w:rPr>
      </w:pPr>
    </w:p>
    <w:p w:rsidR="00C9529C" w:rsidRDefault="00C9529C" w:rsidP="002D3433">
      <w:pPr>
        <w:spacing w:line="240" w:lineRule="auto"/>
        <w:jc w:val="center"/>
        <w:rPr>
          <w:b/>
          <w:sz w:val="28"/>
          <w:szCs w:val="28"/>
        </w:rPr>
      </w:pPr>
    </w:p>
    <w:p w:rsidR="002D3433" w:rsidRPr="00240624" w:rsidRDefault="002D3433" w:rsidP="002D3433">
      <w:pPr>
        <w:spacing w:line="240" w:lineRule="auto"/>
        <w:jc w:val="center"/>
        <w:rPr>
          <w:b/>
          <w:sz w:val="28"/>
          <w:szCs w:val="28"/>
        </w:rPr>
      </w:pPr>
      <w:proofErr w:type="gramStart"/>
      <w:r w:rsidRPr="00240624">
        <w:rPr>
          <w:b/>
          <w:sz w:val="28"/>
          <w:szCs w:val="28"/>
        </w:rPr>
        <w:lastRenderedPageBreak/>
        <w:t>П</w:t>
      </w:r>
      <w:proofErr w:type="gramEnd"/>
      <w:r w:rsidRPr="00240624">
        <w:rPr>
          <w:b/>
          <w:sz w:val="28"/>
          <w:szCs w:val="28"/>
        </w:rPr>
        <w:t xml:space="preserve"> А С П О Р Т</w:t>
      </w:r>
    </w:p>
    <w:p w:rsidR="002D3433" w:rsidRPr="00240624" w:rsidRDefault="002D3433" w:rsidP="002D3433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программы </w:t>
      </w:r>
    </w:p>
    <w:p w:rsidR="002D3433" w:rsidRPr="00D943F5" w:rsidRDefault="002D3433" w:rsidP="002D3433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«Гражданско-патриотическое воспитание детей, подростков и молодежи в муниципальном образовании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области»</w:t>
      </w:r>
    </w:p>
    <w:p w:rsidR="002D3433" w:rsidRPr="00240624" w:rsidRDefault="002D3433" w:rsidP="002D3433">
      <w:pPr>
        <w:tabs>
          <w:tab w:val="left" w:pos="6525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</w:p>
    <w:p w:rsidR="002D3433" w:rsidRPr="00240624" w:rsidRDefault="002D3433" w:rsidP="002D3433">
      <w:pPr>
        <w:numPr>
          <w:ilvl w:val="0"/>
          <w:numId w:val="3"/>
        </w:numPr>
        <w:spacing w:line="240" w:lineRule="auto"/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tbl>
      <w:tblPr>
        <w:tblW w:w="50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7578"/>
      </w:tblGrid>
      <w:tr w:rsidR="002D3433" w:rsidRPr="00D52E1F" w:rsidTr="00AF0CE9">
        <w:trPr>
          <w:cantSplit/>
          <w:trHeight w:val="706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33" w:rsidRPr="00D52E1F" w:rsidRDefault="002D3433" w:rsidP="00DB3A93">
            <w:pPr>
              <w:spacing w:line="240" w:lineRule="auto"/>
              <w:rPr>
                <w:sz w:val="24"/>
                <w:szCs w:val="24"/>
              </w:rPr>
            </w:pPr>
            <w:r w:rsidRPr="00C724C9">
              <w:rPr>
                <w:sz w:val="24"/>
                <w:szCs w:val="24"/>
              </w:rPr>
              <w:t xml:space="preserve">Ответственный исполнитель </w:t>
            </w:r>
            <w:r w:rsidRPr="00C724C9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муниципальной</w:t>
            </w:r>
            <w:r w:rsidRPr="00C724C9">
              <w:rPr>
                <w:sz w:val="24"/>
                <w:szCs w:val="24"/>
              </w:rPr>
              <w:t xml:space="preserve"> программы</w:t>
            </w:r>
            <w:r w:rsidRPr="00D52E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433" w:rsidRPr="00A11431" w:rsidRDefault="00D6495C" w:rsidP="00AF0CE9">
            <w:pPr>
              <w:spacing w:line="240" w:lineRule="auto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Управление</w:t>
            </w:r>
            <w:r w:rsidR="002D3433" w:rsidRPr="00A11431">
              <w:rPr>
                <w:rFonts w:eastAsia="Arial Unicode MS"/>
                <w:sz w:val="24"/>
                <w:szCs w:val="24"/>
              </w:rPr>
              <w:t xml:space="preserve"> по образованию и молодежной политике Администрации муниципального </w:t>
            </w:r>
            <w:r w:rsidR="002D3433">
              <w:rPr>
                <w:rFonts w:eastAsia="Arial Unicode MS"/>
                <w:sz w:val="24"/>
                <w:szCs w:val="24"/>
              </w:rPr>
              <w:t>образования «</w:t>
            </w:r>
            <w:proofErr w:type="spellStart"/>
            <w:r w:rsidR="002D3433"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 w:rsidR="002D3433">
              <w:rPr>
                <w:rFonts w:eastAsia="Arial Unicode MS"/>
                <w:sz w:val="24"/>
                <w:szCs w:val="24"/>
              </w:rPr>
              <w:t xml:space="preserve"> муниципальный округ</w:t>
            </w:r>
            <w:r w:rsidR="002D3433" w:rsidRPr="00A11431">
              <w:rPr>
                <w:rFonts w:eastAsia="Arial Unicode MS"/>
                <w:sz w:val="24"/>
                <w:szCs w:val="24"/>
              </w:rPr>
              <w:t>» Смоленской области</w:t>
            </w:r>
          </w:p>
        </w:tc>
      </w:tr>
      <w:tr w:rsidR="002D3433" w:rsidRPr="00D52E1F" w:rsidTr="00285E2D">
        <w:trPr>
          <w:cantSplit/>
          <w:trHeight w:val="407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33" w:rsidRPr="00D52E1F" w:rsidRDefault="002D3433" w:rsidP="00DB3A93">
            <w:pPr>
              <w:spacing w:line="240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33" w:rsidRPr="00A11431" w:rsidRDefault="00D6495C" w:rsidP="00DB3A93">
            <w:pPr>
              <w:spacing w:line="240" w:lineRule="auto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202</w:t>
            </w:r>
            <w:r w:rsidR="00E730C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– 2028</w:t>
            </w:r>
            <w:r w:rsidR="00670B3C">
              <w:rPr>
                <w:sz w:val="24"/>
                <w:szCs w:val="24"/>
              </w:rPr>
              <w:t xml:space="preserve"> </w:t>
            </w:r>
            <w:r w:rsidR="002D3433" w:rsidRPr="00A11431">
              <w:rPr>
                <w:sz w:val="24"/>
                <w:szCs w:val="24"/>
              </w:rPr>
              <w:t>годы</w:t>
            </w:r>
          </w:p>
        </w:tc>
      </w:tr>
      <w:tr w:rsidR="002D3433" w:rsidRPr="00D52E1F" w:rsidTr="00285E2D">
        <w:trPr>
          <w:cantSplit/>
          <w:trHeight w:val="725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33" w:rsidRPr="00D52E1F" w:rsidRDefault="002D3433" w:rsidP="00DB3A93">
            <w:pPr>
              <w:spacing w:line="240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Цел</w:t>
            </w:r>
            <w:r>
              <w:rPr>
                <w:sz w:val="24"/>
                <w:szCs w:val="24"/>
              </w:rPr>
              <w:t>ь</w:t>
            </w:r>
            <w:r w:rsidRPr="00D52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D52E1F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3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33" w:rsidRPr="00A11431" w:rsidRDefault="002D3433" w:rsidP="00DB3A93">
            <w:pPr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A11431">
              <w:rPr>
                <w:rFonts w:eastAsia="Arial Unicode MS"/>
                <w:sz w:val="24"/>
                <w:szCs w:val="24"/>
              </w:rPr>
              <w:t xml:space="preserve">Развитие и совершенствование системы гражданско-патриотического воспитания детей, подростков и молодежи в </w:t>
            </w:r>
            <w:r>
              <w:rPr>
                <w:rFonts w:eastAsia="Arial Unicode MS"/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муниципальный округ»</w:t>
            </w:r>
            <w:r w:rsidRPr="00A11431">
              <w:rPr>
                <w:rFonts w:eastAsia="Arial Unicode MS"/>
                <w:sz w:val="24"/>
                <w:szCs w:val="24"/>
              </w:rPr>
              <w:t xml:space="preserve"> Смоленской области</w:t>
            </w:r>
          </w:p>
        </w:tc>
      </w:tr>
      <w:tr w:rsidR="002D3433" w:rsidRPr="00D52E1F" w:rsidTr="00285E2D">
        <w:trPr>
          <w:cantSplit/>
          <w:trHeight w:val="766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33" w:rsidRPr="00454F53" w:rsidRDefault="002D3433" w:rsidP="00DB3A9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</w:t>
            </w:r>
            <w:r w:rsidRPr="00A90541">
              <w:rPr>
                <w:iCs/>
                <w:sz w:val="24"/>
                <w:szCs w:val="24"/>
              </w:rPr>
              <w:t>егиональны</w:t>
            </w:r>
            <w:r>
              <w:rPr>
                <w:iCs/>
                <w:sz w:val="24"/>
                <w:szCs w:val="24"/>
              </w:rPr>
              <w:t>е</w:t>
            </w:r>
            <w:r w:rsidRPr="00A90541">
              <w:rPr>
                <w:iCs/>
                <w:sz w:val="24"/>
                <w:szCs w:val="24"/>
              </w:rPr>
              <w:t xml:space="preserve"> проект</w:t>
            </w:r>
            <w:r>
              <w:rPr>
                <w:iCs/>
                <w:sz w:val="24"/>
                <w:szCs w:val="24"/>
              </w:rPr>
              <w:t>ы</w:t>
            </w:r>
            <w:r w:rsidRPr="00A90541">
              <w:rPr>
                <w:iCs/>
                <w:sz w:val="24"/>
                <w:szCs w:val="24"/>
              </w:rPr>
              <w:t>, реализуемы</w:t>
            </w:r>
            <w:r>
              <w:rPr>
                <w:iCs/>
                <w:sz w:val="24"/>
                <w:szCs w:val="24"/>
              </w:rPr>
              <w:t>е</w:t>
            </w:r>
            <w:r w:rsidRPr="00A90541">
              <w:rPr>
                <w:iCs/>
                <w:sz w:val="24"/>
                <w:szCs w:val="24"/>
              </w:rPr>
              <w:t xml:space="preserve"> в рамках</w:t>
            </w:r>
            <w:r>
              <w:rPr>
                <w:iCs/>
                <w:sz w:val="24"/>
                <w:szCs w:val="24"/>
              </w:rPr>
              <w:t xml:space="preserve"> муниципальной </w:t>
            </w:r>
            <w:r w:rsidRPr="00A90541">
              <w:rPr>
                <w:iCs/>
                <w:sz w:val="24"/>
                <w:szCs w:val="24"/>
              </w:rPr>
              <w:t xml:space="preserve"> программы</w:t>
            </w:r>
          </w:p>
        </w:tc>
        <w:tc>
          <w:tcPr>
            <w:tcW w:w="3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433" w:rsidRPr="00A11431" w:rsidRDefault="002D3433" w:rsidP="00DB3A9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A11431">
              <w:rPr>
                <w:rFonts w:eastAsia="Arial Unicode MS"/>
                <w:sz w:val="24"/>
                <w:szCs w:val="24"/>
              </w:rPr>
              <w:t>В рамках муниципальной программы региональные проекты не реализуются</w:t>
            </w:r>
          </w:p>
        </w:tc>
      </w:tr>
      <w:tr w:rsidR="00843F71" w:rsidRPr="00D52E1F" w:rsidTr="00DB3A93">
        <w:trPr>
          <w:cantSplit/>
          <w:trHeight w:val="4140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F71" w:rsidRDefault="00843F71" w:rsidP="00DB3A93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Объ</w:t>
            </w:r>
            <w:r w:rsidRPr="00713A7A">
              <w:rPr>
                <w:rFonts w:eastAsia="Arial Unicode MS"/>
                <w:sz w:val="24"/>
                <w:szCs w:val="24"/>
              </w:rPr>
              <w:t>емы финансового обеспечения за весь период реализации</w:t>
            </w:r>
            <w:r w:rsidRPr="00713A7A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  <w:p w:rsidR="00843F71" w:rsidRPr="00D52E1F" w:rsidRDefault="00843F71" w:rsidP="00DB3A93">
            <w:pPr>
              <w:spacing w:line="240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>Общий объем финансирования состав</w:t>
            </w:r>
            <w:r w:rsidR="002F68CA">
              <w:rPr>
                <w:rFonts w:ascii="Times New Roman" w:hAnsi="Times New Roman"/>
                <w:sz w:val="24"/>
                <w:szCs w:val="24"/>
              </w:rPr>
              <w:t>ляет 4 060 315,79</w:t>
            </w:r>
            <w:r w:rsidRPr="00B51323">
              <w:rPr>
                <w:rFonts w:ascii="Times New Roman" w:hAnsi="Times New Roman"/>
                <w:sz w:val="24"/>
                <w:szCs w:val="24"/>
              </w:rPr>
              <w:t xml:space="preserve"> рублей, из них: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 xml:space="preserve">- 2025 год – </w:t>
            </w:r>
            <w:r w:rsidR="0089420B" w:rsidRPr="00B51323">
              <w:rPr>
                <w:rFonts w:ascii="Times New Roman" w:hAnsi="Times New Roman"/>
                <w:bCs/>
                <w:sz w:val="24"/>
                <w:szCs w:val="24"/>
              </w:rPr>
              <w:t xml:space="preserve">2 123 947,37 </w:t>
            </w:r>
            <w:r w:rsidRPr="00B51323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 xml:space="preserve">- 2026 год – </w:t>
            </w:r>
            <w:r w:rsidR="007F65FD">
              <w:rPr>
                <w:rFonts w:ascii="Times New Roman" w:hAnsi="Times New Roman"/>
                <w:sz w:val="24"/>
                <w:szCs w:val="24"/>
              </w:rPr>
              <w:t>1 936 368,42</w:t>
            </w:r>
            <w:r w:rsidR="002B70E4" w:rsidRPr="00B51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1323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>- 20</w:t>
            </w:r>
            <w:r w:rsidR="002B70E4" w:rsidRPr="00B51323">
              <w:rPr>
                <w:rFonts w:ascii="Times New Roman" w:hAnsi="Times New Roman"/>
                <w:sz w:val="24"/>
                <w:szCs w:val="24"/>
              </w:rPr>
              <w:t xml:space="preserve">27 год – </w:t>
            </w:r>
            <w:r w:rsidRPr="00B51323"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>- 2028 год – 0,00 рублей.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финансирования: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  <w:r w:rsidRPr="00B51323">
              <w:rPr>
                <w:rFonts w:ascii="Times New Roman" w:hAnsi="Times New Roman"/>
                <w:sz w:val="24"/>
                <w:szCs w:val="24"/>
              </w:rPr>
              <w:t xml:space="preserve"> – всего </w:t>
            </w:r>
            <w:r w:rsidR="0034156C" w:rsidRPr="00B51323">
              <w:rPr>
                <w:rFonts w:ascii="Times New Roman" w:hAnsi="Times New Roman"/>
                <w:bCs/>
                <w:sz w:val="24"/>
                <w:szCs w:val="24"/>
              </w:rPr>
              <w:t xml:space="preserve">2 123 947,37 </w:t>
            </w:r>
            <w:r w:rsidRPr="00B51323">
              <w:rPr>
                <w:rFonts w:ascii="Times New Roman" w:hAnsi="Times New Roman"/>
                <w:sz w:val="24"/>
                <w:szCs w:val="24"/>
              </w:rPr>
              <w:t>рублей, из них: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>средства ф</w:t>
            </w:r>
            <w:r w:rsidR="0034156C" w:rsidRPr="00B51323">
              <w:rPr>
                <w:rFonts w:ascii="Times New Roman" w:hAnsi="Times New Roman"/>
                <w:sz w:val="24"/>
                <w:szCs w:val="24"/>
              </w:rPr>
              <w:t xml:space="preserve">едерального бюджета – 0,00 </w:t>
            </w:r>
            <w:r w:rsidRPr="00B51323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="0034156C" w:rsidRPr="00B51323">
              <w:rPr>
                <w:rFonts w:ascii="Times New Roman" w:hAnsi="Times New Roman"/>
                <w:sz w:val="24"/>
                <w:szCs w:val="24"/>
              </w:rPr>
              <w:t xml:space="preserve"> областного бюджета – 1 500 000,00</w:t>
            </w:r>
            <w:r w:rsidRPr="00B51323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B51323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Pr="00B51323">
              <w:rPr>
                <w:rFonts w:ascii="Times New Roman" w:hAnsi="Times New Roman"/>
                <w:sz w:val="24"/>
                <w:szCs w:val="24"/>
              </w:rPr>
              <w:t xml:space="preserve"> муниципальный округ» Смоленской области – </w:t>
            </w:r>
            <w:r w:rsidR="00A346A9" w:rsidRPr="00B51323">
              <w:rPr>
                <w:rFonts w:ascii="Times New Roman" w:hAnsi="Times New Roman"/>
                <w:bCs/>
                <w:sz w:val="24"/>
                <w:szCs w:val="24"/>
              </w:rPr>
              <w:t xml:space="preserve">623 947,37 </w:t>
            </w:r>
            <w:r w:rsidRPr="00B51323">
              <w:rPr>
                <w:rFonts w:ascii="Times New Roman" w:hAnsi="Times New Roman"/>
                <w:sz w:val="24"/>
                <w:szCs w:val="24"/>
              </w:rPr>
              <w:t>рублей.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b/>
                <w:sz w:val="24"/>
                <w:szCs w:val="24"/>
              </w:rPr>
              <w:t>2026 год</w:t>
            </w:r>
            <w:r w:rsidRPr="00B51323">
              <w:rPr>
                <w:rFonts w:ascii="Times New Roman" w:hAnsi="Times New Roman"/>
                <w:sz w:val="24"/>
                <w:szCs w:val="24"/>
              </w:rPr>
              <w:t xml:space="preserve"> – всего </w:t>
            </w:r>
            <w:r w:rsidR="002F68CA">
              <w:rPr>
                <w:rFonts w:ascii="Times New Roman" w:hAnsi="Times New Roman"/>
                <w:sz w:val="24"/>
                <w:szCs w:val="24"/>
              </w:rPr>
              <w:t>1 936 368,42</w:t>
            </w:r>
            <w:r w:rsidR="002F68CA" w:rsidRPr="00B51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1323">
              <w:rPr>
                <w:rFonts w:ascii="Times New Roman" w:hAnsi="Times New Roman"/>
                <w:sz w:val="24"/>
                <w:szCs w:val="24"/>
              </w:rPr>
              <w:t>рублей, из них: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>средства федерального бюджета – 0,00 рублей;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>средства областного бюджета – 0,00 рублей;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B51323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Pr="00B51323">
              <w:rPr>
                <w:rFonts w:ascii="Times New Roman" w:hAnsi="Times New Roman"/>
                <w:sz w:val="24"/>
                <w:szCs w:val="24"/>
              </w:rPr>
              <w:t xml:space="preserve"> муниципальный округ» Смоленской области – </w:t>
            </w:r>
            <w:r w:rsidR="002F68CA">
              <w:rPr>
                <w:rFonts w:ascii="Times New Roman" w:hAnsi="Times New Roman"/>
                <w:sz w:val="24"/>
                <w:szCs w:val="24"/>
              </w:rPr>
              <w:t>1 936 368,42</w:t>
            </w:r>
            <w:r w:rsidR="002F68CA" w:rsidRPr="00B51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1323">
              <w:rPr>
                <w:rFonts w:ascii="Times New Roman" w:hAnsi="Times New Roman"/>
                <w:sz w:val="24"/>
                <w:szCs w:val="24"/>
              </w:rPr>
              <w:t>рублей.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b/>
                <w:sz w:val="24"/>
                <w:szCs w:val="24"/>
              </w:rPr>
              <w:t>2027 год</w:t>
            </w:r>
            <w:r w:rsidRPr="00B51323">
              <w:rPr>
                <w:rFonts w:ascii="Times New Roman" w:hAnsi="Times New Roman"/>
                <w:sz w:val="24"/>
                <w:szCs w:val="24"/>
              </w:rPr>
              <w:t xml:space="preserve"> – всего 0,00 рублей, из них: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>средства федерального бюджета – 0,00 рублей;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>средства областного бюджета – 0,00 рублей;</w:t>
            </w:r>
          </w:p>
          <w:p w:rsidR="00DB3A93" w:rsidRPr="00B51323" w:rsidRDefault="00DB3A93" w:rsidP="00DB3A93">
            <w:pPr>
              <w:pStyle w:val="af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B51323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Pr="00B51323">
              <w:rPr>
                <w:rFonts w:ascii="Times New Roman" w:hAnsi="Times New Roman"/>
                <w:sz w:val="24"/>
                <w:szCs w:val="24"/>
              </w:rPr>
              <w:t xml:space="preserve"> муниципальный округ» Смоленской</w:t>
            </w:r>
            <w:r w:rsidR="00950D27" w:rsidRPr="00B51323">
              <w:rPr>
                <w:rFonts w:ascii="Times New Roman" w:hAnsi="Times New Roman"/>
                <w:sz w:val="24"/>
                <w:szCs w:val="24"/>
              </w:rPr>
              <w:t xml:space="preserve"> области – 0</w:t>
            </w:r>
            <w:r w:rsidRPr="00B51323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b/>
                <w:sz w:val="24"/>
                <w:szCs w:val="24"/>
              </w:rPr>
              <w:t>2028 год</w:t>
            </w:r>
            <w:r w:rsidRPr="00B51323">
              <w:rPr>
                <w:rFonts w:ascii="Times New Roman" w:hAnsi="Times New Roman"/>
                <w:sz w:val="24"/>
                <w:szCs w:val="24"/>
              </w:rPr>
              <w:t xml:space="preserve"> – всего 0,00 рублей, из них:</w:t>
            </w:r>
          </w:p>
          <w:p w:rsidR="00DB3A93" w:rsidRPr="00B51323" w:rsidRDefault="00DB3A93" w:rsidP="00DB3A93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>средства федерального бюджета – 0,00 рублей;</w:t>
            </w:r>
          </w:p>
          <w:p w:rsidR="00843F71" w:rsidRPr="00B51323" w:rsidRDefault="00DB3A93" w:rsidP="00E3535C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>средства областного бюджета – 0,00 рублей;</w:t>
            </w:r>
          </w:p>
          <w:p w:rsidR="00E3535C" w:rsidRPr="00B51323" w:rsidRDefault="00E3535C" w:rsidP="00E3535C">
            <w:pPr>
              <w:pStyle w:val="af1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</w:rPr>
            </w:pPr>
            <w:r w:rsidRPr="00B51323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B51323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Pr="00B51323">
              <w:rPr>
                <w:rFonts w:ascii="Times New Roman" w:hAnsi="Times New Roman"/>
                <w:sz w:val="24"/>
                <w:szCs w:val="24"/>
              </w:rPr>
              <w:t xml:space="preserve"> муниципальный округ» Смоленской области – 0,00 рублей.</w:t>
            </w:r>
          </w:p>
        </w:tc>
      </w:tr>
    </w:tbl>
    <w:p w:rsidR="002D3433" w:rsidRDefault="002D3433" w:rsidP="002D3433">
      <w:pPr>
        <w:ind w:left="720"/>
        <w:contextualSpacing/>
        <w:rPr>
          <w:b/>
          <w:sz w:val="28"/>
          <w:szCs w:val="28"/>
        </w:rPr>
      </w:pPr>
    </w:p>
    <w:p w:rsidR="00D82A9C" w:rsidRDefault="00D82A9C" w:rsidP="0086405B">
      <w:pPr>
        <w:jc w:val="center"/>
        <w:rPr>
          <w:b/>
          <w:sz w:val="28"/>
          <w:szCs w:val="28"/>
        </w:rPr>
      </w:pPr>
    </w:p>
    <w:p w:rsidR="00D82A9C" w:rsidRDefault="00D82A9C" w:rsidP="0086405B">
      <w:pPr>
        <w:jc w:val="center"/>
        <w:rPr>
          <w:b/>
          <w:sz w:val="28"/>
          <w:szCs w:val="28"/>
        </w:rPr>
        <w:sectPr w:rsidR="00D82A9C" w:rsidSect="00D82A9C">
          <w:headerReference w:type="even" r:id="rId11"/>
          <w:headerReference w:type="default" r:id="rId12"/>
          <w:headerReference w:type="first" r:id="rId13"/>
          <w:pgSz w:w="11907" w:h="16840" w:code="9"/>
          <w:pgMar w:top="1134" w:right="851" w:bottom="1134" w:left="1701" w:header="567" w:footer="567" w:gutter="0"/>
          <w:cols w:space="720"/>
          <w:titlePg/>
          <w:docGrid w:linePitch="272"/>
        </w:sectPr>
      </w:pPr>
    </w:p>
    <w:p w:rsidR="0086405B" w:rsidRPr="00007C2E" w:rsidRDefault="0086405B" w:rsidP="00007C2E">
      <w:pPr>
        <w:pStyle w:val="af1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007C2E">
        <w:rPr>
          <w:rFonts w:ascii="Times New Roman" w:hAnsi="Times New Roman"/>
          <w:b/>
          <w:sz w:val="28"/>
          <w:szCs w:val="28"/>
        </w:rPr>
        <w:lastRenderedPageBreak/>
        <w:t>Показатели муниципальной программы</w:t>
      </w:r>
    </w:p>
    <w:tbl>
      <w:tblPr>
        <w:tblStyle w:val="11"/>
        <w:tblW w:w="5000" w:type="pct"/>
        <w:jc w:val="center"/>
        <w:tblLayout w:type="fixed"/>
        <w:tblLook w:val="04A0"/>
      </w:tblPr>
      <w:tblGrid>
        <w:gridCol w:w="569"/>
        <w:gridCol w:w="4312"/>
        <w:gridCol w:w="2854"/>
        <w:gridCol w:w="1940"/>
        <w:gridCol w:w="1686"/>
        <w:gridCol w:w="1715"/>
        <w:gridCol w:w="1712"/>
      </w:tblGrid>
      <w:tr w:rsidR="002861A0" w:rsidRPr="00255EAC" w:rsidTr="002861A0">
        <w:trPr>
          <w:tblHeader/>
          <w:jc w:val="center"/>
        </w:trPr>
        <w:tc>
          <w:tcPr>
            <w:tcW w:w="192" w:type="pct"/>
            <w:vMerge w:val="restart"/>
            <w:vAlign w:val="center"/>
          </w:tcPr>
          <w:p w:rsidR="002861A0" w:rsidRPr="00596AEF" w:rsidRDefault="002861A0" w:rsidP="00CE7366">
            <w:pPr>
              <w:ind w:left="-432" w:firstLine="77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 xml:space="preserve">    № </w:t>
            </w:r>
          </w:p>
          <w:p w:rsidR="002861A0" w:rsidRPr="00596AEF" w:rsidRDefault="002861A0" w:rsidP="00CE7366">
            <w:pPr>
              <w:ind w:left="-1186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 xml:space="preserve">    </w:t>
            </w:r>
            <w:proofErr w:type="spellStart"/>
            <w:proofErr w:type="gramStart"/>
            <w:r w:rsidRPr="00596AEF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96AEF">
              <w:rPr>
                <w:sz w:val="22"/>
                <w:szCs w:val="22"/>
              </w:rPr>
              <w:t>/</w:t>
            </w:r>
            <w:proofErr w:type="spellStart"/>
            <w:r w:rsidRPr="00596AE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58" w:type="pct"/>
            <w:vMerge w:val="restart"/>
            <w:vAlign w:val="center"/>
          </w:tcPr>
          <w:p w:rsidR="002861A0" w:rsidRPr="00596AEF" w:rsidRDefault="002861A0" w:rsidP="008B56F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Наименование показателя, единица измерения</w:t>
            </w:r>
          </w:p>
        </w:tc>
        <w:tc>
          <w:tcPr>
            <w:tcW w:w="965" w:type="pct"/>
            <w:vMerge w:val="restart"/>
          </w:tcPr>
          <w:p w:rsidR="002861A0" w:rsidRPr="00596AEF" w:rsidRDefault="002861A0" w:rsidP="008B56FF">
            <w:pPr>
              <w:spacing w:line="240" w:lineRule="auto"/>
              <w:ind w:firstLine="23"/>
              <w:jc w:val="center"/>
              <w:rPr>
                <w:sz w:val="22"/>
                <w:szCs w:val="22"/>
                <w:shd w:val="clear" w:color="auto" w:fill="FFFFFF"/>
              </w:rPr>
            </w:pPr>
            <w:r w:rsidRPr="00596AEF">
              <w:rPr>
                <w:sz w:val="22"/>
                <w:szCs w:val="22"/>
                <w:shd w:val="clear" w:color="auto" w:fill="FFFFFF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2385" w:type="pct"/>
            <w:gridSpan w:val="4"/>
          </w:tcPr>
          <w:p w:rsidR="002861A0" w:rsidRPr="00596AEF" w:rsidRDefault="002861A0" w:rsidP="008B56FF">
            <w:pPr>
              <w:spacing w:line="240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 w:rsidRPr="00596AEF">
              <w:rPr>
                <w:sz w:val="22"/>
                <w:szCs w:val="22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2861A0" w:rsidRPr="00255EAC" w:rsidTr="00204787">
        <w:trPr>
          <w:trHeight w:val="448"/>
          <w:tblHeader/>
          <w:jc w:val="center"/>
        </w:trPr>
        <w:tc>
          <w:tcPr>
            <w:tcW w:w="192" w:type="pct"/>
            <w:vMerge/>
          </w:tcPr>
          <w:p w:rsidR="002861A0" w:rsidRPr="00596AEF" w:rsidRDefault="002861A0" w:rsidP="00CE73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pct"/>
            <w:vMerge/>
            <w:vAlign w:val="center"/>
          </w:tcPr>
          <w:p w:rsidR="002861A0" w:rsidRPr="00596AEF" w:rsidRDefault="002861A0" w:rsidP="008B56F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pct"/>
            <w:vMerge/>
          </w:tcPr>
          <w:p w:rsidR="002861A0" w:rsidRPr="00596AEF" w:rsidRDefault="002861A0" w:rsidP="008B56FF">
            <w:pPr>
              <w:spacing w:line="240" w:lineRule="auto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6" w:type="pct"/>
            <w:vAlign w:val="center"/>
          </w:tcPr>
          <w:p w:rsidR="002861A0" w:rsidRPr="00596AEF" w:rsidRDefault="002861A0" w:rsidP="008B56FF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2025</w:t>
            </w:r>
            <w:r w:rsidRPr="00596AEF">
              <w:rPr>
                <w:sz w:val="22"/>
                <w:szCs w:val="22"/>
                <w:shd w:val="clear" w:color="auto" w:fill="FFFFFF"/>
              </w:rPr>
              <w:t xml:space="preserve"> г.</w:t>
            </w:r>
          </w:p>
        </w:tc>
        <w:tc>
          <w:tcPr>
            <w:tcW w:w="570" w:type="pct"/>
            <w:vAlign w:val="center"/>
          </w:tcPr>
          <w:p w:rsidR="002861A0" w:rsidRPr="00596AEF" w:rsidRDefault="002861A0" w:rsidP="008B56F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2026</w:t>
            </w:r>
            <w:r w:rsidRPr="00596AEF">
              <w:rPr>
                <w:sz w:val="22"/>
                <w:szCs w:val="22"/>
                <w:shd w:val="clear" w:color="auto" w:fill="FFFFFF"/>
              </w:rPr>
              <w:t xml:space="preserve"> г.</w:t>
            </w:r>
          </w:p>
        </w:tc>
        <w:tc>
          <w:tcPr>
            <w:tcW w:w="580" w:type="pct"/>
            <w:vAlign w:val="center"/>
          </w:tcPr>
          <w:p w:rsidR="002861A0" w:rsidRPr="00596AEF" w:rsidRDefault="002861A0" w:rsidP="008B56FF">
            <w:pPr>
              <w:spacing w:line="240" w:lineRule="auto"/>
              <w:ind w:hanging="107"/>
              <w:jc w:val="center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2027</w:t>
            </w:r>
            <w:r w:rsidRPr="00596AEF">
              <w:rPr>
                <w:sz w:val="22"/>
                <w:szCs w:val="22"/>
                <w:shd w:val="clear" w:color="auto" w:fill="FFFFFF"/>
              </w:rPr>
              <w:t xml:space="preserve"> г.</w:t>
            </w:r>
          </w:p>
        </w:tc>
        <w:tc>
          <w:tcPr>
            <w:tcW w:w="579" w:type="pct"/>
            <w:vAlign w:val="center"/>
          </w:tcPr>
          <w:p w:rsidR="002861A0" w:rsidRPr="00596AEF" w:rsidRDefault="002861A0" w:rsidP="004B5D92">
            <w:pPr>
              <w:spacing w:line="240" w:lineRule="auto"/>
              <w:ind w:hanging="107"/>
              <w:jc w:val="center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2028</w:t>
            </w:r>
            <w:r w:rsidRPr="00596AEF">
              <w:rPr>
                <w:sz w:val="22"/>
                <w:szCs w:val="22"/>
                <w:shd w:val="clear" w:color="auto" w:fill="FFFFFF"/>
              </w:rPr>
              <w:t xml:space="preserve"> г.</w:t>
            </w:r>
          </w:p>
        </w:tc>
      </w:tr>
      <w:tr w:rsidR="00A52675" w:rsidRPr="00255EAC" w:rsidTr="00AA0735">
        <w:trPr>
          <w:trHeight w:val="457"/>
          <w:tblHeader/>
          <w:jc w:val="center"/>
        </w:trPr>
        <w:tc>
          <w:tcPr>
            <w:tcW w:w="192" w:type="pct"/>
            <w:vMerge/>
          </w:tcPr>
          <w:p w:rsidR="00A52675" w:rsidRPr="00596AEF" w:rsidRDefault="00A52675" w:rsidP="00CE73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pct"/>
            <w:vAlign w:val="center"/>
          </w:tcPr>
          <w:p w:rsidR="00A52675" w:rsidRPr="00596AEF" w:rsidRDefault="00A52675" w:rsidP="00CE7366">
            <w:pPr>
              <w:ind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A52675" w:rsidRPr="00596AEF" w:rsidRDefault="00A52675" w:rsidP="00CE7366">
            <w:pPr>
              <w:spacing w:before="240" w:after="240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596AEF">
              <w:rPr>
                <w:spacing w:val="-2"/>
                <w:sz w:val="22"/>
                <w:szCs w:val="22"/>
              </w:rPr>
              <w:t>2</w:t>
            </w:r>
          </w:p>
        </w:tc>
        <w:tc>
          <w:tcPr>
            <w:tcW w:w="656" w:type="pct"/>
            <w:vAlign w:val="center"/>
          </w:tcPr>
          <w:p w:rsidR="00A52675" w:rsidRPr="00596AEF" w:rsidRDefault="00A52675" w:rsidP="00CE73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0" w:type="pct"/>
            <w:vAlign w:val="center"/>
          </w:tcPr>
          <w:p w:rsidR="00A52675" w:rsidRPr="00596AEF" w:rsidRDefault="00A52675" w:rsidP="00CE73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0" w:type="pct"/>
            <w:vAlign w:val="center"/>
          </w:tcPr>
          <w:p w:rsidR="00A52675" w:rsidRPr="00596AEF" w:rsidRDefault="00A52675" w:rsidP="008D62B7">
            <w:pPr>
              <w:ind w:firstLine="44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5</w:t>
            </w:r>
          </w:p>
        </w:tc>
        <w:tc>
          <w:tcPr>
            <w:tcW w:w="579" w:type="pct"/>
            <w:vAlign w:val="center"/>
          </w:tcPr>
          <w:p w:rsidR="00A52675" w:rsidRPr="00596AEF" w:rsidRDefault="00A52675" w:rsidP="004B5D92">
            <w:pPr>
              <w:ind w:firstLine="44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6</w:t>
            </w:r>
          </w:p>
        </w:tc>
      </w:tr>
      <w:tr w:rsidR="00A52675" w:rsidRPr="00255EAC" w:rsidTr="007A0486">
        <w:trPr>
          <w:trHeight w:val="433"/>
          <w:jc w:val="center"/>
        </w:trPr>
        <w:tc>
          <w:tcPr>
            <w:tcW w:w="192" w:type="pct"/>
            <w:vAlign w:val="center"/>
          </w:tcPr>
          <w:p w:rsidR="00A52675" w:rsidRPr="00596AEF" w:rsidRDefault="00A52675" w:rsidP="0015006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837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1</w:t>
            </w:r>
          </w:p>
        </w:tc>
        <w:tc>
          <w:tcPr>
            <w:tcW w:w="1458" w:type="pct"/>
          </w:tcPr>
          <w:p w:rsidR="00A52675" w:rsidRPr="00596AEF" w:rsidRDefault="00A52675" w:rsidP="001500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 xml:space="preserve">Численность  </w:t>
            </w:r>
            <w:r w:rsidRPr="00596AEF">
              <w:rPr>
                <w:spacing w:val="44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детей</w:t>
            </w:r>
            <w:r w:rsidRPr="00596AEF">
              <w:rPr>
                <w:spacing w:val="-68"/>
                <w:sz w:val="22"/>
                <w:szCs w:val="22"/>
              </w:rPr>
              <w:t xml:space="preserve"> </w:t>
            </w:r>
            <w:r w:rsidR="00846124">
              <w:rPr>
                <w:spacing w:val="-68"/>
                <w:sz w:val="22"/>
                <w:szCs w:val="22"/>
              </w:rPr>
              <w:t xml:space="preserve">          </w:t>
            </w:r>
            <w:r w:rsidR="00093013">
              <w:rPr>
                <w:spacing w:val="-68"/>
                <w:sz w:val="22"/>
                <w:szCs w:val="22"/>
              </w:rPr>
              <w:t xml:space="preserve"> </w:t>
            </w:r>
            <w:r w:rsidR="004B762D">
              <w:rPr>
                <w:spacing w:val="-68"/>
                <w:sz w:val="22"/>
                <w:szCs w:val="22"/>
              </w:rPr>
              <w:t xml:space="preserve">     </w:t>
            </w:r>
            <w:r w:rsidRPr="00596AEF">
              <w:rPr>
                <w:sz w:val="22"/>
                <w:szCs w:val="22"/>
              </w:rPr>
              <w:t>и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молодежи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в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возрасте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до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35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лет,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вовлеченных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в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социально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активную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деятельность</w:t>
            </w:r>
            <w:r w:rsidRPr="00596AEF">
              <w:rPr>
                <w:spacing w:val="7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через</w:t>
            </w:r>
            <w:r w:rsidRPr="00596AEF">
              <w:rPr>
                <w:spacing w:val="7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увеличение</w:t>
            </w:r>
            <w:r w:rsidRPr="00596AEF">
              <w:rPr>
                <w:spacing w:val="7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охвата</w:t>
            </w:r>
            <w:r w:rsidRPr="00596AEF">
              <w:rPr>
                <w:spacing w:val="7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 xml:space="preserve">патриотическими  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проектами (чел.)</w:t>
            </w:r>
          </w:p>
        </w:tc>
        <w:tc>
          <w:tcPr>
            <w:tcW w:w="965" w:type="pct"/>
            <w:vAlign w:val="center"/>
          </w:tcPr>
          <w:p w:rsidR="00A52675" w:rsidRPr="00596AEF" w:rsidRDefault="00A52675" w:rsidP="00CE7366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4000</w:t>
            </w:r>
          </w:p>
        </w:tc>
        <w:tc>
          <w:tcPr>
            <w:tcW w:w="656" w:type="pct"/>
            <w:vAlign w:val="center"/>
          </w:tcPr>
          <w:p w:rsidR="00A52675" w:rsidRPr="00596AEF" w:rsidRDefault="00A52675" w:rsidP="00087DA5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5500</w:t>
            </w:r>
          </w:p>
        </w:tc>
        <w:tc>
          <w:tcPr>
            <w:tcW w:w="570" w:type="pct"/>
            <w:vAlign w:val="center"/>
          </w:tcPr>
          <w:p w:rsidR="00A52675" w:rsidRPr="00596AEF" w:rsidRDefault="00A52675" w:rsidP="00087DA5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596AEF">
              <w:rPr>
                <w:sz w:val="22"/>
                <w:szCs w:val="22"/>
              </w:rPr>
              <w:t>00</w:t>
            </w:r>
          </w:p>
        </w:tc>
        <w:tc>
          <w:tcPr>
            <w:tcW w:w="580" w:type="pct"/>
            <w:vAlign w:val="center"/>
          </w:tcPr>
          <w:p w:rsidR="00A52675" w:rsidRPr="00596AEF" w:rsidRDefault="00A52675" w:rsidP="00CE7366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</w:t>
            </w:r>
          </w:p>
        </w:tc>
        <w:tc>
          <w:tcPr>
            <w:tcW w:w="579" w:type="pct"/>
            <w:vAlign w:val="center"/>
          </w:tcPr>
          <w:p w:rsidR="00A52675" w:rsidRPr="00596AEF" w:rsidRDefault="00A52675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</w:t>
            </w:r>
          </w:p>
        </w:tc>
      </w:tr>
      <w:tr w:rsidR="00A52675" w:rsidRPr="00255EAC" w:rsidTr="007A0486">
        <w:trPr>
          <w:trHeight w:val="433"/>
          <w:jc w:val="center"/>
        </w:trPr>
        <w:tc>
          <w:tcPr>
            <w:tcW w:w="192" w:type="pct"/>
            <w:vAlign w:val="center"/>
          </w:tcPr>
          <w:p w:rsidR="00A52675" w:rsidRPr="00596AEF" w:rsidRDefault="00A52675" w:rsidP="00150063">
            <w:pPr>
              <w:spacing w:line="240" w:lineRule="auto"/>
              <w:ind w:firstLine="24"/>
              <w:jc w:val="center"/>
              <w:rPr>
                <w:spacing w:val="-2"/>
                <w:sz w:val="22"/>
                <w:szCs w:val="22"/>
              </w:rPr>
            </w:pPr>
            <w:r w:rsidRPr="00596AEF">
              <w:rPr>
                <w:spacing w:val="-2"/>
                <w:sz w:val="22"/>
                <w:szCs w:val="22"/>
              </w:rPr>
              <w:t>2</w:t>
            </w:r>
          </w:p>
        </w:tc>
        <w:tc>
          <w:tcPr>
            <w:tcW w:w="1458" w:type="pct"/>
          </w:tcPr>
          <w:p w:rsidR="00A52675" w:rsidRPr="00596AEF" w:rsidRDefault="00A52675" w:rsidP="001500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596AEF">
              <w:rPr>
                <w:rFonts w:eastAsia="Times New Roman"/>
                <w:sz w:val="22"/>
                <w:szCs w:val="22"/>
                <w:lang w:eastAsia="ru-RU"/>
              </w:rPr>
              <w:t>Количество действующих в районе гражданско-патриотических объединений, клубов, движений, в том числе детских и молодёжных (ед.)</w:t>
            </w:r>
          </w:p>
        </w:tc>
        <w:tc>
          <w:tcPr>
            <w:tcW w:w="965" w:type="pct"/>
            <w:vAlign w:val="center"/>
          </w:tcPr>
          <w:p w:rsidR="00A52675" w:rsidRPr="00596AEF" w:rsidRDefault="00A52675" w:rsidP="00CE7366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18</w:t>
            </w:r>
          </w:p>
        </w:tc>
        <w:tc>
          <w:tcPr>
            <w:tcW w:w="656" w:type="pct"/>
            <w:vAlign w:val="center"/>
          </w:tcPr>
          <w:p w:rsidR="00A52675" w:rsidRPr="00596AEF" w:rsidRDefault="00A52675" w:rsidP="00087DA5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21</w:t>
            </w:r>
          </w:p>
        </w:tc>
        <w:tc>
          <w:tcPr>
            <w:tcW w:w="570" w:type="pct"/>
            <w:vAlign w:val="center"/>
          </w:tcPr>
          <w:p w:rsidR="00A52675" w:rsidRPr="00596AEF" w:rsidRDefault="00A52675" w:rsidP="00087DA5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22</w:t>
            </w:r>
          </w:p>
        </w:tc>
        <w:tc>
          <w:tcPr>
            <w:tcW w:w="580" w:type="pct"/>
            <w:vAlign w:val="center"/>
          </w:tcPr>
          <w:p w:rsidR="00A52675" w:rsidRPr="00596AEF" w:rsidRDefault="00A52675" w:rsidP="00CE7366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79" w:type="pct"/>
            <w:vAlign w:val="center"/>
          </w:tcPr>
          <w:p w:rsidR="00A52675" w:rsidRPr="00596AEF" w:rsidRDefault="00A52675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A52675" w:rsidRPr="00255EAC" w:rsidTr="007A0486">
        <w:trPr>
          <w:trHeight w:val="433"/>
          <w:jc w:val="center"/>
        </w:trPr>
        <w:tc>
          <w:tcPr>
            <w:tcW w:w="192" w:type="pct"/>
            <w:vAlign w:val="center"/>
          </w:tcPr>
          <w:p w:rsidR="00A52675" w:rsidRPr="00596AEF" w:rsidRDefault="00A52675" w:rsidP="00150063">
            <w:pPr>
              <w:spacing w:line="240" w:lineRule="auto"/>
              <w:ind w:firstLine="24"/>
              <w:jc w:val="center"/>
              <w:rPr>
                <w:spacing w:val="-2"/>
                <w:sz w:val="22"/>
                <w:szCs w:val="22"/>
              </w:rPr>
            </w:pPr>
            <w:r w:rsidRPr="00596AEF">
              <w:rPr>
                <w:spacing w:val="-2"/>
                <w:sz w:val="22"/>
                <w:szCs w:val="22"/>
              </w:rPr>
              <w:t>3</w:t>
            </w:r>
          </w:p>
        </w:tc>
        <w:tc>
          <w:tcPr>
            <w:tcW w:w="1458" w:type="pct"/>
          </w:tcPr>
          <w:p w:rsidR="00A52675" w:rsidRPr="00596AEF" w:rsidRDefault="00A52675" w:rsidP="001500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 xml:space="preserve">Количество молодёжи, вовлечённой в деятельность детских и молодёжных </w:t>
            </w:r>
            <w:r w:rsidRPr="00596AEF">
              <w:rPr>
                <w:rFonts w:eastAsia="Times New Roman"/>
                <w:sz w:val="22"/>
                <w:szCs w:val="22"/>
                <w:lang w:eastAsia="ru-RU"/>
              </w:rPr>
              <w:t>гражданско-патриотических объединений, клубов, движений (чел.)</w:t>
            </w:r>
          </w:p>
        </w:tc>
        <w:tc>
          <w:tcPr>
            <w:tcW w:w="965" w:type="pct"/>
            <w:vAlign w:val="center"/>
          </w:tcPr>
          <w:p w:rsidR="00A52675" w:rsidRPr="00596AEF" w:rsidRDefault="00A52675" w:rsidP="00CE7366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1500</w:t>
            </w:r>
          </w:p>
        </w:tc>
        <w:tc>
          <w:tcPr>
            <w:tcW w:w="656" w:type="pct"/>
            <w:vAlign w:val="center"/>
          </w:tcPr>
          <w:p w:rsidR="00A52675" w:rsidRPr="00596AEF" w:rsidRDefault="00A52675" w:rsidP="00087DA5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1750</w:t>
            </w:r>
          </w:p>
        </w:tc>
        <w:tc>
          <w:tcPr>
            <w:tcW w:w="570" w:type="pct"/>
            <w:vAlign w:val="center"/>
          </w:tcPr>
          <w:p w:rsidR="00A52675" w:rsidRPr="00596AEF" w:rsidRDefault="004B762D" w:rsidP="00087DA5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52675" w:rsidRPr="00596AEF">
              <w:rPr>
                <w:sz w:val="22"/>
                <w:szCs w:val="22"/>
              </w:rPr>
              <w:t>800</w:t>
            </w:r>
          </w:p>
        </w:tc>
        <w:tc>
          <w:tcPr>
            <w:tcW w:w="580" w:type="pct"/>
            <w:vAlign w:val="center"/>
          </w:tcPr>
          <w:p w:rsidR="00A52675" w:rsidRPr="00596AEF" w:rsidRDefault="004B762D" w:rsidP="00CE7366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D7CC1">
              <w:rPr>
                <w:sz w:val="22"/>
                <w:szCs w:val="22"/>
              </w:rPr>
              <w:t>80</w:t>
            </w:r>
            <w:r w:rsidR="00A52675">
              <w:rPr>
                <w:sz w:val="22"/>
                <w:szCs w:val="22"/>
              </w:rPr>
              <w:t>0</w:t>
            </w:r>
          </w:p>
        </w:tc>
        <w:tc>
          <w:tcPr>
            <w:tcW w:w="579" w:type="pct"/>
            <w:vAlign w:val="center"/>
          </w:tcPr>
          <w:p w:rsidR="00A52675" w:rsidRPr="00596AEF" w:rsidRDefault="004B762D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D7CC1">
              <w:rPr>
                <w:sz w:val="22"/>
                <w:szCs w:val="22"/>
              </w:rPr>
              <w:t>00</w:t>
            </w:r>
            <w:r w:rsidR="00A52675">
              <w:rPr>
                <w:sz w:val="22"/>
                <w:szCs w:val="22"/>
              </w:rPr>
              <w:t>0</w:t>
            </w:r>
          </w:p>
        </w:tc>
      </w:tr>
      <w:tr w:rsidR="00A52675" w:rsidRPr="00255EAC" w:rsidTr="007A0486">
        <w:trPr>
          <w:trHeight w:val="433"/>
          <w:jc w:val="center"/>
        </w:trPr>
        <w:tc>
          <w:tcPr>
            <w:tcW w:w="192" w:type="pct"/>
            <w:vAlign w:val="center"/>
          </w:tcPr>
          <w:p w:rsidR="00A52675" w:rsidRPr="00596AEF" w:rsidRDefault="00A52675" w:rsidP="00150063">
            <w:pPr>
              <w:spacing w:line="240" w:lineRule="auto"/>
              <w:ind w:firstLine="24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4</w:t>
            </w:r>
          </w:p>
        </w:tc>
        <w:tc>
          <w:tcPr>
            <w:tcW w:w="1458" w:type="pct"/>
          </w:tcPr>
          <w:p w:rsidR="00A52675" w:rsidRPr="00596AEF" w:rsidRDefault="00A52675" w:rsidP="001500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 xml:space="preserve">Численность детей и молодежи в возрасте до 35 лет – участников конкурсов и проектов, направленных на развитие системы </w:t>
            </w:r>
            <w:proofErr w:type="spellStart"/>
            <w:r w:rsidRPr="00596AEF">
              <w:rPr>
                <w:sz w:val="22"/>
                <w:szCs w:val="22"/>
              </w:rPr>
              <w:t>межпоколенческого</w:t>
            </w:r>
            <w:proofErr w:type="spellEnd"/>
            <w:r w:rsidRPr="00596AEF">
              <w:rPr>
                <w:sz w:val="22"/>
                <w:szCs w:val="22"/>
              </w:rPr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 (чел.)</w:t>
            </w:r>
          </w:p>
        </w:tc>
        <w:tc>
          <w:tcPr>
            <w:tcW w:w="965" w:type="pct"/>
            <w:vAlign w:val="center"/>
          </w:tcPr>
          <w:p w:rsidR="00A52675" w:rsidRPr="00596AEF" w:rsidRDefault="00A52675" w:rsidP="00CE7366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250</w:t>
            </w:r>
          </w:p>
        </w:tc>
        <w:tc>
          <w:tcPr>
            <w:tcW w:w="656" w:type="pct"/>
            <w:vAlign w:val="center"/>
          </w:tcPr>
          <w:p w:rsidR="00A52675" w:rsidRPr="00596AEF" w:rsidRDefault="00A52675" w:rsidP="00087DA5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550</w:t>
            </w:r>
          </w:p>
        </w:tc>
        <w:tc>
          <w:tcPr>
            <w:tcW w:w="570" w:type="pct"/>
            <w:vAlign w:val="center"/>
          </w:tcPr>
          <w:p w:rsidR="00A52675" w:rsidRPr="00596AEF" w:rsidRDefault="00A52675" w:rsidP="00087DA5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600</w:t>
            </w:r>
          </w:p>
        </w:tc>
        <w:tc>
          <w:tcPr>
            <w:tcW w:w="580" w:type="pct"/>
            <w:vAlign w:val="center"/>
          </w:tcPr>
          <w:p w:rsidR="00A52675" w:rsidRPr="00596AEF" w:rsidRDefault="00A52675" w:rsidP="00CE7366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579" w:type="pct"/>
            <w:vAlign w:val="center"/>
          </w:tcPr>
          <w:p w:rsidR="00A52675" w:rsidRPr="00596AEF" w:rsidRDefault="00A52675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</w:tbl>
    <w:p w:rsidR="0086405B" w:rsidRDefault="0086405B" w:rsidP="0086405B">
      <w:pPr>
        <w:jc w:val="center"/>
        <w:rPr>
          <w:bCs/>
          <w:sz w:val="18"/>
          <w:szCs w:val="18"/>
        </w:rPr>
      </w:pPr>
    </w:p>
    <w:p w:rsidR="003A3D2D" w:rsidRDefault="003A3D2D" w:rsidP="0086405B">
      <w:pPr>
        <w:jc w:val="center"/>
        <w:rPr>
          <w:bCs/>
          <w:sz w:val="18"/>
          <w:szCs w:val="18"/>
        </w:rPr>
      </w:pPr>
    </w:p>
    <w:p w:rsidR="003A3D2D" w:rsidRDefault="003A3D2D" w:rsidP="0086405B">
      <w:pPr>
        <w:jc w:val="center"/>
        <w:rPr>
          <w:bCs/>
          <w:sz w:val="18"/>
          <w:szCs w:val="18"/>
        </w:rPr>
      </w:pPr>
    </w:p>
    <w:p w:rsidR="003A3D2D" w:rsidRDefault="003A3D2D" w:rsidP="0086405B">
      <w:pPr>
        <w:jc w:val="center"/>
        <w:rPr>
          <w:bCs/>
          <w:sz w:val="18"/>
          <w:szCs w:val="18"/>
        </w:rPr>
      </w:pPr>
    </w:p>
    <w:p w:rsidR="0086405B" w:rsidRPr="0073303D" w:rsidRDefault="0086405B" w:rsidP="0086405B">
      <w:pPr>
        <w:pStyle w:val="af1"/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 w:rsidRPr="0073303D">
        <w:rPr>
          <w:rFonts w:ascii="Times New Roman" w:hAnsi="Times New Roman"/>
          <w:b/>
          <w:sz w:val="28"/>
          <w:szCs w:val="28"/>
        </w:rPr>
        <w:t>Структура муниципальной программы</w:t>
      </w:r>
    </w:p>
    <w:tbl>
      <w:tblPr>
        <w:tblStyle w:val="11"/>
        <w:tblW w:w="5000" w:type="pct"/>
        <w:tblInd w:w="-318" w:type="dxa"/>
        <w:tblLook w:val="04A0"/>
      </w:tblPr>
      <w:tblGrid>
        <w:gridCol w:w="965"/>
        <w:gridCol w:w="7172"/>
        <w:gridCol w:w="1582"/>
        <w:gridCol w:w="50"/>
        <w:gridCol w:w="2656"/>
        <w:gridCol w:w="2363"/>
      </w:tblGrid>
      <w:tr w:rsidR="0086405B" w:rsidRPr="00806A61" w:rsidTr="00B96C1A">
        <w:trPr>
          <w:trHeight w:val="562"/>
        </w:trPr>
        <w:tc>
          <w:tcPr>
            <w:tcW w:w="326" w:type="pct"/>
            <w:vAlign w:val="center"/>
            <w:hideMark/>
          </w:tcPr>
          <w:p w:rsidR="0086405B" w:rsidRPr="0073303D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73303D">
              <w:t>№</w:t>
            </w:r>
            <w:r w:rsidRPr="0073303D">
              <w:br/>
            </w:r>
            <w:proofErr w:type="spellStart"/>
            <w:proofErr w:type="gramStart"/>
            <w:r w:rsidRPr="0073303D">
              <w:t>п</w:t>
            </w:r>
            <w:proofErr w:type="spellEnd"/>
            <w:proofErr w:type="gramEnd"/>
            <w:r w:rsidRPr="0073303D">
              <w:t>/</w:t>
            </w:r>
            <w:proofErr w:type="spellStart"/>
            <w:r w:rsidRPr="0073303D">
              <w:t>п</w:t>
            </w:r>
            <w:proofErr w:type="spellEnd"/>
          </w:p>
        </w:tc>
        <w:tc>
          <w:tcPr>
            <w:tcW w:w="2425" w:type="pct"/>
            <w:vAlign w:val="center"/>
            <w:hideMark/>
          </w:tcPr>
          <w:p w:rsidR="0086405B" w:rsidRPr="00806A61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806A61">
              <w:rPr>
                <w:rFonts w:eastAsia="Times New Roman"/>
                <w:sz w:val="22"/>
                <w:lang w:eastAsia="ru-RU"/>
              </w:rPr>
              <w:t>Задачи структурного элемента</w:t>
            </w:r>
          </w:p>
        </w:tc>
        <w:tc>
          <w:tcPr>
            <w:tcW w:w="1450" w:type="pct"/>
            <w:gridSpan w:val="3"/>
            <w:vAlign w:val="center"/>
          </w:tcPr>
          <w:p w:rsidR="0086405B" w:rsidRPr="00806A61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806A61">
              <w:rPr>
                <w:rFonts w:eastAsia="Times New Roman"/>
                <w:sz w:val="22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799" w:type="pct"/>
            <w:vAlign w:val="center"/>
          </w:tcPr>
          <w:p w:rsidR="0086405B" w:rsidRPr="00806A61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806A61">
              <w:rPr>
                <w:rFonts w:eastAsia="Times New Roman"/>
                <w:sz w:val="22"/>
                <w:lang w:eastAsia="ru-RU"/>
              </w:rPr>
              <w:t>Связь с показателями*</w:t>
            </w:r>
            <w:r w:rsidRPr="00806A61">
              <w:rPr>
                <w:rFonts w:eastAsia="Times New Roman"/>
                <w:sz w:val="22"/>
                <w:vertAlign w:val="superscript"/>
                <w:lang w:eastAsia="ru-RU"/>
              </w:rPr>
              <w:t xml:space="preserve"> </w:t>
            </w:r>
          </w:p>
        </w:tc>
      </w:tr>
      <w:tr w:rsidR="0086405B" w:rsidRPr="00806A61" w:rsidTr="00B96C1A">
        <w:trPr>
          <w:trHeight w:val="170"/>
        </w:trPr>
        <w:tc>
          <w:tcPr>
            <w:tcW w:w="326" w:type="pct"/>
            <w:vAlign w:val="center"/>
          </w:tcPr>
          <w:p w:rsidR="0086405B" w:rsidRPr="00806A61" w:rsidRDefault="00722D14" w:rsidP="00CE73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2425" w:type="pct"/>
            <w:vAlign w:val="center"/>
          </w:tcPr>
          <w:p w:rsidR="0086405B" w:rsidRPr="00806A61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806A61">
              <w:rPr>
                <w:rFonts w:eastAsia="Times New Roman"/>
                <w:sz w:val="22"/>
                <w:lang w:eastAsia="ru-RU"/>
              </w:rPr>
              <w:t>2</w:t>
            </w:r>
          </w:p>
        </w:tc>
        <w:tc>
          <w:tcPr>
            <w:tcW w:w="1450" w:type="pct"/>
            <w:gridSpan w:val="3"/>
            <w:vAlign w:val="center"/>
          </w:tcPr>
          <w:p w:rsidR="0086405B" w:rsidRPr="00806A61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806A61">
              <w:rPr>
                <w:rFonts w:eastAsia="Times New Roman"/>
                <w:sz w:val="22"/>
                <w:lang w:eastAsia="ru-RU"/>
              </w:rPr>
              <w:t>3</w:t>
            </w:r>
          </w:p>
        </w:tc>
        <w:tc>
          <w:tcPr>
            <w:tcW w:w="799" w:type="pct"/>
            <w:vAlign w:val="center"/>
          </w:tcPr>
          <w:p w:rsidR="0086405B" w:rsidRPr="00806A61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806A61">
              <w:rPr>
                <w:rFonts w:eastAsia="Times New Roman"/>
                <w:sz w:val="22"/>
                <w:lang w:eastAsia="ru-RU"/>
              </w:rPr>
              <w:t>4</w:t>
            </w:r>
          </w:p>
        </w:tc>
      </w:tr>
      <w:tr w:rsidR="0086405B" w:rsidRPr="00CB0F0E" w:rsidTr="00C35A64">
        <w:trPr>
          <w:trHeight w:val="501"/>
        </w:trPr>
        <w:tc>
          <w:tcPr>
            <w:tcW w:w="326" w:type="pct"/>
            <w:vAlign w:val="center"/>
          </w:tcPr>
          <w:p w:rsidR="0086405B" w:rsidRPr="000349E2" w:rsidRDefault="0086405B" w:rsidP="00CE73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  <w:r w:rsidRPr="000349E2">
              <w:rPr>
                <w:sz w:val="22"/>
              </w:rPr>
              <w:t>.</w:t>
            </w:r>
          </w:p>
        </w:tc>
        <w:tc>
          <w:tcPr>
            <w:tcW w:w="4674" w:type="pct"/>
            <w:gridSpan w:val="5"/>
          </w:tcPr>
          <w:p w:rsidR="0086405B" w:rsidRPr="000349E2" w:rsidRDefault="0086405B" w:rsidP="00C35A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 w:rsidRPr="000349E2">
              <w:rPr>
                <w:rFonts w:eastAsia="Times New Roman"/>
                <w:b/>
                <w:i/>
                <w:sz w:val="22"/>
                <w:lang w:eastAsia="ru-RU"/>
              </w:rPr>
              <w:t>Комплекс процессных мероприятий «</w:t>
            </w:r>
            <w:r w:rsidRPr="000349E2">
              <w:rPr>
                <w:b/>
                <w:sz w:val="22"/>
              </w:rPr>
              <w:t>Организация и проведение мероприятий по гражданскому и патриотическому воспитанию детей, подростков и молодежи, включая проведение мероприятий, посвященных памятным датам и праздникам</w:t>
            </w:r>
            <w:r w:rsidRPr="000349E2">
              <w:rPr>
                <w:rFonts w:eastAsia="Times New Roman"/>
                <w:b/>
                <w:i/>
                <w:sz w:val="22"/>
                <w:lang w:eastAsia="ru-RU"/>
              </w:rPr>
              <w:t>»</w:t>
            </w:r>
          </w:p>
        </w:tc>
      </w:tr>
      <w:tr w:rsidR="0086405B" w:rsidRPr="00CB0F0E" w:rsidTr="00B96C1A">
        <w:trPr>
          <w:trHeight w:val="663"/>
        </w:trPr>
        <w:tc>
          <w:tcPr>
            <w:tcW w:w="326" w:type="pct"/>
            <w:vAlign w:val="center"/>
          </w:tcPr>
          <w:p w:rsidR="0086405B" w:rsidRPr="000349E2" w:rsidRDefault="0086405B" w:rsidP="00CE73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0" w:type="pct"/>
            <w:gridSpan w:val="2"/>
          </w:tcPr>
          <w:p w:rsidR="0086405B" w:rsidRPr="000349E2" w:rsidRDefault="0086405B" w:rsidP="00381EB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b/>
                <w:i/>
                <w:lang w:eastAsia="ru-RU"/>
              </w:rPr>
            </w:pPr>
            <w:r w:rsidRPr="003608BA">
              <w:rPr>
                <w:rFonts w:eastAsia="Times New Roman"/>
                <w:i/>
                <w:sz w:val="24"/>
                <w:szCs w:val="24"/>
                <w:lang w:eastAsia="ru-RU"/>
              </w:rPr>
              <w:t>Председатель Комитета по образованию и молодёжной политике Администрации муниципальн</w:t>
            </w:r>
            <w:r w:rsidR="003A3D2D">
              <w:rPr>
                <w:rFonts w:eastAsia="Times New Roman"/>
                <w:i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 w:rsidR="003A3D2D">
              <w:rPr>
                <w:rFonts w:eastAsia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 w:rsidR="003A3D2D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3608BA">
              <w:rPr>
                <w:rFonts w:eastAsia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1714" w:type="pct"/>
            <w:gridSpan w:val="3"/>
          </w:tcPr>
          <w:p w:rsidR="0086405B" w:rsidRDefault="0086405B" w:rsidP="00381EB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i/>
                <w:sz w:val="22"/>
                <w:lang w:eastAsia="ru-RU"/>
              </w:rPr>
            </w:pPr>
          </w:p>
          <w:p w:rsidR="0086405B" w:rsidRPr="000349E2" w:rsidRDefault="0086405B" w:rsidP="00381EB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i/>
                <w:lang w:eastAsia="ru-RU"/>
              </w:rPr>
            </w:pPr>
            <w:r w:rsidRPr="00554E5C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Срок реализации </w:t>
            </w:r>
            <w:r w:rsidR="008B7DB9">
              <w:rPr>
                <w:rFonts w:eastAsia="Times New Roman"/>
                <w:i/>
                <w:sz w:val="24"/>
                <w:szCs w:val="24"/>
                <w:lang w:eastAsia="ru-RU"/>
              </w:rPr>
              <w:t>2025-2028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86405B" w:rsidRPr="00CB0F0E" w:rsidTr="00B96C1A">
        <w:trPr>
          <w:trHeight w:val="663"/>
        </w:trPr>
        <w:tc>
          <w:tcPr>
            <w:tcW w:w="326" w:type="pct"/>
            <w:vAlign w:val="center"/>
          </w:tcPr>
          <w:p w:rsidR="0086405B" w:rsidRPr="00235D66" w:rsidRDefault="0086405B" w:rsidP="00CE73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  <w:r w:rsidRPr="00235D66">
              <w:rPr>
                <w:sz w:val="22"/>
              </w:rPr>
              <w:t>.1.</w:t>
            </w:r>
          </w:p>
        </w:tc>
        <w:tc>
          <w:tcPr>
            <w:tcW w:w="2425" w:type="pct"/>
          </w:tcPr>
          <w:p w:rsidR="0086405B" w:rsidRPr="00235D66" w:rsidRDefault="0086405B" w:rsidP="00381EBD">
            <w:pPr>
              <w:spacing w:line="240" w:lineRule="auto"/>
              <w:ind w:firstLine="16"/>
              <w:jc w:val="both"/>
            </w:pPr>
            <w:r w:rsidRPr="00235D66">
              <w:rPr>
                <w:sz w:val="22"/>
              </w:rPr>
              <w:t>Организация и проведение мероприятий по гражданскому и патриотическому воспитанию детей, подростков и молодежи, включая проведение мероприятий, посвященных памятным датам и праздникам</w:t>
            </w:r>
          </w:p>
        </w:tc>
        <w:tc>
          <w:tcPr>
            <w:tcW w:w="1450" w:type="pct"/>
            <w:gridSpan w:val="3"/>
          </w:tcPr>
          <w:p w:rsidR="0086405B" w:rsidRPr="002E427D" w:rsidRDefault="0086405B" w:rsidP="00381EBD">
            <w:pPr>
              <w:spacing w:line="240" w:lineRule="auto"/>
              <w:ind w:firstLine="16"/>
              <w:jc w:val="both"/>
              <w:rPr>
                <w:rFonts w:eastAsia="Times New Roman"/>
                <w:i/>
                <w:sz w:val="22"/>
                <w:lang w:eastAsia="ru-RU"/>
              </w:rPr>
            </w:pPr>
            <w:r w:rsidRPr="002E427D">
              <w:rPr>
                <w:sz w:val="22"/>
              </w:rPr>
              <w:t>Проведены мероприяти</w:t>
            </w:r>
            <w:r>
              <w:rPr>
                <w:sz w:val="22"/>
              </w:rPr>
              <w:t>я по гражданскому и патриотическому воспитанию детей, подростков и молодежи</w:t>
            </w:r>
          </w:p>
        </w:tc>
        <w:tc>
          <w:tcPr>
            <w:tcW w:w="799" w:type="pct"/>
          </w:tcPr>
          <w:p w:rsidR="0086405B" w:rsidRPr="002E427D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Показатели</w:t>
            </w:r>
            <w:r w:rsidRPr="002E427D">
              <w:rPr>
                <w:rFonts w:eastAsia="Times New Roman"/>
                <w:sz w:val="22"/>
                <w:lang w:eastAsia="ru-RU"/>
              </w:rPr>
              <w:t xml:space="preserve">: </w:t>
            </w:r>
            <w:r>
              <w:rPr>
                <w:rFonts w:eastAsia="Times New Roman"/>
                <w:sz w:val="22"/>
                <w:lang w:eastAsia="ru-RU"/>
              </w:rPr>
              <w:t>1,4</w:t>
            </w:r>
          </w:p>
        </w:tc>
      </w:tr>
      <w:tr w:rsidR="0086405B" w:rsidRPr="00CB0F0E" w:rsidTr="00C35A64">
        <w:trPr>
          <w:trHeight w:val="419"/>
        </w:trPr>
        <w:tc>
          <w:tcPr>
            <w:tcW w:w="326" w:type="pct"/>
            <w:vAlign w:val="center"/>
          </w:tcPr>
          <w:p w:rsidR="0086405B" w:rsidRPr="00235D66" w:rsidRDefault="0086405B" w:rsidP="00CE73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  <w:r w:rsidRPr="00235D66">
              <w:rPr>
                <w:sz w:val="22"/>
              </w:rPr>
              <w:t>.</w:t>
            </w:r>
          </w:p>
        </w:tc>
        <w:tc>
          <w:tcPr>
            <w:tcW w:w="4674" w:type="pct"/>
            <w:gridSpan w:val="5"/>
          </w:tcPr>
          <w:p w:rsidR="0086405B" w:rsidRDefault="0086405B" w:rsidP="00C35A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0349E2">
              <w:rPr>
                <w:rFonts w:eastAsia="Times New Roman"/>
                <w:b/>
                <w:i/>
                <w:sz w:val="22"/>
                <w:lang w:eastAsia="ru-RU"/>
              </w:rPr>
              <w:t xml:space="preserve">Комплекс процессных мероприятий </w:t>
            </w:r>
            <w:r w:rsidRPr="00235D66">
              <w:rPr>
                <w:rFonts w:eastAsia="Times New Roman"/>
                <w:b/>
                <w:i/>
                <w:sz w:val="22"/>
                <w:lang w:eastAsia="ru-RU"/>
              </w:rPr>
              <w:t>«</w:t>
            </w:r>
            <w:r w:rsidRPr="00235D66">
              <w:rPr>
                <w:b/>
                <w:sz w:val="22"/>
              </w:rPr>
              <w:t>Повышение престижа военной службы в молодежной среде, реализация комплекса воспитательных и развивающих мероприятий для допризывной молодежи</w:t>
            </w:r>
            <w:r w:rsidRPr="00235D66">
              <w:rPr>
                <w:rFonts w:eastAsia="Times New Roman"/>
                <w:b/>
                <w:i/>
                <w:sz w:val="22"/>
                <w:lang w:eastAsia="ru-RU"/>
              </w:rPr>
              <w:t>»</w:t>
            </w:r>
          </w:p>
        </w:tc>
      </w:tr>
      <w:tr w:rsidR="0086405B" w:rsidRPr="00CB0F0E" w:rsidTr="00B96C1A">
        <w:trPr>
          <w:trHeight w:val="663"/>
        </w:trPr>
        <w:tc>
          <w:tcPr>
            <w:tcW w:w="326" w:type="pct"/>
            <w:vAlign w:val="center"/>
          </w:tcPr>
          <w:p w:rsidR="0086405B" w:rsidRPr="00235D66" w:rsidRDefault="0086405B" w:rsidP="00CE73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pct"/>
            <w:gridSpan w:val="3"/>
          </w:tcPr>
          <w:p w:rsidR="0086405B" w:rsidRPr="000349E2" w:rsidRDefault="0086405B" w:rsidP="00381EB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b/>
                <w:i/>
                <w:lang w:eastAsia="ru-RU"/>
              </w:rPr>
            </w:pPr>
            <w:r w:rsidRPr="003608BA">
              <w:rPr>
                <w:rFonts w:eastAsia="Times New Roman"/>
                <w:i/>
                <w:sz w:val="24"/>
                <w:szCs w:val="24"/>
                <w:lang w:eastAsia="ru-RU"/>
              </w:rPr>
              <w:t>Председатель Комитета по образованию и молодёжной политике Администрации муниципальн</w:t>
            </w:r>
            <w:r w:rsidR="003A3D2D">
              <w:rPr>
                <w:rFonts w:eastAsia="Times New Roman"/>
                <w:i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 w:rsidR="003A3D2D">
              <w:rPr>
                <w:rFonts w:eastAsia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 w:rsidR="003A3D2D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3608BA">
              <w:rPr>
                <w:rFonts w:eastAsia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1697" w:type="pct"/>
            <w:gridSpan w:val="2"/>
          </w:tcPr>
          <w:p w:rsidR="0086405B" w:rsidRDefault="0086405B" w:rsidP="00381EB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  <w:p w:rsidR="0086405B" w:rsidRPr="000349E2" w:rsidRDefault="008B7DB9" w:rsidP="004D325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="Times New Roman"/>
                <w:b/>
                <w:i/>
                <w:lang w:eastAsia="ru-RU"/>
              </w:rPr>
            </w:pP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Срок реализации 2025-2028</w:t>
            </w:r>
            <w:r w:rsidR="0086405B" w:rsidRPr="00184F4E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86405B" w:rsidRPr="00CB0F0E" w:rsidTr="00B96C1A">
        <w:trPr>
          <w:trHeight w:val="663"/>
        </w:trPr>
        <w:tc>
          <w:tcPr>
            <w:tcW w:w="326" w:type="pct"/>
            <w:vAlign w:val="center"/>
          </w:tcPr>
          <w:p w:rsidR="0086405B" w:rsidRPr="00C46901" w:rsidRDefault="0086405B" w:rsidP="00CE73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  <w:r w:rsidRPr="00C46901">
              <w:rPr>
                <w:sz w:val="22"/>
              </w:rPr>
              <w:t>.1.</w:t>
            </w:r>
          </w:p>
        </w:tc>
        <w:tc>
          <w:tcPr>
            <w:tcW w:w="2425" w:type="pct"/>
          </w:tcPr>
          <w:p w:rsidR="0086405B" w:rsidRPr="000349E2" w:rsidRDefault="0086405B" w:rsidP="00381EBD">
            <w:pPr>
              <w:spacing w:line="240" w:lineRule="auto"/>
              <w:ind w:firstLine="16"/>
              <w:jc w:val="both"/>
              <w:rPr>
                <w:rFonts w:eastAsia="Times New Roman"/>
                <w:b/>
                <w:i/>
                <w:lang w:eastAsia="ru-RU"/>
              </w:rPr>
            </w:pPr>
            <w:r>
              <w:rPr>
                <w:sz w:val="22"/>
              </w:rPr>
              <w:t>Создание</w:t>
            </w:r>
            <w:r w:rsidRPr="00F747A0">
              <w:rPr>
                <w:sz w:val="22"/>
              </w:rPr>
              <w:t xml:space="preserve"> </w:t>
            </w:r>
            <w:r>
              <w:rPr>
                <w:sz w:val="22"/>
              </w:rPr>
              <w:t>условий</w:t>
            </w:r>
            <w:r w:rsidRPr="00F747A0">
              <w:rPr>
                <w:sz w:val="22"/>
              </w:rPr>
              <w:t xml:space="preserve"> для повышения престижа военной службы в молодежной среде, организован комплекс воспитательных и развивающих мероприятий для допризывной молодежи</w:t>
            </w:r>
          </w:p>
        </w:tc>
        <w:tc>
          <w:tcPr>
            <w:tcW w:w="1450" w:type="pct"/>
            <w:gridSpan w:val="3"/>
          </w:tcPr>
          <w:p w:rsidR="0086405B" w:rsidRPr="002E427D" w:rsidRDefault="0086405B" w:rsidP="00381EBD">
            <w:pPr>
              <w:spacing w:line="240" w:lineRule="auto"/>
              <w:ind w:firstLine="16"/>
              <w:jc w:val="both"/>
            </w:pPr>
            <w:r w:rsidRPr="00F747A0">
              <w:rPr>
                <w:sz w:val="22"/>
              </w:rPr>
              <w:t>Созданы условия для повышения престижа военной службы в молодежной среде, организован комплекс воспитательных и развивающих мероприятий для допризывной молодежи</w:t>
            </w:r>
          </w:p>
        </w:tc>
        <w:tc>
          <w:tcPr>
            <w:tcW w:w="799" w:type="pct"/>
          </w:tcPr>
          <w:p w:rsidR="0086405B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/>
                <w:lang w:eastAsia="ru-RU"/>
              </w:rPr>
            </w:pPr>
            <w:r w:rsidRPr="002E427D">
              <w:rPr>
                <w:rFonts w:eastAsia="Times New Roman"/>
                <w:sz w:val="22"/>
                <w:lang w:eastAsia="ru-RU"/>
              </w:rPr>
              <w:t xml:space="preserve">Показатели: </w:t>
            </w:r>
            <w:r>
              <w:rPr>
                <w:rFonts w:eastAsia="Times New Roman"/>
                <w:sz w:val="22"/>
                <w:lang w:eastAsia="ru-RU"/>
              </w:rPr>
              <w:t>3,4</w:t>
            </w:r>
          </w:p>
        </w:tc>
      </w:tr>
    </w:tbl>
    <w:p w:rsidR="0086405B" w:rsidRDefault="0086405B" w:rsidP="0086405B">
      <w:pPr>
        <w:jc w:val="center"/>
        <w:rPr>
          <w:b/>
          <w:sz w:val="26"/>
          <w:szCs w:val="26"/>
        </w:rPr>
      </w:pPr>
    </w:p>
    <w:p w:rsidR="0086405B" w:rsidRDefault="0086405B" w:rsidP="0086405B">
      <w:pPr>
        <w:jc w:val="center"/>
        <w:rPr>
          <w:b/>
          <w:sz w:val="26"/>
          <w:szCs w:val="26"/>
        </w:rPr>
      </w:pPr>
    </w:p>
    <w:p w:rsidR="0086405B" w:rsidRDefault="0086405B" w:rsidP="0086405B">
      <w:pPr>
        <w:jc w:val="center"/>
        <w:rPr>
          <w:b/>
          <w:sz w:val="26"/>
          <w:szCs w:val="26"/>
        </w:rPr>
      </w:pPr>
    </w:p>
    <w:p w:rsidR="0086405B" w:rsidRDefault="0086405B" w:rsidP="0086405B">
      <w:pPr>
        <w:jc w:val="center"/>
        <w:rPr>
          <w:b/>
          <w:sz w:val="26"/>
          <w:szCs w:val="26"/>
        </w:rPr>
      </w:pPr>
    </w:p>
    <w:p w:rsidR="00381EBD" w:rsidRDefault="00381EBD" w:rsidP="0086405B">
      <w:pPr>
        <w:jc w:val="center"/>
        <w:rPr>
          <w:b/>
          <w:sz w:val="26"/>
          <w:szCs w:val="26"/>
        </w:rPr>
      </w:pPr>
    </w:p>
    <w:p w:rsidR="00381EBD" w:rsidRDefault="00381EBD" w:rsidP="0086405B">
      <w:pPr>
        <w:jc w:val="center"/>
        <w:rPr>
          <w:b/>
          <w:sz w:val="26"/>
          <w:szCs w:val="26"/>
        </w:rPr>
      </w:pPr>
    </w:p>
    <w:p w:rsidR="0086405B" w:rsidRDefault="0086405B" w:rsidP="0086405B">
      <w:pPr>
        <w:jc w:val="center"/>
        <w:rPr>
          <w:b/>
          <w:sz w:val="26"/>
          <w:szCs w:val="26"/>
        </w:rPr>
      </w:pPr>
    </w:p>
    <w:p w:rsidR="0086405B" w:rsidRPr="00A17610" w:rsidRDefault="0086405B" w:rsidP="0086405B">
      <w:pPr>
        <w:jc w:val="center"/>
        <w:rPr>
          <w:b/>
          <w:sz w:val="28"/>
          <w:szCs w:val="28"/>
        </w:rPr>
      </w:pPr>
      <w:r w:rsidRPr="00A17610">
        <w:rPr>
          <w:b/>
          <w:sz w:val="28"/>
          <w:szCs w:val="28"/>
        </w:rPr>
        <w:lastRenderedPageBreak/>
        <w:t>4.  Финансовое обеспечение муниципальной программы</w:t>
      </w:r>
    </w:p>
    <w:p w:rsidR="0086405B" w:rsidRPr="00A17610" w:rsidRDefault="0086405B" w:rsidP="0086405B">
      <w:pPr>
        <w:jc w:val="center"/>
        <w:rPr>
          <w:sz w:val="28"/>
          <w:szCs w:val="28"/>
        </w:rPr>
      </w:pPr>
      <w:r w:rsidRPr="00A17610">
        <w:rPr>
          <w:b/>
          <w:sz w:val="28"/>
          <w:szCs w:val="28"/>
        </w:rPr>
        <w:t xml:space="preserve"> </w:t>
      </w:r>
    </w:p>
    <w:tbl>
      <w:tblPr>
        <w:tblStyle w:val="11"/>
        <w:tblW w:w="4888" w:type="pct"/>
        <w:jc w:val="center"/>
        <w:tblInd w:w="331" w:type="dxa"/>
        <w:tblLook w:val="04A0"/>
      </w:tblPr>
      <w:tblGrid>
        <w:gridCol w:w="2969"/>
        <w:gridCol w:w="2469"/>
        <w:gridCol w:w="2067"/>
        <w:gridCol w:w="12"/>
        <w:gridCol w:w="2247"/>
        <w:gridCol w:w="2348"/>
        <w:gridCol w:w="2345"/>
      </w:tblGrid>
      <w:tr w:rsidR="001B1FD6" w:rsidRPr="005E1BC9" w:rsidTr="001B1FD6">
        <w:trPr>
          <w:tblHeader/>
          <w:jc w:val="center"/>
        </w:trPr>
        <w:tc>
          <w:tcPr>
            <w:tcW w:w="10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D6" w:rsidRPr="00020901" w:rsidRDefault="001B1FD6" w:rsidP="00020901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20901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D6" w:rsidRPr="00020901" w:rsidRDefault="001B1FD6" w:rsidP="00020901">
            <w:pPr>
              <w:spacing w:line="240" w:lineRule="auto"/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1B1FD6" w:rsidRPr="00020901" w:rsidRDefault="001B1FD6" w:rsidP="00020901">
            <w:pPr>
              <w:spacing w:line="240" w:lineRule="auto"/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1B1FD6" w:rsidRPr="00020901" w:rsidRDefault="001B1FD6" w:rsidP="00020901">
            <w:pPr>
              <w:spacing w:line="240" w:lineRule="auto"/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 w:rsidRPr="00020901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31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D6" w:rsidRPr="00020901" w:rsidRDefault="001B1FD6" w:rsidP="00020901">
            <w:pPr>
              <w:spacing w:line="240" w:lineRule="auto"/>
              <w:jc w:val="center"/>
              <w:rPr>
                <w:spacing w:val="-2"/>
                <w:sz w:val="24"/>
                <w:szCs w:val="24"/>
              </w:rPr>
            </w:pPr>
            <w:r w:rsidRPr="00020901">
              <w:rPr>
                <w:rFonts w:eastAsia="Times New Roman"/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1B1FD6" w:rsidRPr="005E1BC9" w:rsidTr="00547B4D">
        <w:trPr>
          <w:trHeight w:val="1116"/>
          <w:tblHeader/>
          <w:jc w:val="center"/>
        </w:trPr>
        <w:tc>
          <w:tcPr>
            <w:tcW w:w="10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D6" w:rsidRPr="00020901" w:rsidRDefault="001B1FD6" w:rsidP="000209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D6" w:rsidRPr="00020901" w:rsidRDefault="001B1FD6" w:rsidP="00020901">
            <w:pPr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FD6" w:rsidRPr="00020901" w:rsidRDefault="001B1FD6" w:rsidP="000209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2025</w:t>
            </w:r>
            <w:r w:rsidRPr="00020901">
              <w:rPr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777" w:type="pct"/>
            <w:tcBorders>
              <w:left w:val="single" w:sz="4" w:space="0" w:color="auto"/>
            </w:tcBorders>
            <w:vAlign w:val="center"/>
          </w:tcPr>
          <w:p w:rsidR="001B1FD6" w:rsidRPr="00020901" w:rsidRDefault="001B1FD6" w:rsidP="00020901">
            <w:pPr>
              <w:spacing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2026</w:t>
            </w:r>
            <w:r w:rsidRPr="00020901">
              <w:rPr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812" w:type="pct"/>
            <w:tcBorders>
              <w:left w:val="single" w:sz="4" w:space="0" w:color="auto"/>
            </w:tcBorders>
            <w:vAlign w:val="center"/>
          </w:tcPr>
          <w:p w:rsidR="001B1FD6" w:rsidRPr="00020901" w:rsidRDefault="001B1FD6" w:rsidP="00020901">
            <w:pPr>
              <w:spacing w:line="240" w:lineRule="auto"/>
              <w:ind w:firstLine="7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2027</w:t>
            </w:r>
            <w:r w:rsidRPr="00020901">
              <w:rPr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811" w:type="pct"/>
            <w:tcBorders>
              <w:left w:val="single" w:sz="4" w:space="0" w:color="auto"/>
            </w:tcBorders>
            <w:vAlign w:val="center"/>
          </w:tcPr>
          <w:p w:rsidR="001B1FD6" w:rsidRPr="00020901" w:rsidRDefault="001B1FD6" w:rsidP="004B5D92">
            <w:pPr>
              <w:spacing w:line="240" w:lineRule="auto"/>
              <w:ind w:firstLine="7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2028</w:t>
            </w:r>
            <w:r w:rsidRPr="00020901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  <w:tr w:rsidR="001B1FD6" w:rsidRPr="005E1BC9" w:rsidTr="001B1FD6">
        <w:trPr>
          <w:trHeight w:val="282"/>
          <w:tblHeader/>
          <w:jc w:val="center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D6" w:rsidRPr="00020901" w:rsidRDefault="001B1FD6" w:rsidP="000209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20901">
              <w:rPr>
                <w:sz w:val="24"/>
                <w:szCs w:val="24"/>
              </w:rPr>
              <w:t>1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D6" w:rsidRPr="00020901" w:rsidRDefault="001B1FD6" w:rsidP="00020901">
            <w:pPr>
              <w:spacing w:line="240" w:lineRule="auto"/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020901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D6" w:rsidRPr="00020901" w:rsidRDefault="00AB3701" w:rsidP="00020901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781" w:type="pct"/>
            <w:gridSpan w:val="2"/>
            <w:tcBorders>
              <w:left w:val="single" w:sz="4" w:space="0" w:color="auto"/>
            </w:tcBorders>
            <w:vAlign w:val="center"/>
          </w:tcPr>
          <w:p w:rsidR="001B1FD6" w:rsidRPr="00020901" w:rsidRDefault="00AB3701" w:rsidP="000209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2" w:type="pct"/>
            <w:tcBorders>
              <w:left w:val="single" w:sz="4" w:space="0" w:color="auto"/>
            </w:tcBorders>
          </w:tcPr>
          <w:p w:rsidR="001B1FD6" w:rsidRPr="00020901" w:rsidRDefault="00AB3701" w:rsidP="000209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</w:tcBorders>
          </w:tcPr>
          <w:p w:rsidR="001B1FD6" w:rsidRPr="00020901" w:rsidRDefault="00AB3701" w:rsidP="00AB3701">
            <w:pPr>
              <w:spacing w:line="240" w:lineRule="auto"/>
              <w:ind w:hanging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3705D" w:rsidRPr="005E1BC9" w:rsidTr="001F1D49">
        <w:trPr>
          <w:trHeight w:val="433"/>
          <w:jc w:val="center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5D" w:rsidRPr="00020901" w:rsidRDefault="00F3705D" w:rsidP="00F3705D">
            <w:pPr>
              <w:spacing w:line="24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020901">
              <w:rPr>
                <w:i/>
                <w:sz w:val="24"/>
                <w:szCs w:val="24"/>
              </w:rPr>
              <w:t>Муниципальная программа  (всего)</w:t>
            </w:r>
            <w:r w:rsidRPr="00020901">
              <w:rPr>
                <w:rFonts w:eastAsia="Times New Roman"/>
                <w:spacing w:val="-2"/>
                <w:sz w:val="24"/>
                <w:szCs w:val="24"/>
              </w:rPr>
              <w:t>,</w:t>
            </w:r>
          </w:p>
          <w:p w:rsidR="00F3705D" w:rsidRPr="00020901" w:rsidRDefault="00F3705D" w:rsidP="00F3705D">
            <w:pPr>
              <w:spacing w:line="24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020901">
              <w:rPr>
                <w:rFonts w:eastAsia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5D" w:rsidRPr="002556D9" w:rsidRDefault="00171783" w:rsidP="00F3705D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4 060 315</w:t>
            </w:r>
            <w:r w:rsidR="004732F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79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705D" w:rsidRPr="00A40A9E" w:rsidRDefault="00F3705D" w:rsidP="00F3705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0A9E">
              <w:rPr>
                <w:bCs/>
                <w:sz w:val="24"/>
                <w:szCs w:val="24"/>
              </w:rPr>
              <w:t>2 123 947,37</w:t>
            </w:r>
          </w:p>
        </w:tc>
        <w:tc>
          <w:tcPr>
            <w:tcW w:w="777" w:type="pct"/>
            <w:tcBorders>
              <w:left w:val="single" w:sz="4" w:space="0" w:color="auto"/>
            </w:tcBorders>
            <w:vAlign w:val="center"/>
          </w:tcPr>
          <w:p w:rsidR="00F3705D" w:rsidRPr="00F3705D" w:rsidRDefault="00F3705D" w:rsidP="00F3705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3705D">
              <w:rPr>
                <w:sz w:val="24"/>
                <w:szCs w:val="24"/>
              </w:rPr>
              <w:t>1 936</w:t>
            </w:r>
            <w:r w:rsidR="00171783">
              <w:rPr>
                <w:sz w:val="24"/>
                <w:szCs w:val="24"/>
              </w:rPr>
              <w:t> 368,42</w:t>
            </w:r>
          </w:p>
        </w:tc>
        <w:tc>
          <w:tcPr>
            <w:tcW w:w="812" w:type="pct"/>
            <w:tcBorders>
              <w:left w:val="single" w:sz="4" w:space="0" w:color="auto"/>
            </w:tcBorders>
          </w:tcPr>
          <w:p w:rsidR="00F3705D" w:rsidRDefault="00F3705D" w:rsidP="00F3705D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</w:p>
          <w:p w:rsidR="00F3705D" w:rsidRPr="002556D9" w:rsidRDefault="00F3705D" w:rsidP="00F3705D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  <w:tc>
          <w:tcPr>
            <w:tcW w:w="811" w:type="pct"/>
            <w:tcBorders>
              <w:left w:val="single" w:sz="4" w:space="0" w:color="auto"/>
            </w:tcBorders>
            <w:vAlign w:val="center"/>
          </w:tcPr>
          <w:p w:rsidR="00F3705D" w:rsidRPr="002556D9" w:rsidRDefault="00F3705D" w:rsidP="00F3705D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</w:tr>
      <w:tr w:rsidR="001D226F" w:rsidRPr="002556D9" w:rsidTr="001F1D49">
        <w:trPr>
          <w:trHeight w:val="433"/>
          <w:jc w:val="center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26F" w:rsidRPr="00020901" w:rsidRDefault="001D226F" w:rsidP="00F370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2090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26F" w:rsidRPr="00A40A9E" w:rsidRDefault="001D226F" w:rsidP="004B5D92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A40A9E">
              <w:rPr>
                <w:sz w:val="24"/>
                <w:szCs w:val="24"/>
              </w:rPr>
              <w:t>0,00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226F" w:rsidRPr="00A40A9E" w:rsidRDefault="001D226F" w:rsidP="00F3705D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A40A9E">
              <w:rPr>
                <w:sz w:val="24"/>
                <w:szCs w:val="24"/>
              </w:rPr>
              <w:t>0,00</w:t>
            </w:r>
          </w:p>
        </w:tc>
        <w:tc>
          <w:tcPr>
            <w:tcW w:w="777" w:type="pct"/>
            <w:tcBorders>
              <w:left w:val="single" w:sz="4" w:space="0" w:color="auto"/>
            </w:tcBorders>
            <w:vAlign w:val="center"/>
          </w:tcPr>
          <w:p w:rsidR="001D226F" w:rsidRPr="002556D9" w:rsidRDefault="001D226F" w:rsidP="004B5D92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  <w:tc>
          <w:tcPr>
            <w:tcW w:w="812" w:type="pct"/>
            <w:tcBorders>
              <w:left w:val="single" w:sz="4" w:space="0" w:color="auto"/>
            </w:tcBorders>
            <w:vAlign w:val="center"/>
          </w:tcPr>
          <w:p w:rsidR="001D226F" w:rsidRPr="002556D9" w:rsidRDefault="001D226F" w:rsidP="00F3705D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  <w:tc>
          <w:tcPr>
            <w:tcW w:w="811" w:type="pct"/>
            <w:tcBorders>
              <w:left w:val="single" w:sz="4" w:space="0" w:color="auto"/>
            </w:tcBorders>
            <w:vAlign w:val="center"/>
          </w:tcPr>
          <w:p w:rsidR="001D226F" w:rsidRPr="002556D9" w:rsidRDefault="001D226F" w:rsidP="00F3705D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</w:tr>
      <w:tr w:rsidR="001D226F" w:rsidRPr="005E1BC9" w:rsidTr="001F1D49">
        <w:trPr>
          <w:jc w:val="center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F" w:rsidRPr="00020901" w:rsidRDefault="001D226F" w:rsidP="00F3705D">
            <w:pPr>
              <w:spacing w:line="24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020901">
              <w:rPr>
                <w:rFonts w:eastAsia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26F" w:rsidRPr="00A40A9E" w:rsidRDefault="001D226F" w:rsidP="004B5D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0A9E">
              <w:rPr>
                <w:sz w:val="24"/>
                <w:szCs w:val="24"/>
              </w:rPr>
              <w:t>1 500 000,00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226F" w:rsidRPr="00A40A9E" w:rsidRDefault="001D226F" w:rsidP="00F3705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0A9E">
              <w:rPr>
                <w:sz w:val="24"/>
                <w:szCs w:val="24"/>
              </w:rPr>
              <w:t>1 500 000,00</w:t>
            </w:r>
          </w:p>
        </w:tc>
        <w:tc>
          <w:tcPr>
            <w:tcW w:w="777" w:type="pct"/>
            <w:tcBorders>
              <w:left w:val="single" w:sz="4" w:space="0" w:color="auto"/>
            </w:tcBorders>
            <w:vAlign w:val="center"/>
          </w:tcPr>
          <w:p w:rsidR="001D226F" w:rsidRPr="002556D9" w:rsidRDefault="001D226F" w:rsidP="004B5D92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  <w:tc>
          <w:tcPr>
            <w:tcW w:w="812" w:type="pct"/>
            <w:tcBorders>
              <w:left w:val="single" w:sz="4" w:space="0" w:color="auto"/>
            </w:tcBorders>
          </w:tcPr>
          <w:p w:rsidR="001D226F" w:rsidRPr="002556D9" w:rsidRDefault="001D226F" w:rsidP="00F3705D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  <w:tc>
          <w:tcPr>
            <w:tcW w:w="811" w:type="pct"/>
            <w:tcBorders>
              <w:left w:val="single" w:sz="4" w:space="0" w:color="auto"/>
            </w:tcBorders>
            <w:vAlign w:val="center"/>
          </w:tcPr>
          <w:p w:rsidR="001D226F" w:rsidRPr="002556D9" w:rsidRDefault="001D226F" w:rsidP="00F3705D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</w:tr>
      <w:tr w:rsidR="001D226F" w:rsidRPr="005E1BC9" w:rsidTr="001F1D49">
        <w:trPr>
          <w:jc w:val="center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6F" w:rsidRPr="00020901" w:rsidRDefault="001D226F" w:rsidP="00F3705D">
            <w:pPr>
              <w:spacing w:line="24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020901">
              <w:rPr>
                <w:sz w:val="24"/>
                <w:szCs w:val="24"/>
              </w:rPr>
              <w:t>бюджет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020901">
              <w:rPr>
                <w:sz w:val="24"/>
                <w:szCs w:val="24"/>
              </w:rPr>
              <w:t xml:space="preserve">» Смоленской области 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26F" w:rsidRPr="004732F6" w:rsidRDefault="00171783" w:rsidP="004732F6">
            <w:pPr>
              <w:spacing w:line="240" w:lineRule="auto"/>
              <w:ind w:hanging="157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4 060 315,79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226F" w:rsidRPr="00A40A9E" w:rsidRDefault="001D226F" w:rsidP="00F3705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0A9E">
              <w:rPr>
                <w:bCs/>
                <w:sz w:val="24"/>
                <w:szCs w:val="24"/>
              </w:rPr>
              <w:t>623 947,37</w:t>
            </w:r>
          </w:p>
        </w:tc>
        <w:tc>
          <w:tcPr>
            <w:tcW w:w="777" w:type="pct"/>
            <w:tcBorders>
              <w:left w:val="single" w:sz="4" w:space="0" w:color="auto"/>
            </w:tcBorders>
            <w:vAlign w:val="center"/>
          </w:tcPr>
          <w:p w:rsidR="001D226F" w:rsidRPr="00F3705D" w:rsidRDefault="00171783" w:rsidP="00F3705D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F3705D">
              <w:rPr>
                <w:sz w:val="24"/>
                <w:szCs w:val="24"/>
              </w:rPr>
              <w:t>1 936</w:t>
            </w:r>
            <w:r>
              <w:rPr>
                <w:sz w:val="24"/>
                <w:szCs w:val="24"/>
              </w:rPr>
              <w:t> 368,42</w:t>
            </w:r>
          </w:p>
        </w:tc>
        <w:tc>
          <w:tcPr>
            <w:tcW w:w="812" w:type="pct"/>
            <w:tcBorders>
              <w:left w:val="single" w:sz="4" w:space="0" w:color="auto"/>
            </w:tcBorders>
            <w:vAlign w:val="center"/>
          </w:tcPr>
          <w:p w:rsidR="001D226F" w:rsidRPr="00F3705D" w:rsidRDefault="001D226F" w:rsidP="00F3705D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</w:p>
          <w:p w:rsidR="001D226F" w:rsidRPr="00F3705D" w:rsidRDefault="001D226F" w:rsidP="00F3705D">
            <w:pPr>
              <w:spacing w:after="240"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F3705D">
              <w:rPr>
                <w:sz w:val="24"/>
                <w:szCs w:val="24"/>
              </w:rPr>
              <w:t>0,00</w:t>
            </w:r>
          </w:p>
        </w:tc>
        <w:tc>
          <w:tcPr>
            <w:tcW w:w="811" w:type="pct"/>
            <w:tcBorders>
              <w:left w:val="single" w:sz="4" w:space="0" w:color="auto"/>
            </w:tcBorders>
            <w:vAlign w:val="center"/>
          </w:tcPr>
          <w:p w:rsidR="001D226F" w:rsidRPr="00F3705D" w:rsidRDefault="001D226F" w:rsidP="00F3705D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F3705D">
              <w:rPr>
                <w:sz w:val="24"/>
                <w:szCs w:val="24"/>
              </w:rPr>
              <w:t>0,00</w:t>
            </w:r>
          </w:p>
        </w:tc>
      </w:tr>
    </w:tbl>
    <w:p w:rsidR="0086405B" w:rsidRPr="005E1BC9" w:rsidRDefault="0086405B" w:rsidP="0086405B">
      <w:pPr>
        <w:jc w:val="center"/>
        <w:rPr>
          <w:b/>
          <w:sz w:val="22"/>
          <w:szCs w:val="22"/>
        </w:rPr>
      </w:pPr>
    </w:p>
    <w:p w:rsidR="0086405B" w:rsidRDefault="0086405B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86405B" w:rsidRDefault="0086405B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86405B" w:rsidRDefault="0086405B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86405B" w:rsidRDefault="0086405B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497BC2" w:rsidRDefault="00497BC2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86405B" w:rsidRDefault="0086405B" w:rsidP="0086405B">
      <w:pPr>
        <w:spacing w:line="259" w:lineRule="auto"/>
        <w:ind w:left="4248"/>
        <w:jc w:val="right"/>
      </w:pPr>
      <w:r>
        <w:rPr>
          <w:sz w:val="22"/>
          <w:szCs w:val="22"/>
        </w:rPr>
        <w:lastRenderedPageBreak/>
        <w:t xml:space="preserve">  </w:t>
      </w:r>
      <w:r w:rsidRPr="00A05D91">
        <w:t xml:space="preserve">Приложение № 1 к Паспорту муниципальной программы </w:t>
      </w:r>
    </w:p>
    <w:p w:rsidR="00554027" w:rsidRDefault="0086405B" w:rsidP="0086405B">
      <w:pPr>
        <w:widowControl w:val="0"/>
        <w:autoSpaceDE w:val="0"/>
        <w:autoSpaceDN w:val="0"/>
        <w:adjustRightInd w:val="0"/>
        <w:jc w:val="right"/>
      </w:pPr>
      <w:r w:rsidRPr="00A05D91">
        <w:t xml:space="preserve">«Гражданско-патриотическое воспитание детей, подростков и молодёжи </w:t>
      </w:r>
    </w:p>
    <w:p w:rsidR="0086405B" w:rsidRPr="00A05D91" w:rsidRDefault="0086405B" w:rsidP="0086405B">
      <w:pPr>
        <w:widowControl w:val="0"/>
        <w:autoSpaceDE w:val="0"/>
        <w:autoSpaceDN w:val="0"/>
        <w:adjustRightInd w:val="0"/>
        <w:jc w:val="right"/>
      </w:pPr>
      <w:r w:rsidRPr="00A05D91">
        <w:t>в</w:t>
      </w:r>
      <w:r w:rsidR="00554027">
        <w:t xml:space="preserve"> муниципальном образовании  «</w:t>
      </w:r>
      <w:proofErr w:type="spellStart"/>
      <w:r w:rsidR="00554027">
        <w:t>Ярцевский</w:t>
      </w:r>
      <w:proofErr w:type="spellEnd"/>
      <w:r w:rsidR="00554027">
        <w:t xml:space="preserve"> муниципальный округ»</w:t>
      </w:r>
      <w:r w:rsidRPr="00A05D91">
        <w:t xml:space="preserve"> Смоленской области»</w:t>
      </w:r>
      <w:r w:rsidRPr="00A05D91">
        <w:rPr>
          <w:color w:val="FF0000"/>
        </w:rPr>
        <w:t xml:space="preserve"> </w:t>
      </w:r>
    </w:p>
    <w:p w:rsidR="0086405B" w:rsidRPr="00781D3A" w:rsidRDefault="0086405B" w:rsidP="0086405B">
      <w:pPr>
        <w:jc w:val="center"/>
        <w:rPr>
          <w:i/>
          <w:sz w:val="28"/>
          <w:szCs w:val="28"/>
        </w:rPr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5A26">
        <w:rPr>
          <w:b/>
          <w:sz w:val="28"/>
          <w:szCs w:val="28"/>
        </w:rPr>
        <w:t>Сведения о показателях муниципальной программы</w:t>
      </w:r>
    </w:p>
    <w:tbl>
      <w:tblPr>
        <w:tblW w:w="49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64"/>
        <w:gridCol w:w="8120"/>
        <w:gridCol w:w="5701"/>
      </w:tblGrid>
      <w:tr w:rsidR="0086405B" w:rsidRPr="008C465C" w:rsidTr="00CE7366">
        <w:trPr>
          <w:cantSplit/>
          <w:trHeight w:val="419"/>
          <w:jc w:val="center"/>
        </w:trPr>
        <w:tc>
          <w:tcPr>
            <w:tcW w:w="229" w:type="pct"/>
            <w:hideMark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№</w:t>
            </w:r>
            <w:r w:rsidRPr="00A05D91">
              <w:br/>
            </w:r>
            <w:proofErr w:type="spellStart"/>
            <w:proofErr w:type="gramStart"/>
            <w:r w:rsidRPr="00A05D91">
              <w:t>п</w:t>
            </w:r>
            <w:proofErr w:type="spellEnd"/>
            <w:proofErr w:type="gramEnd"/>
            <w:r w:rsidRPr="00A05D91">
              <w:t>/</w:t>
            </w:r>
            <w:proofErr w:type="spellStart"/>
            <w:r w:rsidRPr="00A05D91">
              <w:t>п</w:t>
            </w:r>
            <w:proofErr w:type="spellEnd"/>
          </w:p>
        </w:tc>
        <w:tc>
          <w:tcPr>
            <w:tcW w:w="2803" w:type="pct"/>
            <w:hideMark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Наименование  показателя</w:t>
            </w:r>
          </w:p>
        </w:tc>
        <w:tc>
          <w:tcPr>
            <w:tcW w:w="1968" w:type="pct"/>
            <w:hideMark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86405B" w:rsidRPr="008C465C" w:rsidTr="00CE7366">
        <w:trPr>
          <w:cantSplit/>
          <w:trHeight w:val="279"/>
          <w:jc w:val="center"/>
        </w:trPr>
        <w:tc>
          <w:tcPr>
            <w:tcW w:w="229" w:type="pct"/>
            <w:hideMark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1</w:t>
            </w:r>
          </w:p>
        </w:tc>
        <w:tc>
          <w:tcPr>
            <w:tcW w:w="2803" w:type="pct"/>
            <w:hideMark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2</w:t>
            </w:r>
          </w:p>
        </w:tc>
        <w:tc>
          <w:tcPr>
            <w:tcW w:w="1968" w:type="pct"/>
            <w:hideMark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3</w:t>
            </w:r>
          </w:p>
        </w:tc>
      </w:tr>
      <w:tr w:rsidR="0086405B" w:rsidRPr="008C465C" w:rsidTr="00CE7366">
        <w:trPr>
          <w:cantSplit/>
          <w:trHeight w:val="279"/>
          <w:jc w:val="center"/>
        </w:trPr>
        <w:tc>
          <w:tcPr>
            <w:tcW w:w="229" w:type="pct"/>
            <w:vAlign w:val="center"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1</w:t>
            </w:r>
          </w:p>
        </w:tc>
        <w:tc>
          <w:tcPr>
            <w:tcW w:w="2803" w:type="pct"/>
          </w:tcPr>
          <w:p w:rsidR="0086405B" w:rsidRPr="00501AB9" w:rsidRDefault="0086405B" w:rsidP="0032241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501AB9">
              <w:t xml:space="preserve">Численность  </w:t>
            </w:r>
            <w:r w:rsidRPr="00501AB9">
              <w:rPr>
                <w:spacing w:val="44"/>
              </w:rPr>
              <w:t xml:space="preserve"> </w:t>
            </w:r>
            <w:r w:rsidRPr="00501AB9">
              <w:t>детей</w:t>
            </w:r>
            <w:r w:rsidRPr="00501AB9">
              <w:rPr>
                <w:spacing w:val="-68"/>
              </w:rPr>
              <w:t xml:space="preserve"> </w:t>
            </w:r>
            <w:r w:rsidRPr="00501AB9">
              <w:t>и</w:t>
            </w:r>
            <w:r w:rsidRPr="00501AB9">
              <w:rPr>
                <w:spacing w:val="1"/>
              </w:rPr>
              <w:t xml:space="preserve"> </w:t>
            </w:r>
            <w:r w:rsidRPr="00501AB9">
              <w:t>молодежи</w:t>
            </w:r>
            <w:r w:rsidRPr="00501AB9">
              <w:rPr>
                <w:spacing w:val="1"/>
              </w:rPr>
              <w:t xml:space="preserve"> </w:t>
            </w:r>
            <w:r w:rsidRPr="00501AB9">
              <w:t>в</w:t>
            </w:r>
            <w:r w:rsidRPr="00501AB9">
              <w:rPr>
                <w:spacing w:val="1"/>
              </w:rPr>
              <w:t xml:space="preserve"> </w:t>
            </w:r>
            <w:r w:rsidRPr="00501AB9">
              <w:t>возрасте</w:t>
            </w:r>
            <w:r w:rsidRPr="00501AB9">
              <w:rPr>
                <w:spacing w:val="1"/>
              </w:rPr>
              <w:t xml:space="preserve"> </w:t>
            </w:r>
            <w:r w:rsidRPr="00501AB9">
              <w:t>до</w:t>
            </w:r>
            <w:r w:rsidRPr="00501AB9">
              <w:rPr>
                <w:spacing w:val="1"/>
              </w:rPr>
              <w:t xml:space="preserve"> </w:t>
            </w:r>
            <w:r w:rsidRPr="00501AB9">
              <w:t>35</w:t>
            </w:r>
            <w:r w:rsidRPr="00501AB9">
              <w:rPr>
                <w:spacing w:val="1"/>
              </w:rPr>
              <w:t xml:space="preserve"> </w:t>
            </w:r>
            <w:r w:rsidRPr="00501AB9">
              <w:t>лет,</w:t>
            </w:r>
            <w:r w:rsidRPr="00501AB9">
              <w:rPr>
                <w:spacing w:val="1"/>
              </w:rPr>
              <w:t xml:space="preserve"> </w:t>
            </w:r>
            <w:r w:rsidRPr="00501AB9">
              <w:t>вовлеченных</w:t>
            </w:r>
            <w:r w:rsidRPr="00501AB9">
              <w:rPr>
                <w:spacing w:val="1"/>
              </w:rPr>
              <w:t xml:space="preserve"> </w:t>
            </w:r>
            <w:r w:rsidRPr="00501AB9">
              <w:t>в</w:t>
            </w:r>
            <w:r w:rsidRPr="00501AB9">
              <w:rPr>
                <w:spacing w:val="1"/>
              </w:rPr>
              <w:t xml:space="preserve"> </w:t>
            </w:r>
            <w:r w:rsidRPr="00501AB9">
              <w:t>социально</w:t>
            </w:r>
            <w:r w:rsidRPr="00501AB9">
              <w:rPr>
                <w:spacing w:val="1"/>
              </w:rPr>
              <w:t xml:space="preserve"> </w:t>
            </w:r>
            <w:r w:rsidRPr="00501AB9">
              <w:t>активную</w:t>
            </w:r>
            <w:r w:rsidRPr="00501AB9">
              <w:rPr>
                <w:spacing w:val="1"/>
              </w:rPr>
              <w:t xml:space="preserve"> </w:t>
            </w:r>
            <w:r w:rsidRPr="00501AB9">
              <w:t>деятельность</w:t>
            </w:r>
            <w:r w:rsidRPr="00501AB9">
              <w:rPr>
                <w:spacing w:val="71"/>
              </w:rPr>
              <w:t xml:space="preserve"> </w:t>
            </w:r>
            <w:r w:rsidRPr="00501AB9">
              <w:t>через</w:t>
            </w:r>
            <w:r w:rsidRPr="00501AB9">
              <w:rPr>
                <w:spacing w:val="71"/>
              </w:rPr>
              <w:t xml:space="preserve"> </w:t>
            </w:r>
            <w:r w:rsidRPr="00501AB9">
              <w:t>увеличение</w:t>
            </w:r>
            <w:r w:rsidRPr="00501AB9">
              <w:rPr>
                <w:spacing w:val="71"/>
              </w:rPr>
              <w:t xml:space="preserve"> </w:t>
            </w:r>
            <w:r w:rsidRPr="00501AB9">
              <w:t>охвата</w:t>
            </w:r>
            <w:r w:rsidRPr="00501AB9">
              <w:rPr>
                <w:spacing w:val="71"/>
              </w:rPr>
              <w:t xml:space="preserve"> </w:t>
            </w:r>
            <w:r w:rsidRPr="00501AB9">
              <w:t xml:space="preserve">патриотическими  </w:t>
            </w:r>
            <w:r w:rsidRPr="00501AB9">
              <w:rPr>
                <w:spacing w:val="1"/>
              </w:rPr>
              <w:t xml:space="preserve"> </w:t>
            </w:r>
            <w:r w:rsidRPr="00501AB9">
              <w:t>проектами (чел.)</w:t>
            </w:r>
          </w:p>
        </w:tc>
        <w:tc>
          <w:tcPr>
            <w:tcW w:w="1968" w:type="pct"/>
          </w:tcPr>
          <w:p w:rsidR="0086405B" w:rsidRPr="0091239C" w:rsidRDefault="0086405B" w:rsidP="00322415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91239C">
              <w:t>Отношение числа детей и молодежи в возрасте  до 35 лет, вовлеченных</w:t>
            </w:r>
            <w:r w:rsidRPr="0091239C">
              <w:rPr>
                <w:spacing w:val="1"/>
              </w:rPr>
              <w:t xml:space="preserve"> </w:t>
            </w:r>
            <w:r w:rsidRPr="0091239C">
              <w:t>в</w:t>
            </w:r>
            <w:r w:rsidRPr="0091239C">
              <w:rPr>
                <w:spacing w:val="1"/>
              </w:rPr>
              <w:t xml:space="preserve"> </w:t>
            </w:r>
            <w:r w:rsidRPr="0091239C">
              <w:t>социально</w:t>
            </w:r>
            <w:r w:rsidRPr="0091239C">
              <w:rPr>
                <w:spacing w:val="1"/>
              </w:rPr>
              <w:t xml:space="preserve"> </w:t>
            </w:r>
            <w:r w:rsidRPr="0091239C">
              <w:t>активную</w:t>
            </w:r>
            <w:r w:rsidRPr="0091239C">
              <w:rPr>
                <w:spacing w:val="1"/>
              </w:rPr>
              <w:t xml:space="preserve"> </w:t>
            </w:r>
            <w:r w:rsidRPr="0091239C">
              <w:t>деятельность</w:t>
            </w:r>
            <w:r w:rsidRPr="0091239C">
              <w:rPr>
                <w:spacing w:val="71"/>
              </w:rPr>
              <w:t xml:space="preserve"> </w:t>
            </w:r>
            <w:r w:rsidRPr="0091239C">
              <w:t>через</w:t>
            </w:r>
            <w:r w:rsidRPr="0091239C">
              <w:rPr>
                <w:spacing w:val="71"/>
              </w:rPr>
              <w:t xml:space="preserve"> </w:t>
            </w:r>
            <w:r w:rsidRPr="0091239C">
              <w:t>увеличение</w:t>
            </w:r>
            <w:r w:rsidRPr="0091239C">
              <w:rPr>
                <w:spacing w:val="71"/>
              </w:rPr>
              <w:t xml:space="preserve"> </w:t>
            </w:r>
            <w:r w:rsidRPr="0091239C">
              <w:t>охвата</w:t>
            </w:r>
            <w:r w:rsidRPr="0091239C">
              <w:rPr>
                <w:spacing w:val="71"/>
              </w:rPr>
              <w:t xml:space="preserve"> </w:t>
            </w:r>
            <w:r w:rsidRPr="0091239C">
              <w:t xml:space="preserve">патриотическими  </w:t>
            </w:r>
            <w:r w:rsidRPr="0091239C">
              <w:rPr>
                <w:spacing w:val="1"/>
              </w:rPr>
              <w:t xml:space="preserve"> </w:t>
            </w:r>
            <w:r w:rsidRPr="0091239C">
              <w:t xml:space="preserve">проектами, к общему числу детей и молодежи данного возраста на территории </w:t>
            </w:r>
            <w:r w:rsidR="00A928D9">
              <w:t>муниципального образования «</w:t>
            </w:r>
            <w:proofErr w:type="spellStart"/>
            <w:r w:rsidR="00A928D9">
              <w:t>Ярцевский</w:t>
            </w:r>
            <w:proofErr w:type="spellEnd"/>
            <w:r w:rsidR="00A928D9">
              <w:t xml:space="preserve"> муниципальный округ» Смоленской области</w:t>
            </w:r>
          </w:p>
        </w:tc>
      </w:tr>
      <w:tr w:rsidR="0086405B" w:rsidRPr="008C465C" w:rsidTr="00CE7366">
        <w:trPr>
          <w:cantSplit/>
          <w:trHeight w:val="279"/>
          <w:jc w:val="center"/>
        </w:trPr>
        <w:tc>
          <w:tcPr>
            <w:tcW w:w="229" w:type="pct"/>
            <w:vAlign w:val="center"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2</w:t>
            </w:r>
          </w:p>
        </w:tc>
        <w:tc>
          <w:tcPr>
            <w:tcW w:w="2803" w:type="pct"/>
          </w:tcPr>
          <w:p w:rsidR="0086405B" w:rsidRPr="00EA5287" w:rsidRDefault="0086405B" w:rsidP="0032241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EA5287">
              <w:t>Количество действующих в районе гражданско-патриотических объединений, клубов, движений, в том числе детских и молодёжных (ед.)</w:t>
            </w:r>
          </w:p>
        </w:tc>
        <w:tc>
          <w:tcPr>
            <w:tcW w:w="1968" w:type="pct"/>
          </w:tcPr>
          <w:p w:rsidR="0086405B" w:rsidRPr="00A05D91" w:rsidRDefault="0086405B" w:rsidP="00322415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EA5287">
              <w:t xml:space="preserve">Количество действующих в районе гражданско-патриотических объединений, клубов, движений, в том числе детских и молодёжных </w:t>
            </w:r>
          </w:p>
        </w:tc>
      </w:tr>
      <w:tr w:rsidR="0086405B" w:rsidRPr="008C465C" w:rsidTr="00CE7366">
        <w:trPr>
          <w:cantSplit/>
          <w:trHeight w:val="279"/>
          <w:jc w:val="center"/>
        </w:trPr>
        <w:tc>
          <w:tcPr>
            <w:tcW w:w="229" w:type="pct"/>
            <w:vAlign w:val="center"/>
            <w:hideMark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3</w:t>
            </w:r>
          </w:p>
        </w:tc>
        <w:tc>
          <w:tcPr>
            <w:tcW w:w="2803" w:type="pct"/>
          </w:tcPr>
          <w:p w:rsidR="0086405B" w:rsidRPr="00EA5287" w:rsidRDefault="0086405B" w:rsidP="0032241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EA5287">
              <w:t>Количество молодёжи, вовлечённой в деятельность детских и молодёжных гражданско-патриотических объединений, клубов, движений (чел.)</w:t>
            </w:r>
          </w:p>
        </w:tc>
        <w:tc>
          <w:tcPr>
            <w:tcW w:w="1968" w:type="pct"/>
          </w:tcPr>
          <w:p w:rsidR="0086405B" w:rsidRPr="00A05D91" w:rsidRDefault="0086405B" w:rsidP="00322415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EA5287">
              <w:t>Количество молодёжи, вовлечённой в деятельность детских и молодёжных гражданско-патриотических объединений, клубов, движений</w:t>
            </w:r>
          </w:p>
        </w:tc>
      </w:tr>
      <w:tr w:rsidR="0086405B" w:rsidRPr="008C465C" w:rsidTr="00CE7366">
        <w:trPr>
          <w:cantSplit/>
          <w:trHeight w:val="279"/>
          <w:jc w:val="center"/>
        </w:trPr>
        <w:tc>
          <w:tcPr>
            <w:tcW w:w="229" w:type="pct"/>
            <w:vAlign w:val="center"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4</w:t>
            </w:r>
          </w:p>
        </w:tc>
        <w:tc>
          <w:tcPr>
            <w:tcW w:w="2803" w:type="pct"/>
          </w:tcPr>
          <w:p w:rsidR="0086405B" w:rsidRPr="008239F6" w:rsidRDefault="0086405B" w:rsidP="0032241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8239F6">
              <w:t xml:space="preserve">Численность детей и молодежи в возрасте до 35 лет – участников конкурсов и проектов, направленных на развитие системы </w:t>
            </w:r>
            <w:proofErr w:type="spellStart"/>
            <w:r w:rsidRPr="008239F6">
              <w:t>межпоколенческого</w:t>
            </w:r>
            <w:proofErr w:type="spellEnd"/>
            <w:r w:rsidRPr="008239F6"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 (чел.)</w:t>
            </w:r>
          </w:p>
        </w:tc>
        <w:tc>
          <w:tcPr>
            <w:tcW w:w="1968" w:type="pct"/>
          </w:tcPr>
          <w:p w:rsidR="0086405B" w:rsidRPr="00A05D91" w:rsidRDefault="0086405B" w:rsidP="00322415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91239C">
              <w:t>Отношение числа детей и молодежи в возрасте  до 35 лет</w:t>
            </w:r>
            <w:r>
              <w:t xml:space="preserve"> </w:t>
            </w:r>
            <w:r w:rsidRPr="008239F6">
              <w:t xml:space="preserve">– участников конкурсов и проектов, направленных на развитие системы </w:t>
            </w:r>
            <w:proofErr w:type="spellStart"/>
            <w:r w:rsidRPr="008239F6">
              <w:t>межпоколенческого</w:t>
            </w:r>
            <w:proofErr w:type="spellEnd"/>
            <w:r w:rsidRPr="008239F6"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</w:t>
            </w:r>
            <w:r>
              <w:t>,</w:t>
            </w:r>
            <w:r w:rsidRPr="0091239C">
              <w:t xml:space="preserve"> на территории </w:t>
            </w:r>
            <w:r w:rsidR="006F1AD7">
              <w:t>муниципального образования «</w:t>
            </w:r>
            <w:proofErr w:type="spellStart"/>
            <w:r w:rsidR="006F1AD7">
              <w:t>Ярцевский</w:t>
            </w:r>
            <w:proofErr w:type="spellEnd"/>
            <w:r w:rsidR="006F1AD7">
              <w:t xml:space="preserve"> муниципальный округ» Смоленской области</w:t>
            </w:r>
          </w:p>
        </w:tc>
      </w:tr>
    </w:tbl>
    <w:p w:rsidR="0086405B" w:rsidRDefault="0086405B" w:rsidP="0086405B">
      <w:pPr>
        <w:jc w:val="center"/>
        <w:rPr>
          <w:b/>
          <w:spacing w:val="20"/>
          <w:sz w:val="28"/>
          <w:szCs w:val="28"/>
        </w:rPr>
      </w:pPr>
    </w:p>
    <w:p w:rsidR="004E21C7" w:rsidRDefault="004E21C7" w:rsidP="0086405B">
      <w:pPr>
        <w:jc w:val="center"/>
        <w:rPr>
          <w:b/>
          <w:spacing w:val="20"/>
          <w:sz w:val="28"/>
          <w:szCs w:val="28"/>
        </w:rPr>
      </w:pPr>
    </w:p>
    <w:p w:rsidR="00322415" w:rsidRDefault="00322415" w:rsidP="0086405B">
      <w:pPr>
        <w:jc w:val="center"/>
        <w:rPr>
          <w:b/>
          <w:spacing w:val="20"/>
          <w:sz w:val="28"/>
          <w:szCs w:val="28"/>
        </w:rPr>
      </w:pPr>
    </w:p>
    <w:p w:rsidR="00322415" w:rsidRDefault="00322415" w:rsidP="0086405B">
      <w:pPr>
        <w:jc w:val="center"/>
        <w:rPr>
          <w:b/>
          <w:spacing w:val="20"/>
          <w:sz w:val="28"/>
          <w:szCs w:val="28"/>
        </w:rPr>
      </w:pPr>
    </w:p>
    <w:p w:rsidR="009422CC" w:rsidRDefault="009422CC" w:rsidP="0086405B">
      <w:pPr>
        <w:jc w:val="center"/>
        <w:rPr>
          <w:b/>
          <w:spacing w:val="20"/>
          <w:sz w:val="28"/>
          <w:szCs w:val="28"/>
        </w:rPr>
      </w:pPr>
    </w:p>
    <w:p w:rsidR="0086405B" w:rsidRDefault="0086405B" w:rsidP="004E21C7">
      <w:pPr>
        <w:widowControl w:val="0"/>
        <w:autoSpaceDE w:val="0"/>
        <w:autoSpaceDN w:val="0"/>
        <w:adjustRightInd w:val="0"/>
        <w:spacing w:line="240" w:lineRule="auto"/>
        <w:jc w:val="right"/>
      </w:pPr>
      <w:r>
        <w:t>Приложение № 2.1.</w:t>
      </w:r>
      <w:r w:rsidRPr="00A05D91">
        <w:t xml:space="preserve"> к Паспорту муниципальной программы </w:t>
      </w:r>
    </w:p>
    <w:p w:rsidR="0086405B" w:rsidRDefault="0086405B" w:rsidP="004E21C7">
      <w:pPr>
        <w:widowControl w:val="0"/>
        <w:autoSpaceDE w:val="0"/>
        <w:autoSpaceDN w:val="0"/>
        <w:adjustRightInd w:val="0"/>
        <w:spacing w:line="240" w:lineRule="auto"/>
        <w:jc w:val="right"/>
      </w:pPr>
      <w:r w:rsidRPr="00A05D91">
        <w:t xml:space="preserve">«Гражданско-патриотическое воспитание детей, </w:t>
      </w:r>
    </w:p>
    <w:p w:rsidR="006F1AD7" w:rsidRDefault="0086405B" w:rsidP="004E21C7">
      <w:pPr>
        <w:widowControl w:val="0"/>
        <w:autoSpaceDE w:val="0"/>
        <w:autoSpaceDN w:val="0"/>
        <w:adjustRightInd w:val="0"/>
        <w:spacing w:line="240" w:lineRule="auto"/>
        <w:jc w:val="right"/>
      </w:pPr>
      <w:r w:rsidRPr="00A05D91">
        <w:t xml:space="preserve">подростков и молодёжи в </w:t>
      </w:r>
      <w:r w:rsidR="006F1AD7">
        <w:t xml:space="preserve">муниципальном образовании </w:t>
      </w:r>
    </w:p>
    <w:p w:rsidR="0086405B" w:rsidRPr="00A05D91" w:rsidRDefault="006F1AD7" w:rsidP="004E21C7">
      <w:pPr>
        <w:widowControl w:val="0"/>
        <w:autoSpaceDE w:val="0"/>
        <w:autoSpaceDN w:val="0"/>
        <w:adjustRightInd w:val="0"/>
        <w:spacing w:line="240" w:lineRule="auto"/>
        <w:jc w:val="right"/>
      </w:pPr>
      <w:r>
        <w:t>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="0086405B" w:rsidRPr="00A05D91">
        <w:t xml:space="preserve"> Смоленской области»</w:t>
      </w:r>
      <w:r w:rsidR="0086405B" w:rsidRPr="00A05D91">
        <w:rPr>
          <w:color w:val="FF0000"/>
        </w:rPr>
        <w:t xml:space="preserve"> </w:t>
      </w:r>
    </w:p>
    <w:p w:rsidR="0086405B" w:rsidRPr="00511D8D" w:rsidRDefault="0086405B" w:rsidP="00FE46E7">
      <w:pPr>
        <w:spacing w:line="240" w:lineRule="auto"/>
        <w:jc w:val="center"/>
        <w:rPr>
          <w:b/>
          <w:spacing w:val="20"/>
          <w:sz w:val="28"/>
          <w:szCs w:val="28"/>
        </w:rPr>
      </w:pPr>
      <w:r w:rsidRPr="00511D8D">
        <w:rPr>
          <w:b/>
          <w:spacing w:val="20"/>
          <w:sz w:val="28"/>
          <w:szCs w:val="28"/>
        </w:rPr>
        <w:t>ПАСПОРТ</w:t>
      </w:r>
    </w:p>
    <w:p w:rsidR="0086405B" w:rsidRPr="00511D8D" w:rsidRDefault="0086405B" w:rsidP="00FE46E7">
      <w:pPr>
        <w:spacing w:line="240" w:lineRule="auto"/>
        <w:jc w:val="center"/>
        <w:rPr>
          <w:b/>
          <w:sz w:val="28"/>
          <w:szCs w:val="28"/>
        </w:rPr>
      </w:pPr>
      <w:r w:rsidRPr="00511D8D">
        <w:rPr>
          <w:b/>
          <w:sz w:val="28"/>
          <w:szCs w:val="28"/>
        </w:rPr>
        <w:t>комплекса процессных мероприятий</w:t>
      </w:r>
    </w:p>
    <w:p w:rsidR="0086405B" w:rsidRPr="00511D8D" w:rsidRDefault="0086405B" w:rsidP="00FE46E7">
      <w:pPr>
        <w:spacing w:line="240" w:lineRule="auto"/>
        <w:jc w:val="center"/>
        <w:rPr>
          <w:bCs/>
          <w:i/>
          <w:sz w:val="28"/>
          <w:szCs w:val="28"/>
        </w:rPr>
      </w:pPr>
      <w:r w:rsidRPr="00511D8D">
        <w:rPr>
          <w:bCs/>
          <w:i/>
          <w:sz w:val="28"/>
          <w:szCs w:val="28"/>
        </w:rPr>
        <w:t>«Организация и проведение мероприятий по гражданскому и патриотическому воспитанию детей, подростков и молодежи, включая проведение мероприятий, посвященных памятным датам и праздникам»</w:t>
      </w:r>
    </w:p>
    <w:p w:rsidR="0086405B" w:rsidRPr="00511D8D" w:rsidRDefault="0086405B" w:rsidP="0086405B">
      <w:pPr>
        <w:jc w:val="center"/>
        <w:rPr>
          <w:b/>
          <w:i/>
          <w:sz w:val="28"/>
          <w:szCs w:val="28"/>
        </w:rPr>
      </w:pPr>
    </w:p>
    <w:p w:rsidR="0086405B" w:rsidRPr="00511D8D" w:rsidRDefault="0086405B" w:rsidP="0086405B">
      <w:pPr>
        <w:jc w:val="center"/>
        <w:rPr>
          <w:b/>
          <w:sz w:val="28"/>
          <w:szCs w:val="28"/>
        </w:rPr>
      </w:pPr>
      <w:r w:rsidRPr="00511D8D">
        <w:rPr>
          <w:b/>
          <w:sz w:val="28"/>
          <w:szCs w:val="28"/>
        </w:rPr>
        <w:t>1. Общие положения</w:t>
      </w:r>
    </w:p>
    <w:tbl>
      <w:tblPr>
        <w:tblStyle w:val="11"/>
        <w:tblW w:w="5000" w:type="pct"/>
        <w:jc w:val="center"/>
        <w:tblLook w:val="04A0"/>
      </w:tblPr>
      <w:tblGrid>
        <w:gridCol w:w="5584"/>
        <w:gridCol w:w="9204"/>
      </w:tblGrid>
      <w:tr w:rsidR="0086405B" w:rsidRPr="007210E8" w:rsidTr="00CE7366">
        <w:trPr>
          <w:trHeight w:val="516"/>
          <w:jc w:val="center"/>
        </w:trPr>
        <w:tc>
          <w:tcPr>
            <w:tcW w:w="1888" w:type="pct"/>
            <w:vAlign w:val="center"/>
          </w:tcPr>
          <w:p w:rsidR="0086405B" w:rsidRPr="00B01F11" w:rsidRDefault="0086405B" w:rsidP="00FE46E7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01F11">
              <w:rPr>
                <w:rFonts w:eastAsia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B01F11">
              <w:rPr>
                <w:rFonts w:eastAsia="Times New Roman"/>
                <w:sz w:val="24"/>
                <w:szCs w:val="24"/>
                <w:lang w:eastAsia="ru-RU"/>
              </w:rPr>
              <w:t xml:space="preserve"> за 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86405B" w:rsidRPr="00B01F11" w:rsidRDefault="004E21C7" w:rsidP="00FE46E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="0086405B" w:rsidRPr="00B01F11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 w:rsidR="00381018">
              <w:rPr>
                <w:sz w:val="24"/>
                <w:szCs w:val="24"/>
              </w:rPr>
              <w:t>ого образования «</w:t>
            </w:r>
            <w:proofErr w:type="spellStart"/>
            <w:r w:rsidR="00381018">
              <w:rPr>
                <w:sz w:val="24"/>
                <w:szCs w:val="24"/>
              </w:rPr>
              <w:t>Ярцевский</w:t>
            </w:r>
            <w:proofErr w:type="spellEnd"/>
            <w:r w:rsidR="00381018">
              <w:rPr>
                <w:sz w:val="24"/>
                <w:szCs w:val="24"/>
              </w:rPr>
              <w:t xml:space="preserve"> муниципальный округ</w:t>
            </w:r>
            <w:r w:rsidR="0086405B" w:rsidRPr="00B01F11">
              <w:rPr>
                <w:sz w:val="24"/>
                <w:szCs w:val="24"/>
              </w:rPr>
              <w:t>» Смоленской области</w:t>
            </w:r>
          </w:p>
        </w:tc>
      </w:tr>
      <w:tr w:rsidR="0086405B" w:rsidRPr="00084DFE" w:rsidTr="00CE7366">
        <w:trPr>
          <w:trHeight w:val="700"/>
          <w:jc w:val="center"/>
        </w:trPr>
        <w:tc>
          <w:tcPr>
            <w:tcW w:w="1888" w:type="pct"/>
            <w:vAlign w:val="center"/>
          </w:tcPr>
          <w:p w:rsidR="0086405B" w:rsidRPr="00B01F11" w:rsidRDefault="0086405B" w:rsidP="00FE46E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01F11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3112" w:type="pct"/>
            <w:vAlign w:val="center"/>
          </w:tcPr>
          <w:p w:rsidR="0086405B" w:rsidRPr="00B01F11" w:rsidRDefault="0086405B" w:rsidP="00FE46E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01F11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B01F11">
              <w:rPr>
                <w:sz w:val="24"/>
                <w:szCs w:val="24"/>
              </w:rPr>
              <w:t xml:space="preserve">«Гражданско-патриотическое воспитание детей, </w:t>
            </w:r>
            <w:r>
              <w:rPr>
                <w:sz w:val="24"/>
                <w:szCs w:val="24"/>
              </w:rPr>
              <w:t>п</w:t>
            </w:r>
            <w:r w:rsidRPr="00B01F11">
              <w:rPr>
                <w:sz w:val="24"/>
                <w:szCs w:val="24"/>
              </w:rPr>
              <w:t xml:space="preserve">одростков и молодёжи в </w:t>
            </w:r>
            <w:r w:rsidR="00381018">
              <w:rPr>
                <w:sz w:val="24"/>
                <w:szCs w:val="24"/>
              </w:rPr>
              <w:t>муниципальном образовании «</w:t>
            </w:r>
            <w:proofErr w:type="spellStart"/>
            <w:r w:rsidR="00381018">
              <w:rPr>
                <w:sz w:val="24"/>
                <w:szCs w:val="24"/>
              </w:rPr>
              <w:t>Ярцевский</w:t>
            </w:r>
            <w:proofErr w:type="spellEnd"/>
            <w:r w:rsidR="00381018">
              <w:rPr>
                <w:sz w:val="24"/>
                <w:szCs w:val="24"/>
              </w:rPr>
              <w:t xml:space="preserve"> муниципальный округ» </w:t>
            </w:r>
            <w:r w:rsidRPr="00B01F11">
              <w:rPr>
                <w:sz w:val="24"/>
                <w:szCs w:val="24"/>
              </w:rPr>
              <w:t xml:space="preserve"> Смоленской области»</w:t>
            </w:r>
            <w:r w:rsidRPr="00B01F11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86405B" w:rsidRPr="00217EF0" w:rsidRDefault="0086405B" w:rsidP="0086405B">
      <w:pPr>
        <w:spacing w:before="240"/>
        <w:jc w:val="center"/>
        <w:rPr>
          <w:b/>
          <w:sz w:val="26"/>
          <w:szCs w:val="26"/>
        </w:rPr>
      </w:pPr>
      <w:r w:rsidRPr="00217EF0">
        <w:rPr>
          <w:b/>
          <w:sz w:val="26"/>
          <w:szCs w:val="26"/>
        </w:rPr>
        <w:t xml:space="preserve">2. Показатели реализации комплекса процессных мероприятий  </w:t>
      </w:r>
    </w:p>
    <w:tbl>
      <w:tblPr>
        <w:tblStyle w:val="11"/>
        <w:tblW w:w="4924" w:type="pct"/>
        <w:jc w:val="center"/>
        <w:tblLayout w:type="fixed"/>
        <w:tblLook w:val="04A0"/>
      </w:tblPr>
      <w:tblGrid>
        <w:gridCol w:w="6062"/>
        <w:gridCol w:w="2452"/>
        <w:gridCol w:w="1730"/>
        <w:gridCol w:w="1322"/>
        <w:gridCol w:w="1480"/>
        <w:gridCol w:w="1517"/>
      </w:tblGrid>
      <w:tr w:rsidR="0086405B" w:rsidRPr="00580B96" w:rsidTr="000A60FD">
        <w:trPr>
          <w:tblHeader/>
          <w:jc w:val="center"/>
        </w:trPr>
        <w:tc>
          <w:tcPr>
            <w:tcW w:w="2081" w:type="pct"/>
            <w:vMerge w:val="restart"/>
            <w:vAlign w:val="center"/>
          </w:tcPr>
          <w:p w:rsidR="0086405B" w:rsidRPr="00C615BD" w:rsidRDefault="0086405B" w:rsidP="00CE7366">
            <w:pPr>
              <w:ind w:firstLine="0"/>
              <w:jc w:val="center"/>
              <w:rPr>
                <w:sz w:val="22"/>
              </w:rPr>
            </w:pPr>
            <w:r w:rsidRPr="00C615BD">
              <w:rPr>
                <w:sz w:val="22"/>
              </w:rPr>
              <w:t>Наименование показателя реализации, единица измерения</w:t>
            </w:r>
          </w:p>
        </w:tc>
        <w:tc>
          <w:tcPr>
            <w:tcW w:w="842" w:type="pct"/>
            <w:vMerge w:val="restart"/>
          </w:tcPr>
          <w:p w:rsidR="0086405B" w:rsidRPr="00C615BD" w:rsidRDefault="0086405B" w:rsidP="00CE7366">
            <w:pPr>
              <w:ind w:firstLine="23"/>
              <w:jc w:val="center"/>
              <w:rPr>
                <w:sz w:val="22"/>
                <w:shd w:val="clear" w:color="auto" w:fill="FFFFFF"/>
              </w:rPr>
            </w:pPr>
            <w:r w:rsidRPr="00C615BD">
              <w:rPr>
                <w:sz w:val="22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2077" w:type="pct"/>
            <w:gridSpan w:val="4"/>
          </w:tcPr>
          <w:p w:rsidR="0086405B" w:rsidRPr="00C615BD" w:rsidRDefault="0086405B" w:rsidP="00CE7366">
            <w:pPr>
              <w:jc w:val="center"/>
              <w:rPr>
                <w:sz w:val="22"/>
                <w:shd w:val="clear" w:color="auto" w:fill="FFFFFF"/>
              </w:rPr>
            </w:pPr>
            <w:r w:rsidRPr="00C615BD">
              <w:rPr>
                <w:sz w:val="22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F65DD7" w:rsidRPr="00580B96" w:rsidTr="00F65DD7">
        <w:trPr>
          <w:trHeight w:val="448"/>
          <w:tblHeader/>
          <w:jc w:val="center"/>
        </w:trPr>
        <w:tc>
          <w:tcPr>
            <w:tcW w:w="2081" w:type="pct"/>
            <w:vMerge/>
            <w:vAlign w:val="center"/>
          </w:tcPr>
          <w:p w:rsidR="00F65DD7" w:rsidRPr="00C615BD" w:rsidRDefault="00F65DD7" w:rsidP="00CE7366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842" w:type="pct"/>
            <w:vMerge/>
          </w:tcPr>
          <w:p w:rsidR="00F65DD7" w:rsidRPr="00C615BD" w:rsidRDefault="00F65DD7" w:rsidP="00CE7366">
            <w:pPr>
              <w:jc w:val="center"/>
              <w:rPr>
                <w:sz w:val="22"/>
                <w:shd w:val="clear" w:color="auto" w:fill="FFFFFF"/>
              </w:rPr>
            </w:pPr>
          </w:p>
        </w:tc>
        <w:tc>
          <w:tcPr>
            <w:tcW w:w="594" w:type="pct"/>
            <w:vAlign w:val="center"/>
          </w:tcPr>
          <w:p w:rsidR="00F65DD7" w:rsidRPr="00C615BD" w:rsidRDefault="00F65DD7" w:rsidP="004B5D92">
            <w:pPr>
              <w:ind w:firstLine="0"/>
              <w:jc w:val="center"/>
              <w:rPr>
                <w:rFonts w:eastAsia="Times New Roman"/>
                <w:spacing w:val="-2"/>
                <w:sz w:val="22"/>
              </w:rPr>
            </w:pPr>
            <w:r w:rsidRPr="00C615BD">
              <w:rPr>
                <w:rFonts w:eastAsia="Times New Roman"/>
                <w:spacing w:val="-2"/>
                <w:sz w:val="22"/>
              </w:rPr>
              <w:t>202</w:t>
            </w:r>
            <w:r>
              <w:rPr>
                <w:rFonts w:eastAsia="Times New Roman"/>
                <w:spacing w:val="-2"/>
                <w:sz w:val="22"/>
              </w:rPr>
              <w:t>5</w:t>
            </w:r>
            <w:r w:rsidRPr="00C615BD">
              <w:rPr>
                <w:rFonts w:eastAsia="Times New Roman"/>
                <w:spacing w:val="-2"/>
                <w:sz w:val="22"/>
              </w:rPr>
              <w:t xml:space="preserve"> г.</w:t>
            </w:r>
          </w:p>
        </w:tc>
        <w:tc>
          <w:tcPr>
            <w:tcW w:w="454" w:type="pct"/>
            <w:vAlign w:val="center"/>
          </w:tcPr>
          <w:p w:rsidR="00F65DD7" w:rsidRPr="00C615BD" w:rsidRDefault="00F65DD7" w:rsidP="004B5D92">
            <w:pPr>
              <w:ind w:firstLine="0"/>
              <w:jc w:val="center"/>
              <w:rPr>
                <w:sz w:val="22"/>
              </w:rPr>
            </w:pPr>
            <w:r w:rsidRPr="00C615BD">
              <w:rPr>
                <w:sz w:val="22"/>
              </w:rPr>
              <w:t>202</w:t>
            </w:r>
            <w:r>
              <w:rPr>
                <w:sz w:val="22"/>
              </w:rPr>
              <w:t>6</w:t>
            </w:r>
            <w:r w:rsidRPr="00C615BD">
              <w:rPr>
                <w:sz w:val="22"/>
              </w:rPr>
              <w:t xml:space="preserve"> г.</w:t>
            </w:r>
          </w:p>
        </w:tc>
        <w:tc>
          <w:tcPr>
            <w:tcW w:w="508" w:type="pct"/>
            <w:vAlign w:val="center"/>
          </w:tcPr>
          <w:p w:rsidR="00F65DD7" w:rsidRPr="00C615BD" w:rsidRDefault="00F65DD7" w:rsidP="004B5D92">
            <w:pPr>
              <w:ind w:firstLine="10"/>
              <w:jc w:val="center"/>
              <w:rPr>
                <w:sz w:val="22"/>
              </w:rPr>
            </w:pPr>
            <w:r>
              <w:rPr>
                <w:sz w:val="22"/>
              </w:rPr>
              <w:t>2027 г.</w:t>
            </w:r>
          </w:p>
        </w:tc>
        <w:tc>
          <w:tcPr>
            <w:tcW w:w="521" w:type="pct"/>
            <w:vAlign w:val="center"/>
          </w:tcPr>
          <w:p w:rsidR="00F65DD7" w:rsidRPr="00C615BD" w:rsidRDefault="00F65DD7" w:rsidP="004B5D92">
            <w:pPr>
              <w:ind w:firstLine="10"/>
              <w:jc w:val="center"/>
              <w:rPr>
                <w:sz w:val="22"/>
              </w:rPr>
            </w:pPr>
            <w:r>
              <w:rPr>
                <w:sz w:val="22"/>
              </w:rPr>
              <w:t>2028 г.</w:t>
            </w:r>
          </w:p>
        </w:tc>
      </w:tr>
      <w:tr w:rsidR="00F65DD7" w:rsidRPr="00580B96" w:rsidTr="00DC403D">
        <w:trPr>
          <w:trHeight w:val="282"/>
          <w:tblHeader/>
          <w:jc w:val="center"/>
        </w:trPr>
        <w:tc>
          <w:tcPr>
            <w:tcW w:w="2081" w:type="pct"/>
            <w:vAlign w:val="center"/>
          </w:tcPr>
          <w:p w:rsidR="00F65DD7" w:rsidRPr="00C615BD" w:rsidRDefault="00F65DD7" w:rsidP="00CE7366">
            <w:pPr>
              <w:ind w:firstLine="0"/>
              <w:jc w:val="center"/>
              <w:rPr>
                <w:sz w:val="22"/>
              </w:rPr>
            </w:pPr>
            <w:r w:rsidRPr="00C615BD">
              <w:rPr>
                <w:sz w:val="22"/>
              </w:rPr>
              <w:t>1</w:t>
            </w:r>
          </w:p>
        </w:tc>
        <w:tc>
          <w:tcPr>
            <w:tcW w:w="842" w:type="pct"/>
          </w:tcPr>
          <w:p w:rsidR="00F65DD7" w:rsidRPr="00C615BD" w:rsidRDefault="00F65DD7" w:rsidP="00CE7366">
            <w:pPr>
              <w:ind w:firstLine="0"/>
              <w:jc w:val="center"/>
              <w:rPr>
                <w:spacing w:val="-2"/>
                <w:sz w:val="22"/>
              </w:rPr>
            </w:pPr>
            <w:r w:rsidRPr="00C615BD">
              <w:rPr>
                <w:spacing w:val="-2"/>
                <w:sz w:val="22"/>
              </w:rPr>
              <w:t>2</w:t>
            </w:r>
          </w:p>
        </w:tc>
        <w:tc>
          <w:tcPr>
            <w:tcW w:w="594" w:type="pct"/>
            <w:vAlign w:val="center"/>
          </w:tcPr>
          <w:p w:rsidR="00F65DD7" w:rsidRPr="00C615BD" w:rsidRDefault="00F65DD7" w:rsidP="004B5D9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54" w:type="pct"/>
            <w:vAlign w:val="center"/>
          </w:tcPr>
          <w:p w:rsidR="00F65DD7" w:rsidRPr="00C615BD" w:rsidRDefault="00F65DD7" w:rsidP="004B5D9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08" w:type="pct"/>
            <w:vAlign w:val="center"/>
          </w:tcPr>
          <w:p w:rsidR="00F65DD7" w:rsidRPr="00C615BD" w:rsidRDefault="00F65DD7" w:rsidP="004B5D9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21" w:type="pct"/>
          </w:tcPr>
          <w:p w:rsidR="00F65DD7" w:rsidRPr="00C615BD" w:rsidRDefault="00F65DD7" w:rsidP="004B5D9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F65DD7" w:rsidRPr="00580B96" w:rsidTr="00F65DD7">
        <w:trPr>
          <w:trHeight w:val="433"/>
          <w:jc w:val="center"/>
        </w:trPr>
        <w:tc>
          <w:tcPr>
            <w:tcW w:w="2081" w:type="pct"/>
          </w:tcPr>
          <w:p w:rsidR="00F65DD7" w:rsidRPr="00501AB9" w:rsidRDefault="00F65DD7" w:rsidP="00FE46E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</w:rPr>
            </w:pPr>
            <w:r w:rsidRPr="00501AB9">
              <w:rPr>
                <w:sz w:val="22"/>
              </w:rPr>
              <w:t xml:space="preserve">Численность  </w:t>
            </w:r>
            <w:r w:rsidRPr="00501AB9">
              <w:rPr>
                <w:spacing w:val="44"/>
                <w:sz w:val="22"/>
              </w:rPr>
              <w:t xml:space="preserve"> </w:t>
            </w:r>
            <w:r w:rsidRPr="00501AB9">
              <w:rPr>
                <w:sz w:val="22"/>
              </w:rPr>
              <w:t>детей</w:t>
            </w:r>
            <w:r w:rsidRPr="00501AB9">
              <w:rPr>
                <w:spacing w:val="-68"/>
                <w:sz w:val="22"/>
              </w:rPr>
              <w:t xml:space="preserve"> </w:t>
            </w:r>
            <w:r w:rsidRPr="00501AB9">
              <w:rPr>
                <w:sz w:val="22"/>
              </w:rPr>
              <w:t>и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молодежи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в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возрасте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до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35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лет,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вовлеченных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в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социально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активную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деятельность</w:t>
            </w:r>
            <w:r w:rsidRPr="00501AB9">
              <w:rPr>
                <w:spacing w:val="71"/>
                <w:sz w:val="22"/>
              </w:rPr>
              <w:t xml:space="preserve"> </w:t>
            </w:r>
            <w:r w:rsidRPr="00501AB9">
              <w:rPr>
                <w:sz w:val="22"/>
              </w:rPr>
              <w:t>через</w:t>
            </w:r>
            <w:r w:rsidRPr="00501AB9">
              <w:rPr>
                <w:spacing w:val="71"/>
                <w:sz w:val="22"/>
              </w:rPr>
              <w:t xml:space="preserve"> </w:t>
            </w:r>
            <w:r w:rsidRPr="00501AB9">
              <w:rPr>
                <w:sz w:val="22"/>
              </w:rPr>
              <w:t>увеличение</w:t>
            </w:r>
            <w:r w:rsidRPr="00501AB9">
              <w:rPr>
                <w:spacing w:val="71"/>
                <w:sz w:val="22"/>
              </w:rPr>
              <w:t xml:space="preserve"> </w:t>
            </w:r>
            <w:r w:rsidRPr="00501AB9">
              <w:rPr>
                <w:sz w:val="22"/>
              </w:rPr>
              <w:t>охвата</w:t>
            </w:r>
            <w:r w:rsidRPr="00501AB9">
              <w:rPr>
                <w:spacing w:val="71"/>
                <w:sz w:val="22"/>
              </w:rPr>
              <w:t xml:space="preserve"> </w:t>
            </w:r>
            <w:r w:rsidRPr="00501AB9">
              <w:rPr>
                <w:sz w:val="22"/>
              </w:rPr>
              <w:t xml:space="preserve">патриотическими  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проектами (чел.)</w:t>
            </w:r>
          </w:p>
        </w:tc>
        <w:tc>
          <w:tcPr>
            <w:tcW w:w="842" w:type="pct"/>
            <w:vAlign w:val="center"/>
          </w:tcPr>
          <w:p w:rsidR="00F65DD7" w:rsidRPr="00501AB9" w:rsidRDefault="009422CC" w:rsidP="00FE46E7">
            <w:pPr>
              <w:tabs>
                <w:tab w:val="left" w:pos="1299"/>
              </w:tabs>
              <w:spacing w:line="240" w:lineRule="auto"/>
              <w:ind w:right="-95"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F65DD7">
              <w:rPr>
                <w:sz w:val="22"/>
              </w:rPr>
              <w:t>000</w:t>
            </w:r>
          </w:p>
        </w:tc>
        <w:tc>
          <w:tcPr>
            <w:tcW w:w="594" w:type="pct"/>
            <w:vAlign w:val="center"/>
          </w:tcPr>
          <w:p w:rsidR="00F65DD7" w:rsidRPr="00596AEF" w:rsidRDefault="00F65DD7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5500</w:t>
            </w:r>
          </w:p>
        </w:tc>
        <w:tc>
          <w:tcPr>
            <w:tcW w:w="454" w:type="pct"/>
            <w:vAlign w:val="center"/>
          </w:tcPr>
          <w:p w:rsidR="00F65DD7" w:rsidRPr="00596AEF" w:rsidRDefault="00F65DD7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596AEF">
              <w:rPr>
                <w:sz w:val="22"/>
                <w:szCs w:val="22"/>
              </w:rPr>
              <w:t>00</w:t>
            </w:r>
          </w:p>
        </w:tc>
        <w:tc>
          <w:tcPr>
            <w:tcW w:w="508" w:type="pct"/>
            <w:vAlign w:val="center"/>
          </w:tcPr>
          <w:p w:rsidR="00F65DD7" w:rsidRPr="00596AEF" w:rsidRDefault="00F65DD7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</w:t>
            </w:r>
          </w:p>
        </w:tc>
        <w:tc>
          <w:tcPr>
            <w:tcW w:w="521" w:type="pct"/>
            <w:vAlign w:val="center"/>
          </w:tcPr>
          <w:p w:rsidR="00F65DD7" w:rsidRPr="00596AEF" w:rsidRDefault="00F65DD7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</w:t>
            </w:r>
          </w:p>
        </w:tc>
      </w:tr>
      <w:tr w:rsidR="0034293C" w:rsidRPr="00580B96" w:rsidTr="00F65DD7">
        <w:trPr>
          <w:jc w:val="center"/>
        </w:trPr>
        <w:tc>
          <w:tcPr>
            <w:tcW w:w="2081" w:type="pct"/>
          </w:tcPr>
          <w:p w:rsidR="0034293C" w:rsidRPr="008239F6" w:rsidRDefault="0034293C" w:rsidP="00FE46E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</w:rPr>
            </w:pPr>
            <w:r w:rsidRPr="008239F6">
              <w:rPr>
                <w:sz w:val="22"/>
              </w:rPr>
              <w:t xml:space="preserve">Численность детей и молодежи в возрасте до 35 лет – участников конкурсов и проектов, направленных на развитие системы </w:t>
            </w:r>
            <w:proofErr w:type="spellStart"/>
            <w:r w:rsidRPr="008239F6">
              <w:rPr>
                <w:sz w:val="22"/>
              </w:rPr>
              <w:t>межпоколенческого</w:t>
            </w:r>
            <w:proofErr w:type="spellEnd"/>
            <w:r w:rsidRPr="008239F6">
              <w:rPr>
                <w:sz w:val="22"/>
              </w:rPr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 (чел.)</w:t>
            </w:r>
          </w:p>
        </w:tc>
        <w:tc>
          <w:tcPr>
            <w:tcW w:w="842" w:type="pct"/>
            <w:vAlign w:val="center"/>
          </w:tcPr>
          <w:p w:rsidR="0034293C" w:rsidRPr="008239F6" w:rsidRDefault="009422CC" w:rsidP="00FE46E7">
            <w:pPr>
              <w:tabs>
                <w:tab w:val="left" w:pos="1299"/>
              </w:tabs>
              <w:spacing w:line="240" w:lineRule="auto"/>
              <w:ind w:right="-95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 w:rsidR="0034293C">
              <w:rPr>
                <w:sz w:val="22"/>
              </w:rPr>
              <w:t>50</w:t>
            </w:r>
          </w:p>
        </w:tc>
        <w:tc>
          <w:tcPr>
            <w:tcW w:w="594" w:type="pct"/>
            <w:vAlign w:val="center"/>
          </w:tcPr>
          <w:p w:rsidR="0034293C" w:rsidRPr="00596AEF" w:rsidRDefault="0034293C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550</w:t>
            </w:r>
          </w:p>
        </w:tc>
        <w:tc>
          <w:tcPr>
            <w:tcW w:w="454" w:type="pct"/>
            <w:vAlign w:val="center"/>
          </w:tcPr>
          <w:p w:rsidR="0034293C" w:rsidRPr="00596AEF" w:rsidRDefault="0034293C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600</w:t>
            </w:r>
          </w:p>
        </w:tc>
        <w:tc>
          <w:tcPr>
            <w:tcW w:w="508" w:type="pct"/>
            <w:vAlign w:val="center"/>
          </w:tcPr>
          <w:p w:rsidR="0034293C" w:rsidRPr="00596AEF" w:rsidRDefault="0034293C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521" w:type="pct"/>
            <w:vAlign w:val="center"/>
          </w:tcPr>
          <w:p w:rsidR="0034293C" w:rsidRPr="00596AEF" w:rsidRDefault="0034293C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</w:tbl>
    <w:p w:rsidR="00FC2710" w:rsidRDefault="00FC2710" w:rsidP="0086405B">
      <w:pPr>
        <w:widowControl w:val="0"/>
        <w:autoSpaceDE w:val="0"/>
        <w:autoSpaceDN w:val="0"/>
        <w:adjustRightInd w:val="0"/>
        <w:jc w:val="right"/>
      </w:pPr>
    </w:p>
    <w:p w:rsidR="0086405B" w:rsidRDefault="0086405B" w:rsidP="00EC3749">
      <w:pPr>
        <w:widowControl w:val="0"/>
        <w:autoSpaceDE w:val="0"/>
        <w:autoSpaceDN w:val="0"/>
        <w:adjustRightInd w:val="0"/>
        <w:spacing w:line="240" w:lineRule="auto"/>
        <w:jc w:val="right"/>
      </w:pPr>
      <w:r>
        <w:t>Приложение № 2.2.</w:t>
      </w:r>
      <w:r w:rsidRPr="00A05D91">
        <w:t xml:space="preserve"> к Паспорту муниципальной программы </w:t>
      </w:r>
    </w:p>
    <w:p w:rsidR="0086405B" w:rsidRDefault="0086405B" w:rsidP="00EC3749">
      <w:pPr>
        <w:widowControl w:val="0"/>
        <w:autoSpaceDE w:val="0"/>
        <w:autoSpaceDN w:val="0"/>
        <w:adjustRightInd w:val="0"/>
        <w:spacing w:line="240" w:lineRule="auto"/>
        <w:jc w:val="right"/>
      </w:pPr>
      <w:r w:rsidRPr="00A05D91">
        <w:t xml:space="preserve">«Гражданско-патриотическое воспитание детей, </w:t>
      </w:r>
    </w:p>
    <w:p w:rsidR="0064202E" w:rsidRDefault="0086405B" w:rsidP="00EC3749">
      <w:pPr>
        <w:widowControl w:val="0"/>
        <w:autoSpaceDE w:val="0"/>
        <w:autoSpaceDN w:val="0"/>
        <w:adjustRightInd w:val="0"/>
        <w:spacing w:line="240" w:lineRule="auto"/>
        <w:jc w:val="right"/>
      </w:pPr>
      <w:r w:rsidRPr="00A05D91">
        <w:t xml:space="preserve">подростков и молодёжи в </w:t>
      </w:r>
      <w:r w:rsidR="0064202E">
        <w:t xml:space="preserve">муниципальном образовании </w:t>
      </w:r>
    </w:p>
    <w:p w:rsidR="0086405B" w:rsidRPr="00A05D91" w:rsidRDefault="0064202E" w:rsidP="00EC3749">
      <w:pPr>
        <w:widowControl w:val="0"/>
        <w:autoSpaceDE w:val="0"/>
        <w:autoSpaceDN w:val="0"/>
        <w:adjustRightInd w:val="0"/>
        <w:spacing w:line="240" w:lineRule="auto"/>
        <w:jc w:val="right"/>
      </w:pPr>
      <w:r>
        <w:t>«</w:t>
      </w:r>
      <w:proofErr w:type="spellStart"/>
      <w:r>
        <w:t>Ярцевский</w:t>
      </w:r>
      <w:proofErr w:type="spellEnd"/>
      <w:r>
        <w:t xml:space="preserve"> муниципальный округ» </w:t>
      </w:r>
      <w:r w:rsidR="0086405B" w:rsidRPr="00A05D91">
        <w:t xml:space="preserve"> Смоленской области»</w:t>
      </w:r>
      <w:r w:rsidR="0086405B" w:rsidRPr="00A05D91">
        <w:rPr>
          <w:color w:val="FF0000"/>
        </w:rPr>
        <w:t xml:space="preserve"> </w:t>
      </w:r>
    </w:p>
    <w:p w:rsidR="0064202E" w:rsidRDefault="0064202E" w:rsidP="00EC3749">
      <w:pPr>
        <w:spacing w:line="240" w:lineRule="auto"/>
        <w:jc w:val="center"/>
        <w:rPr>
          <w:b/>
          <w:spacing w:val="20"/>
          <w:sz w:val="28"/>
          <w:szCs w:val="28"/>
        </w:rPr>
      </w:pPr>
    </w:p>
    <w:p w:rsidR="0086405B" w:rsidRPr="00E540CA" w:rsidRDefault="0086405B" w:rsidP="00FE46E7">
      <w:pPr>
        <w:spacing w:line="240" w:lineRule="auto"/>
        <w:jc w:val="center"/>
        <w:rPr>
          <w:b/>
          <w:spacing w:val="20"/>
          <w:sz w:val="28"/>
          <w:szCs w:val="28"/>
        </w:rPr>
      </w:pPr>
      <w:r w:rsidRPr="00E540CA">
        <w:rPr>
          <w:b/>
          <w:spacing w:val="20"/>
          <w:sz w:val="28"/>
          <w:szCs w:val="28"/>
        </w:rPr>
        <w:t>ПАСПОРТ</w:t>
      </w:r>
    </w:p>
    <w:p w:rsidR="0086405B" w:rsidRPr="00E540CA" w:rsidRDefault="0086405B" w:rsidP="00FE46E7">
      <w:pPr>
        <w:spacing w:line="240" w:lineRule="auto"/>
        <w:jc w:val="center"/>
        <w:rPr>
          <w:b/>
          <w:sz w:val="28"/>
          <w:szCs w:val="28"/>
        </w:rPr>
      </w:pPr>
      <w:r w:rsidRPr="00E540CA">
        <w:rPr>
          <w:b/>
          <w:sz w:val="28"/>
          <w:szCs w:val="28"/>
        </w:rPr>
        <w:t>комплекса процессных мероприятий</w:t>
      </w:r>
    </w:p>
    <w:p w:rsidR="0086405B" w:rsidRPr="00511D8D" w:rsidRDefault="0086405B" w:rsidP="00FE46E7">
      <w:pPr>
        <w:spacing w:line="240" w:lineRule="auto"/>
        <w:jc w:val="center"/>
        <w:rPr>
          <w:bCs/>
          <w:i/>
          <w:sz w:val="28"/>
          <w:szCs w:val="28"/>
        </w:rPr>
      </w:pPr>
      <w:r w:rsidRPr="00511D8D">
        <w:rPr>
          <w:bCs/>
          <w:i/>
          <w:sz w:val="28"/>
          <w:szCs w:val="28"/>
        </w:rPr>
        <w:t>«Повышение престижа военной службы в молодежной среде, реализация комплекса воспитательных и развивающих мероприятий для допризывной молодежи»</w:t>
      </w:r>
    </w:p>
    <w:p w:rsidR="0086405B" w:rsidRPr="005F3254" w:rsidRDefault="0086405B" w:rsidP="0086405B">
      <w:pPr>
        <w:jc w:val="center"/>
        <w:rPr>
          <w:b/>
          <w:sz w:val="26"/>
          <w:szCs w:val="26"/>
        </w:rPr>
      </w:pPr>
      <w:r w:rsidRPr="005F3254">
        <w:rPr>
          <w:b/>
          <w:sz w:val="26"/>
          <w:szCs w:val="26"/>
        </w:rPr>
        <w:t>1. Общие положения</w:t>
      </w:r>
    </w:p>
    <w:tbl>
      <w:tblPr>
        <w:tblStyle w:val="11"/>
        <w:tblW w:w="5000" w:type="pct"/>
        <w:jc w:val="center"/>
        <w:tblLook w:val="04A0"/>
      </w:tblPr>
      <w:tblGrid>
        <w:gridCol w:w="5584"/>
        <w:gridCol w:w="9204"/>
      </w:tblGrid>
      <w:tr w:rsidR="0086405B" w:rsidRPr="007210E8" w:rsidTr="00CE7366">
        <w:trPr>
          <w:trHeight w:val="516"/>
          <w:jc w:val="center"/>
        </w:trPr>
        <w:tc>
          <w:tcPr>
            <w:tcW w:w="1888" w:type="pct"/>
            <w:vAlign w:val="center"/>
          </w:tcPr>
          <w:p w:rsidR="0086405B" w:rsidRPr="00B01F11" w:rsidRDefault="0086405B" w:rsidP="00FE46E7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01F11">
              <w:rPr>
                <w:rFonts w:eastAsia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B01F11">
              <w:rPr>
                <w:rFonts w:eastAsia="Times New Roman"/>
                <w:sz w:val="24"/>
                <w:szCs w:val="24"/>
                <w:lang w:eastAsia="ru-RU"/>
              </w:rPr>
              <w:t xml:space="preserve"> за 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86405B" w:rsidRPr="00B01F11" w:rsidRDefault="009422CC" w:rsidP="00FE46E7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="0086405B" w:rsidRPr="00B01F11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 w:rsidR="00406DF2">
              <w:rPr>
                <w:sz w:val="24"/>
                <w:szCs w:val="24"/>
              </w:rPr>
              <w:t>ого образования «</w:t>
            </w:r>
            <w:proofErr w:type="spellStart"/>
            <w:r w:rsidR="00406DF2">
              <w:rPr>
                <w:sz w:val="24"/>
                <w:szCs w:val="24"/>
              </w:rPr>
              <w:t>Ярцевский</w:t>
            </w:r>
            <w:proofErr w:type="spellEnd"/>
            <w:r w:rsidR="00406DF2">
              <w:rPr>
                <w:sz w:val="24"/>
                <w:szCs w:val="24"/>
              </w:rPr>
              <w:t xml:space="preserve"> муниципальный округ</w:t>
            </w:r>
            <w:r w:rsidR="0086405B" w:rsidRPr="00B01F11">
              <w:rPr>
                <w:sz w:val="24"/>
                <w:szCs w:val="24"/>
              </w:rPr>
              <w:t>» Смоленской области</w:t>
            </w:r>
          </w:p>
        </w:tc>
      </w:tr>
      <w:tr w:rsidR="0086405B" w:rsidRPr="00084DFE" w:rsidTr="00CE7366">
        <w:trPr>
          <w:trHeight w:val="700"/>
          <w:jc w:val="center"/>
        </w:trPr>
        <w:tc>
          <w:tcPr>
            <w:tcW w:w="1888" w:type="pct"/>
            <w:vAlign w:val="center"/>
          </w:tcPr>
          <w:p w:rsidR="0086405B" w:rsidRPr="00B01F11" w:rsidRDefault="0086405B" w:rsidP="00FE46E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01F11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3112" w:type="pct"/>
            <w:vAlign w:val="center"/>
          </w:tcPr>
          <w:p w:rsidR="0086405B" w:rsidRPr="00B01F11" w:rsidRDefault="0086405B" w:rsidP="00FE46E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01F11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B01F11">
              <w:rPr>
                <w:sz w:val="24"/>
                <w:szCs w:val="24"/>
              </w:rPr>
              <w:t xml:space="preserve">«Гражданско-патриотическое воспитание детей, </w:t>
            </w:r>
            <w:r>
              <w:rPr>
                <w:sz w:val="24"/>
                <w:szCs w:val="24"/>
              </w:rPr>
              <w:t>п</w:t>
            </w:r>
            <w:r w:rsidRPr="00B01F11">
              <w:rPr>
                <w:sz w:val="24"/>
                <w:szCs w:val="24"/>
              </w:rPr>
              <w:t>одростк</w:t>
            </w:r>
            <w:r w:rsidR="00406DF2">
              <w:rPr>
                <w:sz w:val="24"/>
                <w:szCs w:val="24"/>
              </w:rPr>
              <w:t>ов и молодёжи в муниципальном образовании «</w:t>
            </w:r>
            <w:proofErr w:type="spellStart"/>
            <w:r w:rsidR="00406DF2">
              <w:rPr>
                <w:sz w:val="24"/>
                <w:szCs w:val="24"/>
              </w:rPr>
              <w:t>Ярцевский</w:t>
            </w:r>
            <w:proofErr w:type="spellEnd"/>
            <w:r w:rsidR="00406DF2">
              <w:rPr>
                <w:sz w:val="24"/>
                <w:szCs w:val="24"/>
              </w:rPr>
              <w:t xml:space="preserve"> муниципальный округ»</w:t>
            </w:r>
            <w:r w:rsidRPr="00B01F11">
              <w:rPr>
                <w:sz w:val="24"/>
                <w:szCs w:val="24"/>
              </w:rPr>
              <w:t xml:space="preserve"> Смоленской области»</w:t>
            </w:r>
            <w:r w:rsidRPr="00B01F11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86405B" w:rsidRPr="00217EF0" w:rsidRDefault="0086405B" w:rsidP="0086405B">
      <w:pPr>
        <w:spacing w:before="240"/>
        <w:jc w:val="center"/>
        <w:rPr>
          <w:b/>
          <w:sz w:val="26"/>
          <w:szCs w:val="26"/>
        </w:rPr>
      </w:pPr>
      <w:r w:rsidRPr="00217EF0">
        <w:rPr>
          <w:b/>
          <w:sz w:val="26"/>
          <w:szCs w:val="26"/>
        </w:rPr>
        <w:t xml:space="preserve">2. Показатели реализации комплекса процессных мероприятий  </w:t>
      </w:r>
    </w:p>
    <w:tbl>
      <w:tblPr>
        <w:tblStyle w:val="11"/>
        <w:tblW w:w="4930" w:type="pct"/>
        <w:jc w:val="center"/>
        <w:tblLayout w:type="fixed"/>
        <w:tblLook w:val="04A0"/>
      </w:tblPr>
      <w:tblGrid>
        <w:gridCol w:w="5605"/>
        <w:gridCol w:w="2377"/>
        <w:gridCol w:w="1729"/>
        <w:gridCol w:w="1560"/>
        <w:gridCol w:w="1750"/>
        <w:gridCol w:w="1560"/>
      </w:tblGrid>
      <w:tr w:rsidR="009422CC" w:rsidRPr="00580B96" w:rsidTr="00947F86">
        <w:trPr>
          <w:tblHeader/>
          <w:jc w:val="center"/>
        </w:trPr>
        <w:tc>
          <w:tcPr>
            <w:tcW w:w="1922" w:type="pct"/>
            <w:vMerge w:val="restart"/>
            <w:vAlign w:val="center"/>
          </w:tcPr>
          <w:p w:rsidR="009422CC" w:rsidRPr="00C615BD" w:rsidRDefault="009422CC" w:rsidP="00FE46E7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615BD">
              <w:rPr>
                <w:sz w:val="22"/>
              </w:rPr>
              <w:t>Наименование показателя реализации, единица измерения</w:t>
            </w:r>
          </w:p>
        </w:tc>
        <w:tc>
          <w:tcPr>
            <w:tcW w:w="815" w:type="pct"/>
            <w:vMerge w:val="restart"/>
          </w:tcPr>
          <w:p w:rsidR="009422CC" w:rsidRPr="00C615BD" w:rsidRDefault="009422CC" w:rsidP="00FE46E7">
            <w:pPr>
              <w:spacing w:line="240" w:lineRule="auto"/>
              <w:ind w:firstLine="23"/>
              <w:jc w:val="center"/>
              <w:rPr>
                <w:sz w:val="22"/>
                <w:shd w:val="clear" w:color="auto" w:fill="FFFFFF"/>
              </w:rPr>
            </w:pPr>
            <w:r w:rsidRPr="00C615BD">
              <w:rPr>
                <w:sz w:val="22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2263" w:type="pct"/>
            <w:gridSpan w:val="4"/>
          </w:tcPr>
          <w:p w:rsidR="009422CC" w:rsidRPr="00C615BD" w:rsidRDefault="009422CC" w:rsidP="00FE46E7">
            <w:pPr>
              <w:spacing w:line="240" w:lineRule="auto"/>
              <w:jc w:val="center"/>
              <w:rPr>
                <w:sz w:val="22"/>
                <w:shd w:val="clear" w:color="auto" w:fill="FFFFFF"/>
              </w:rPr>
            </w:pPr>
            <w:r w:rsidRPr="00C615BD">
              <w:rPr>
                <w:sz w:val="22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947F86" w:rsidRPr="00580B96" w:rsidTr="00947F86">
        <w:trPr>
          <w:trHeight w:val="448"/>
          <w:tblHeader/>
          <w:jc w:val="center"/>
        </w:trPr>
        <w:tc>
          <w:tcPr>
            <w:tcW w:w="1922" w:type="pct"/>
            <w:vMerge/>
            <w:vAlign w:val="center"/>
          </w:tcPr>
          <w:p w:rsidR="009422CC" w:rsidRPr="00C615BD" w:rsidRDefault="009422CC" w:rsidP="00FE46E7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815" w:type="pct"/>
            <w:vMerge/>
          </w:tcPr>
          <w:p w:rsidR="009422CC" w:rsidRPr="00C615BD" w:rsidRDefault="009422CC" w:rsidP="00FE46E7">
            <w:pPr>
              <w:spacing w:line="240" w:lineRule="auto"/>
              <w:jc w:val="center"/>
              <w:rPr>
                <w:sz w:val="22"/>
                <w:shd w:val="clear" w:color="auto" w:fill="FFFFFF"/>
              </w:rPr>
            </w:pPr>
          </w:p>
        </w:tc>
        <w:tc>
          <w:tcPr>
            <w:tcW w:w="593" w:type="pct"/>
            <w:vAlign w:val="center"/>
          </w:tcPr>
          <w:p w:rsidR="009422CC" w:rsidRPr="00C615BD" w:rsidRDefault="009422CC" w:rsidP="004B5D92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2"/>
              </w:rPr>
            </w:pPr>
            <w:r w:rsidRPr="00C615BD">
              <w:rPr>
                <w:rFonts w:eastAsia="Times New Roman"/>
                <w:spacing w:val="-2"/>
                <w:sz w:val="22"/>
              </w:rPr>
              <w:t>202</w:t>
            </w:r>
            <w:r>
              <w:rPr>
                <w:rFonts w:eastAsia="Times New Roman"/>
                <w:spacing w:val="-2"/>
                <w:sz w:val="22"/>
              </w:rPr>
              <w:t>5</w:t>
            </w:r>
            <w:r w:rsidRPr="00C615BD">
              <w:rPr>
                <w:rFonts w:eastAsia="Times New Roman"/>
                <w:spacing w:val="-2"/>
                <w:sz w:val="22"/>
              </w:rPr>
              <w:t xml:space="preserve"> г.</w:t>
            </w:r>
          </w:p>
        </w:tc>
        <w:tc>
          <w:tcPr>
            <w:tcW w:w="535" w:type="pct"/>
            <w:vAlign w:val="center"/>
          </w:tcPr>
          <w:p w:rsidR="009422CC" w:rsidRPr="00C615BD" w:rsidRDefault="009422CC" w:rsidP="004B5D92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615BD">
              <w:rPr>
                <w:sz w:val="22"/>
              </w:rPr>
              <w:t>202</w:t>
            </w:r>
            <w:r>
              <w:rPr>
                <w:sz w:val="22"/>
              </w:rPr>
              <w:t>6</w:t>
            </w:r>
            <w:r w:rsidRPr="00C615BD">
              <w:rPr>
                <w:sz w:val="22"/>
              </w:rPr>
              <w:t xml:space="preserve"> г.</w:t>
            </w:r>
          </w:p>
        </w:tc>
        <w:tc>
          <w:tcPr>
            <w:tcW w:w="600" w:type="pct"/>
            <w:vAlign w:val="center"/>
          </w:tcPr>
          <w:p w:rsidR="009422CC" w:rsidRPr="00C615BD" w:rsidRDefault="009422CC" w:rsidP="004B5D92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2027 г.</w:t>
            </w:r>
          </w:p>
        </w:tc>
        <w:tc>
          <w:tcPr>
            <w:tcW w:w="535" w:type="pct"/>
            <w:vAlign w:val="center"/>
          </w:tcPr>
          <w:p w:rsidR="009422CC" w:rsidRDefault="009422CC" w:rsidP="009422CC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2028 г.</w:t>
            </w:r>
          </w:p>
        </w:tc>
      </w:tr>
      <w:tr w:rsidR="00947F86" w:rsidRPr="00580B96" w:rsidTr="00947F86">
        <w:trPr>
          <w:trHeight w:val="282"/>
          <w:tblHeader/>
          <w:jc w:val="center"/>
        </w:trPr>
        <w:tc>
          <w:tcPr>
            <w:tcW w:w="1922" w:type="pct"/>
            <w:vAlign w:val="center"/>
          </w:tcPr>
          <w:p w:rsidR="009422CC" w:rsidRPr="00C615BD" w:rsidRDefault="009422CC" w:rsidP="00FE46E7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615BD">
              <w:rPr>
                <w:sz w:val="22"/>
              </w:rPr>
              <w:t>1</w:t>
            </w:r>
          </w:p>
        </w:tc>
        <w:tc>
          <w:tcPr>
            <w:tcW w:w="815" w:type="pct"/>
          </w:tcPr>
          <w:p w:rsidR="009422CC" w:rsidRPr="00C615BD" w:rsidRDefault="009422CC" w:rsidP="00FE46E7">
            <w:pPr>
              <w:spacing w:line="240" w:lineRule="auto"/>
              <w:ind w:firstLine="0"/>
              <w:jc w:val="center"/>
              <w:rPr>
                <w:spacing w:val="-2"/>
                <w:sz w:val="22"/>
              </w:rPr>
            </w:pPr>
            <w:r w:rsidRPr="00C615BD">
              <w:rPr>
                <w:spacing w:val="-2"/>
                <w:sz w:val="22"/>
              </w:rPr>
              <w:t>2</w:t>
            </w:r>
          </w:p>
        </w:tc>
        <w:tc>
          <w:tcPr>
            <w:tcW w:w="593" w:type="pct"/>
            <w:vAlign w:val="center"/>
          </w:tcPr>
          <w:p w:rsidR="009422CC" w:rsidRPr="00C615BD" w:rsidRDefault="009422CC" w:rsidP="004B5D92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2"/>
              </w:rPr>
            </w:pPr>
            <w:r>
              <w:rPr>
                <w:rFonts w:eastAsia="Times New Roman"/>
                <w:spacing w:val="-2"/>
                <w:sz w:val="22"/>
              </w:rPr>
              <w:t>3</w:t>
            </w:r>
          </w:p>
        </w:tc>
        <w:tc>
          <w:tcPr>
            <w:tcW w:w="535" w:type="pct"/>
            <w:vAlign w:val="center"/>
          </w:tcPr>
          <w:p w:rsidR="009422CC" w:rsidRPr="00C615BD" w:rsidRDefault="009422CC" w:rsidP="004B5D92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00" w:type="pct"/>
            <w:vAlign w:val="center"/>
          </w:tcPr>
          <w:p w:rsidR="009422CC" w:rsidRPr="00C615BD" w:rsidRDefault="009422CC" w:rsidP="004B5D92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35" w:type="pct"/>
          </w:tcPr>
          <w:p w:rsidR="009422CC" w:rsidRPr="00C615BD" w:rsidRDefault="009422CC" w:rsidP="004B5D92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096719" w:rsidRPr="00580B96" w:rsidTr="00767003">
        <w:trPr>
          <w:trHeight w:val="433"/>
          <w:jc w:val="center"/>
        </w:trPr>
        <w:tc>
          <w:tcPr>
            <w:tcW w:w="1922" w:type="pct"/>
          </w:tcPr>
          <w:p w:rsidR="00096719" w:rsidRPr="00EA5287" w:rsidRDefault="00096719" w:rsidP="00FE46E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</w:rPr>
            </w:pPr>
            <w:r w:rsidRPr="00EA5287">
              <w:rPr>
                <w:sz w:val="22"/>
              </w:rPr>
              <w:t xml:space="preserve">Количество молодёжи, вовлечённой в деятельность детских и молодёжных </w:t>
            </w:r>
            <w:r w:rsidRPr="00EA5287">
              <w:rPr>
                <w:rFonts w:eastAsia="Times New Roman"/>
                <w:sz w:val="22"/>
                <w:lang w:eastAsia="ru-RU"/>
              </w:rPr>
              <w:t>гражданско-патриотических объединений, клубов, движений (чел.)</w:t>
            </w:r>
          </w:p>
        </w:tc>
        <w:tc>
          <w:tcPr>
            <w:tcW w:w="815" w:type="pct"/>
            <w:vAlign w:val="center"/>
          </w:tcPr>
          <w:p w:rsidR="00096719" w:rsidRPr="00596AEF" w:rsidRDefault="00096719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1500</w:t>
            </w:r>
          </w:p>
        </w:tc>
        <w:tc>
          <w:tcPr>
            <w:tcW w:w="593" w:type="pct"/>
            <w:vAlign w:val="center"/>
          </w:tcPr>
          <w:p w:rsidR="00096719" w:rsidRPr="00596AEF" w:rsidRDefault="00096719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1750</w:t>
            </w:r>
          </w:p>
        </w:tc>
        <w:tc>
          <w:tcPr>
            <w:tcW w:w="535" w:type="pct"/>
            <w:vAlign w:val="center"/>
          </w:tcPr>
          <w:p w:rsidR="00096719" w:rsidRPr="00596AEF" w:rsidRDefault="00096719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596AEF">
              <w:rPr>
                <w:sz w:val="22"/>
                <w:szCs w:val="22"/>
              </w:rPr>
              <w:t>800</w:t>
            </w:r>
          </w:p>
        </w:tc>
        <w:tc>
          <w:tcPr>
            <w:tcW w:w="600" w:type="pct"/>
            <w:vAlign w:val="center"/>
          </w:tcPr>
          <w:p w:rsidR="00096719" w:rsidRPr="00596AEF" w:rsidRDefault="00096719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</w:t>
            </w:r>
          </w:p>
        </w:tc>
        <w:tc>
          <w:tcPr>
            <w:tcW w:w="535" w:type="pct"/>
            <w:vAlign w:val="center"/>
          </w:tcPr>
          <w:p w:rsidR="00096719" w:rsidRPr="00596AEF" w:rsidRDefault="00096719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</w:tr>
      <w:tr w:rsidR="00096719" w:rsidRPr="00580B96" w:rsidTr="002504E9">
        <w:trPr>
          <w:jc w:val="center"/>
        </w:trPr>
        <w:tc>
          <w:tcPr>
            <w:tcW w:w="1922" w:type="pct"/>
          </w:tcPr>
          <w:p w:rsidR="00096719" w:rsidRPr="008239F6" w:rsidRDefault="00096719" w:rsidP="00FE46E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</w:rPr>
            </w:pPr>
            <w:r w:rsidRPr="008239F6">
              <w:rPr>
                <w:sz w:val="22"/>
              </w:rPr>
              <w:t xml:space="preserve">Численность детей и молодежи в возрасте до 35 лет – участников конкурсов и проектов, направленных на развитие системы </w:t>
            </w:r>
            <w:proofErr w:type="spellStart"/>
            <w:r w:rsidRPr="008239F6">
              <w:rPr>
                <w:sz w:val="22"/>
              </w:rPr>
              <w:t>межпоколенческого</w:t>
            </w:r>
            <w:proofErr w:type="spellEnd"/>
            <w:r w:rsidRPr="008239F6">
              <w:rPr>
                <w:sz w:val="22"/>
              </w:rPr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 (чел.)</w:t>
            </w:r>
          </w:p>
        </w:tc>
        <w:tc>
          <w:tcPr>
            <w:tcW w:w="815" w:type="pct"/>
            <w:vAlign w:val="center"/>
          </w:tcPr>
          <w:p w:rsidR="00096719" w:rsidRPr="008239F6" w:rsidRDefault="00096719" w:rsidP="004B5D92">
            <w:pPr>
              <w:tabs>
                <w:tab w:val="left" w:pos="1299"/>
              </w:tabs>
              <w:spacing w:line="240" w:lineRule="auto"/>
              <w:ind w:right="-95" w:firstLine="0"/>
              <w:jc w:val="center"/>
              <w:rPr>
                <w:sz w:val="22"/>
              </w:rPr>
            </w:pPr>
            <w:r>
              <w:rPr>
                <w:sz w:val="22"/>
              </w:rPr>
              <w:t>450</w:t>
            </w:r>
          </w:p>
        </w:tc>
        <w:tc>
          <w:tcPr>
            <w:tcW w:w="593" w:type="pct"/>
            <w:vAlign w:val="center"/>
          </w:tcPr>
          <w:p w:rsidR="00096719" w:rsidRPr="00596AEF" w:rsidRDefault="00096719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550</w:t>
            </w:r>
          </w:p>
        </w:tc>
        <w:tc>
          <w:tcPr>
            <w:tcW w:w="535" w:type="pct"/>
            <w:vAlign w:val="center"/>
          </w:tcPr>
          <w:p w:rsidR="00096719" w:rsidRPr="00596AEF" w:rsidRDefault="00096719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600</w:t>
            </w:r>
          </w:p>
        </w:tc>
        <w:tc>
          <w:tcPr>
            <w:tcW w:w="600" w:type="pct"/>
            <w:vAlign w:val="center"/>
          </w:tcPr>
          <w:p w:rsidR="00096719" w:rsidRPr="00596AEF" w:rsidRDefault="00096719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535" w:type="pct"/>
            <w:vAlign w:val="center"/>
          </w:tcPr>
          <w:p w:rsidR="00096719" w:rsidRPr="00596AEF" w:rsidRDefault="00096719" w:rsidP="004B5D92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</w:tbl>
    <w:tbl>
      <w:tblPr>
        <w:tblStyle w:val="aa"/>
        <w:tblpPr w:leftFromText="180" w:rightFromText="180" w:vertAnchor="text" w:horzAnchor="margin" w:tblpY="219"/>
        <w:tblW w:w="15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480"/>
        <w:gridCol w:w="7816"/>
      </w:tblGrid>
      <w:tr w:rsidR="006C6C2B" w:rsidRPr="00AF4D23" w:rsidTr="00087DA5">
        <w:tc>
          <w:tcPr>
            <w:tcW w:w="7480" w:type="dxa"/>
          </w:tcPr>
          <w:p w:rsidR="006C6C2B" w:rsidRDefault="006C6C2B" w:rsidP="00087DA5">
            <w:pPr>
              <w:pStyle w:val="ae"/>
              <w:tabs>
                <w:tab w:val="left" w:pos="709"/>
                <w:tab w:val="left" w:pos="1134"/>
              </w:tabs>
              <w:ind w:left="0" w:firstLine="0"/>
              <w:jc w:val="both"/>
            </w:pPr>
          </w:p>
          <w:p w:rsidR="006C6C2B" w:rsidRPr="00AF4D23" w:rsidRDefault="006C6C2B" w:rsidP="00087DA5">
            <w:pPr>
              <w:pStyle w:val="ae"/>
              <w:tabs>
                <w:tab w:val="left" w:pos="709"/>
                <w:tab w:val="left" w:pos="1134"/>
              </w:tabs>
              <w:ind w:left="0" w:firstLine="0"/>
              <w:jc w:val="both"/>
            </w:pPr>
          </w:p>
        </w:tc>
        <w:tc>
          <w:tcPr>
            <w:tcW w:w="7816" w:type="dxa"/>
          </w:tcPr>
          <w:p w:rsidR="006C6C2B" w:rsidRPr="00AF4D23" w:rsidRDefault="006C6C2B" w:rsidP="00FF773A">
            <w:pPr>
              <w:pStyle w:val="ae"/>
              <w:tabs>
                <w:tab w:val="left" w:pos="709"/>
                <w:tab w:val="left" w:pos="1134"/>
              </w:tabs>
              <w:ind w:left="0" w:firstLine="0"/>
              <w:jc w:val="both"/>
            </w:pPr>
            <w:r w:rsidRPr="00AF4D23">
              <w:t xml:space="preserve">Приложение </w:t>
            </w:r>
            <w:r>
              <w:t xml:space="preserve">№ 3 </w:t>
            </w:r>
            <w:r w:rsidRPr="00AF4D23">
              <w:t xml:space="preserve">к </w:t>
            </w:r>
            <w:r>
              <w:t>Паспорту муниципальной программы «Гражданско-патриотическое воспитание детей, подростков и молодежи в муниципальном образовании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области»</w:t>
            </w:r>
          </w:p>
        </w:tc>
      </w:tr>
    </w:tbl>
    <w:p w:rsidR="00431BF4" w:rsidRDefault="00431BF4" w:rsidP="00431BF4">
      <w:pPr>
        <w:spacing w:before="240" w:after="240"/>
        <w:jc w:val="center"/>
        <w:rPr>
          <w:b/>
          <w:sz w:val="28"/>
          <w:szCs w:val="28"/>
        </w:rPr>
      </w:pPr>
      <w:r w:rsidRPr="00BC351B">
        <w:rPr>
          <w:b/>
          <w:sz w:val="28"/>
          <w:szCs w:val="28"/>
        </w:rPr>
        <w:t>Финансирование структурных элементов муниципальной программы</w:t>
      </w:r>
    </w:p>
    <w:tbl>
      <w:tblPr>
        <w:tblpPr w:leftFromText="180" w:rightFromText="180" w:vertAnchor="text" w:horzAnchor="margin" w:tblpX="47" w:tblpY="26"/>
        <w:tblOverlap w:val="never"/>
        <w:tblW w:w="15417" w:type="dxa"/>
        <w:tblLayout w:type="fixed"/>
        <w:tblLook w:val="04A0"/>
      </w:tblPr>
      <w:tblGrid>
        <w:gridCol w:w="850"/>
        <w:gridCol w:w="4645"/>
        <w:gridCol w:w="2835"/>
        <w:gridCol w:w="2268"/>
        <w:gridCol w:w="1276"/>
        <w:gridCol w:w="1559"/>
        <w:gridCol w:w="992"/>
        <w:gridCol w:w="992"/>
      </w:tblGrid>
      <w:tr w:rsidR="00431BF4" w:rsidRPr="00BC351B" w:rsidTr="004B5D92">
        <w:trPr>
          <w:trHeight w:val="183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BF4" w:rsidRDefault="00431BF4" w:rsidP="004B5D92">
            <w:pPr>
              <w:jc w:val="center"/>
            </w:pPr>
            <w:r w:rsidRPr="00BC351B">
              <w:t xml:space="preserve">№ </w:t>
            </w:r>
          </w:p>
          <w:p w:rsidR="00431BF4" w:rsidRPr="00BC351B" w:rsidRDefault="00431BF4" w:rsidP="004B5D92">
            <w:pPr>
              <w:jc w:val="center"/>
            </w:pPr>
            <w:proofErr w:type="spellStart"/>
            <w:proofErr w:type="gramStart"/>
            <w:r w:rsidRPr="00BC351B">
              <w:t>п</w:t>
            </w:r>
            <w:proofErr w:type="spellEnd"/>
            <w:proofErr w:type="gramEnd"/>
            <w:r w:rsidRPr="00BC351B">
              <w:t>/</w:t>
            </w:r>
            <w:proofErr w:type="spellStart"/>
            <w:r w:rsidRPr="00BC351B">
              <w:t>п</w:t>
            </w:r>
            <w:proofErr w:type="spellEnd"/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1BF4" w:rsidRPr="00BC351B" w:rsidRDefault="00431BF4" w:rsidP="004B5D92">
            <w:pPr>
              <w:jc w:val="center"/>
            </w:pPr>
            <w:r w:rsidRPr="00BC351B"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1BF4" w:rsidRPr="00BC351B" w:rsidRDefault="00431BF4" w:rsidP="004B5D92">
            <w:pPr>
              <w:spacing w:line="240" w:lineRule="auto"/>
              <w:jc w:val="center"/>
            </w:pPr>
            <w:r w:rsidRPr="00BC351B">
              <w:t>Участник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1BF4" w:rsidRPr="00BC351B" w:rsidRDefault="00431BF4" w:rsidP="004B5D92">
            <w:pPr>
              <w:spacing w:line="240" w:lineRule="auto"/>
              <w:jc w:val="center"/>
            </w:pPr>
            <w:r w:rsidRPr="00BC351B">
              <w:t>Источник финансового обеспечения (расшифровать)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BC351B" w:rsidRDefault="00431BF4" w:rsidP="004B5D92">
            <w:pPr>
              <w:spacing w:line="240" w:lineRule="auto"/>
              <w:jc w:val="center"/>
            </w:pPr>
            <w:r w:rsidRPr="00BC351B"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F4" w:rsidRPr="00BC351B" w:rsidRDefault="00431BF4" w:rsidP="004B5D92">
            <w:pPr>
              <w:jc w:val="center"/>
            </w:pPr>
          </w:p>
        </w:tc>
        <w:tc>
          <w:tcPr>
            <w:tcW w:w="46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BC351B" w:rsidRDefault="00431BF4" w:rsidP="004B5D92">
            <w:pPr>
              <w:jc w:val="center"/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BC351B" w:rsidRDefault="00431BF4" w:rsidP="004B5D92">
            <w:pPr>
              <w:jc w:val="center"/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BC351B" w:rsidRDefault="00431BF4" w:rsidP="004B5D9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BC351B" w:rsidRDefault="00431BF4" w:rsidP="004B5D92">
            <w:pPr>
              <w:jc w:val="center"/>
            </w:pPr>
            <w:r w:rsidRPr="00BC351B"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C351B" w:rsidRDefault="00431BF4" w:rsidP="004B5D92">
            <w:pPr>
              <w:jc w:val="center"/>
            </w:pPr>
            <w:r w:rsidRPr="006B3724">
              <w:rPr>
                <w:spacing w:val="-2"/>
              </w:rPr>
              <w:t>2026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C351B" w:rsidRDefault="00431BF4" w:rsidP="004B5D92">
            <w:pPr>
              <w:jc w:val="center"/>
            </w:pPr>
            <w:r w:rsidRPr="00BC351B">
              <w:t>202</w:t>
            </w:r>
            <w:r>
              <w:t>7</w:t>
            </w:r>
            <w:r w:rsidRPr="00BC351B"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C351B" w:rsidRDefault="00431BF4" w:rsidP="004B5D92">
            <w:pPr>
              <w:jc w:val="center"/>
            </w:pPr>
            <w:r w:rsidRPr="00BC351B">
              <w:t>202</w:t>
            </w:r>
            <w:r>
              <w:t>8</w:t>
            </w:r>
            <w:r w:rsidRPr="00BC351B">
              <w:t xml:space="preserve"> г.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F4" w:rsidRPr="00BC351B" w:rsidRDefault="00431BF4" w:rsidP="004B5D92">
            <w:pPr>
              <w:jc w:val="center"/>
            </w:pPr>
            <w:r w:rsidRPr="00BC351B"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1BF4" w:rsidRPr="00BC351B" w:rsidRDefault="00431BF4" w:rsidP="004B5D92">
            <w:pPr>
              <w:jc w:val="center"/>
            </w:pPr>
            <w:r w:rsidRPr="00BC351B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1BF4" w:rsidRPr="00BC351B" w:rsidRDefault="00431BF4" w:rsidP="004B5D92">
            <w:pPr>
              <w:jc w:val="center"/>
            </w:pPr>
            <w:r w:rsidRPr="00BC351B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1BF4" w:rsidRPr="00BC351B" w:rsidRDefault="00431BF4" w:rsidP="004B5D92">
            <w:pPr>
              <w:jc w:val="center"/>
            </w:pPr>
            <w:r w:rsidRPr="00BC351B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1BF4" w:rsidRPr="00BC351B" w:rsidRDefault="00431BF4" w:rsidP="004B5D92">
            <w:pPr>
              <w:jc w:val="center"/>
            </w:pPr>
            <w:r w:rsidRPr="00BC351B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1BF4" w:rsidRPr="00BC351B" w:rsidRDefault="00431BF4" w:rsidP="004B5D92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1BF4" w:rsidRPr="00BC351B" w:rsidRDefault="00431BF4" w:rsidP="004B5D92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Default="00431BF4" w:rsidP="004B5D92">
            <w:pPr>
              <w:jc w:val="center"/>
            </w:pPr>
            <w:r>
              <w:t>8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D4113" w:rsidRDefault="00431BF4" w:rsidP="004B5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A4939">
              <w:rPr>
                <w:b/>
                <w:sz w:val="24"/>
                <w:szCs w:val="24"/>
              </w:rPr>
              <w:t xml:space="preserve">Комплекс процессных </w:t>
            </w:r>
            <w:r w:rsidRPr="00155036">
              <w:rPr>
                <w:b/>
                <w:sz w:val="24"/>
                <w:szCs w:val="24"/>
              </w:rPr>
              <w:t xml:space="preserve">мероприятий </w:t>
            </w:r>
            <w:r w:rsidRPr="0081276F">
              <w:rPr>
                <w:b/>
                <w:bCs/>
                <w:i/>
                <w:iCs/>
                <w:sz w:val="24"/>
                <w:szCs w:val="24"/>
              </w:rPr>
              <w:t>«Организация и проведение мероприятий по гражданскому и патриотическому воспитанию детей, подростков и молодежи, включая проведение мероприятий, посвященных памятным датам и праздникам»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221BD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1.1</w:t>
            </w:r>
            <w:r w:rsidRPr="006221BD">
              <w:t>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6221BD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6221BD">
              <w:t>Организация и проведение волонтёрских патриотических акций: «Обелиск»</w:t>
            </w:r>
            <w:r>
              <w:t>,</w:t>
            </w:r>
            <w:r w:rsidRPr="006221BD">
              <w:t xml:space="preserve"> «Георгиевская лента», «Подарок ветерану», «Лес Памяти», «Россия, вперёд!».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221BD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 «Молодежный центр «Маяк»</w:t>
            </w:r>
            <w:r w:rsidRPr="006221BD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221BD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574D6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574D64">
              <w:t>1.2.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574D64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574D64">
              <w:t xml:space="preserve">Организация участия поисковых отрядов </w:t>
            </w:r>
            <w:proofErr w:type="spellStart"/>
            <w:r w:rsidRPr="00574D64">
              <w:t>Ярцевского</w:t>
            </w:r>
            <w:proofErr w:type="spellEnd"/>
            <w:r w:rsidRPr="00574D64">
              <w:t xml:space="preserve"> района в областных, межрегиональных, международных мероприятиях (Вахтах Памяти, акциях, сборах, семинарах и т.п.)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574D64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 «Молодежный центр «Маяк»</w:t>
            </w:r>
            <w:r w:rsidRPr="006221BD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574D6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574D64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574D64" w:rsidRDefault="00431BF4" w:rsidP="004B5D92">
            <w:pPr>
              <w:spacing w:line="240" w:lineRule="auto"/>
              <w:jc w:val="center"/>
            </w:pPr>
            <w:r w:rsidRPr="00574D64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574D64" w:rsidRDefault="00431BF4" w:rsidP="004B5D92">
            <w:pPr>
              <w:spacing w:line="240" w:lineRule="auto"/>
              <w:jc w:val="center"/>
            </w:pPr>
            <w:r w:rsidRPr="00574D64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E20313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20313">
              <w:t>1.3.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E20313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Муниципальный</w:t>
            </w:r>
            <w:r w:rsidRPr="00E20313">
              <w:t xml:space="preserve"> конкурс творческих работ, посвященный </w:t>
            </w:r>
            <w:r>
              <w:t xml:space="preserve">Дню </w:t>
            </w:r>
            <w:r w:rsidRPr="00E20313">
              <w:t>Победы в Великой Отечественной войне 1941-1945 г.г. (апрель-май)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E20313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МБУДО</w:t>
            </w:r>
            <w:r w:rsidRPr="00E20313">
              <w:t xml:space="preserve"> «Центр детского творчества»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E20313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E20313">
              <w:t>Бюджет муниципального образования «</w:t>
            </w:r>
            <w:proofErr w:type="spellStart"/>
            <w:r w:rsidRPr="00E20313">
              <w:t>Ярцевский</w:t>
            </w:r>
            <w:proofErr w:type="spellEnd"/>
            <w:r w:rsidRPr="00E20313"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E20313" w:rsidRDefault="00431BF4" w:rsidP="004B5D92">
            <w:pPr>
              <w:spacing w:line="240" w:lineRule="auto"/>
              <w:jc w:val="center"/>
            </w:pPr>
            <w:r w:rsidRPr="00E203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E20313" w:rsidRDefault="00431BF4" w:rsidP="004B5D92">
            <w:pPr>
              <w:spacing w:line="240" w:lineRule="auto"/>
              <w:jc w:val="center"/>
            </w:pPr>
            <w:r w:rsidRPr="00E20313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41638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B41638">
              <w:rPr>
                <w:b/>
              </w:rPr>
              <w:t>1.4.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B41638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B41638">
              <w:rPr>
                <w:b/>
              </w:rPr>
              <w:t>Проведение конкурса «Лучший юнармейский отряд».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41638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B41638">
              <w:rPr>
                <w:b/>
              </w:rPr>
              <w:t>МБУ «Молодежный центр «Маяк»»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41638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B41638">
              <w:rPr>
                <w:b/>
              </w:rPr>
              <w:t>Бюджет муниципального образования «</w:t>
            </w:r>
            <w:proofErr w:type="spellStart"/>
            <w:r w:rsidRPr="00B41638">
              <w:rPr>
                <w:b/>
              </w:rPr>
              <w:t>Ярцевский</w:t>
            </w:r>
            <w:proofErr w:type="spellEnd"/>
            <w:r w:rsidRPr="00B41638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41638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B41638">
              <w:rPr>
                <w:b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</w:p>
          <w:p w:rsidR="00431BF4" w:rsidRPr="00B41638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B41638">
              <w:rPr>
                <w:b/>
              </w:rPr>
              <w:t>5 000,00</w:t>
            </w:r>
          </w:p>
          <w:p w:rsidR="00431BF4" w:rsidRPr="00BD189C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41638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B41638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0B3AC7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0B3AC7">
              <w:lastRenderedPageBreak/>
              <w:t>1.5.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0B3AC7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</w:pPr>
            <w:proofErr w:type="gramStart"/>
            <w:r w:rsidRPr="000B3AC7">
              <w:t xml:space="preserve">Проведение уроков мужества, вечеров памяти, бесед, круглых столов, акций, митингов, посвящённых памятным датам, встреч детей и молодёжи с ветеранами Великой Отечественной войны, тружениками тыла, Героями труда, Почётными гражданами </w:t>
            </w:r>
            <w:proofErr w:type="spellStart"/>
            <w:r w:rsidRPr="000B3AC7">
              <w:t>Ярцевского</w:t>
            </w:r>
            <w:proofErr w:type="spellEnd"/>
            <w:r w:rsidRPr="000B3AC7">
              <w:t xml:space="preserve"> района и Смоленской области, воинами – защитниками Отечества,</w:t>
            </w:r>
            <w:r>
              <w:t xml:space="preserve"> участниками СВО,</w:t>
            </w:r>
            <w:r w:rsidRPr="000B3AC7">
              <w:t xml:space="preserve"> </w:t>
            </w:r>
            <w:r w:rsidRPr="000B3AC7">
              <w:rPr>
                <w:color w:val="FF0000"/>
              </w:rPr>
              <w:t xml:space="preserve"> </w:t>
            </w:r>
            <w:r w:rsidRPr="000B3AC7">
              <w:t>военнослужащими, уволенными в запас из рядов Вооружённых сил Российской Федерации, курсантами военных училищ.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0B3AC7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0B3AC7">
              <w:t xml:space="preserve">Образовательные организации, </w:t>
            </w:r>
            <w:r>
              <w:t xml:space="preserve"> МБУ «Молодежный центр «Маяк»</w:t>
            </w:r>
            <w:r w:rsidRPr="006221BD">
              <w:t>»</w:t>
            </w:r>
            <w:r w:rsidRPr="000B3AC7">
              <w:t xml:space="preserve">, ПОУ </w:t>
            </w:r>
            <w:proofErr w:type="spellStart"/>
            <w:r w:rsidRPr="000B3AC7">
              <w:t>Ярцевская</w:t>
            </w:r>
            <w:proofErr w:type="spellEnd"/>
            <w:r w:rsidRPr="000B3AC7">
              <w:t xml:space="preserve"> АШ ДОСААФ России,  Военный комиссариат (</w:t>
            </w:r>
            <w:proofErr w:type="gramStart"/>
            <w:r w:rsidRPr="000B3AC7">
              <w:t>г</w:t>
            </w:r>
            <w:proofErr w:type="gramEnd"/>
            <w:r w:rsidRPr="000B3AC7">
              <w:t xml:space="preserve">. Ярцево, </w:t>
            </w:r>
            <w:proofErr w:type="spellStart"/>
            <w:r w:rsidRPr="000B3AC7">
              <w:t>Духовщинского</w:t>
            </w:r>
            <w:proofErr w:type="spellEnd"/>
            <w:r w:rsidRPr="000B3AC7">
              <w:t xml:space="preserve">, </w:t>
            </w:r>
            <w:proofErr w:type="spellStart"/>
            <w:r w:rsidRPr="000B3AC7">
              <w:t>Кардымовского</w:t>
            </w:r>
            <w:proofErr w:type="spellEnd"/>
            <w:r w:rsidRPr="000B3AC7">
              <w:t xml:space="preserve"> и </w:t>
            </w:r>
            <w:proofErr w:type="spellStart"/>
            <w:r w:rsidRPr="000B3AC7">
              <w:t>Ярцевского</w:t>
            </w:r>
            <w:proofErr w:type="spellEnd"/>
            <w:r w:rsidRPr="000B3AC7">
              <w:t xml:space="preserve"> районов)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0B3AC7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0B3AC7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0B3AC7" w:rsidRDefault="00431BF4" w:rsidP="004B5D92">
            <w:pPr>
              <w:spacing w:line="240" w:lineRule="auto"/>
              <w:jc w:val="center"/>
            </w:pPr>
            <w:r w:rsidRPr="000B3AC7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0B3AC7" w:rsidRDefault="00431BF4" w:rsidP="004B5D92">
            <w:pPr>
              <w:spacing w:line="240" w:lineRule="auto"/>
              <w:jc w:val="center"/>
            </w:pPr>
            <w:r w:rsidRPr="000B3AC7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0702FA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0702FA">
              <w:rPr>
                <w:b/>
              </w:rPr>
              <w:t>1.6.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0702FA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color w:val="FF0000"/>
              </w:rPr>
            </w:pPr>
            <w:r w:rsidRPr="000702FA">
              <w:rPr>
                <w:b/>
              </w:rPr>
              <w:t>Муниципальный смотр-конкурс школьных хоров (октябрь)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0702FA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0702FA">
              <w:rPr>
                <w:b/>
              </w:rPr>
              <w:t>М</w:t>
            </w:r>
            <w:r>
              <w:rPr>
                <w:b/>
              </w:rPr>
              <w:t>БУДО</w:t>
            </w:r>
            <w:r w:rsidRPr="000702FA">
              <w:rPr>
                <w:b/>
              </w:rPr>
              <w:t xml:space="preserve"> «Центр детского творчества»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0702FA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0702FA">
              <w:rPr>
                <w:b/>
              </w:rPr>
              <w:t>Бюджет муниципального образования «</w:t>
            </w:r>
            <w:proofErr w:type="spellStart"/>
            <w:r w:rsidRPr="000702FA">
              <w:rPr>
                <w:b/>
              </w:rPr>
              <w:t>Ярцевский</w:t>
            </w:r>
            <w:proofErr w:type="spellEnd"/>
            <w:r w:rsidRPr="000702FA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</w:p>
          <w:p w:rsidR="00431BF4" w:rsidRPr="000702FA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0702FA">
              <w:rPr>
                <w:b/>
              </w:rPr>
              <w:t>2 000,00</w:t>
            </w:r>
          </w:p>
          <w:p w:rsidR="00431BF4" w:rsidRPr="000702FA" w:rsidRDefault="00431BF4" w:rsidP="004B5D92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</w:p>
          <w:p w:rsidR="00431BF4" w:rsidRPr="000702FA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0702FA">
              <w:rPr>
                <w:b/>
              </w:rPr>
              <w:t>2 000,00</w:t>
            </w:r>
          </w:p>
          <w:p w:rsidR="00431BF4" w:rsidRPr="00BD189C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0702FA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0702FA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356B22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56B22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356B22">
              <w:rPr>
                <w:b/>
              </w:rPr>
              <w:t>1.7.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356B22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356B22">
              <w:rPr>
                <w:b/>
              </w:rPr>
              <w:t>Проведение муниципального конкурса «Поисковик года».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56B22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356B22">
              <w:rPr>
                <w:b/>
              </w:rPr>
              <w:t>МКУК «ЯИКМ»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56B22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356B22">
              <w:rPr>
                <w:b/>
              </w:rPr>
              <w:t>Бюджет муниципального образования «</w:t>
            </w:r>
            <w:proofErr w:type="spellStart"/>
            <w:r w:rsidRPr="00356B22">
              <w:rPr>
                <w:b/>
              </w:rPr>
              <w:t>Ярцевский</w:t>
            </w:r>
            <w:proofErr w:type="spellEnd"/>
            <w:r w:rsidRPr="00356B22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56B22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356B22">
              <w:rPr>
                <w:b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</w:p>
          <w:p w:rsidR="00431BF4" w:rsidRPr="00356B22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356B22">
              <w:rPr>
                <w:b/>
              </w:rPr>
              <w:t xml:space="preserve">2 000,00 </w:t>
            </w:r>
          </w:p>
          <w:p w:rsidR="00431BF4" w:rsidRPr="00BD189C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56B22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356B22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144E43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144E43">
              <w:rPr>
                <w:b/>
                <w:bCs/>
              </w:rPr>
              <w:t>1.8.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144E43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144E43">
              <w:rPr>
                <w:b/>
                <w:bCs/>
              </w:rPr>
              <w:t>Муниципальная военно-патриотическая акция «Письмо ветерану», посвященная Дню Победы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144E43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144E43">
              <w:rPr>
                <w:b/>
                <w:bCs/>
              </w:rPr>
              <w:t>МБУДО «Центр детского творчества»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144E43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144E43">
              <w:rPr>
                <w:b/>
              </w:rPr>
              <w:t>Бюджет муниципального образования «</w:t>
            </w:r>
            <w:proofErr w:type="spellStart"/>
            <w:r w:rsidRPr="00144E43">
              <w:rPr>
                <w:b/>
              </w:rPr>
              <w:t>Ярцевский</w:t>
            </w:r>
            <w:proofErr w:type="spellEnd"/>
            <w:r w:rsidRPr="00144E43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144E43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144E43">
              <w:rPr>
                <w:b/>
                <w:bCs/>
              </w:rPr>
              <w:t>10</w:t>
            </w:r>
            <w:r w:rsidRPr="00144E43">
              <w:rPr>
                <w:b/>
                <w:bCs/>
                <w:lang w:val="en-US"/>
              </w:rPr>
              <w:t xml:space="preserve"> </w:t>
            </w:r>
            <w:r w:rsidRPr="00144E43">
              <w:rPr>
                <w:b/>
                <w:b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</w:p>
          <w:p w:rsidR="00431BF4" w:rsidRPr="00144E43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144E43">
              <w:rPr>
                <w:b/>
                <w:bCs/>
              </w:rPr>
              <w:t>10</w:t>
            </w:r>
            <w:r w:rsidRPr="00144E43">
              <w:rPr>
                <w:b/>
                <w:bCs/>
                <w:lang w:val="en-US"/>
              </w:rPr>
              <w:t xml:space="preserve"> </w:t>
            </w:r>
            <w:r w:rsidRPr="00144E43">
              <w:rPr>
                <w:b/>
                <w:bCs/>
              </w:rPr>
              <w:t xml:space="preserve">000,00 </w:t>
            </w:r>
          </w:p>
          <w:p w:rsidR="00431BF4" w:rsidRPr="00144E43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144E43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144E43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1.9.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CF4BA8" w:rsidRDefault="00431BF4" w:rsidP="004B5D92">
            <w:pPr>
              <w:spacing w:line="240" w:lineRule="auto"/>
              <w:jc w:val="both"/>
            </w:pPr>
            <w:r w:rsidRPr="00CF4BA8">
              <w:t>День российского флага. Акция «Флаг моего государства».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CF4BA8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Pr="00CF4BA8">
              <w:t>ЦКИ»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CF4BA8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CF4BA8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CF4BA8" w:rsidRDefault="00431BF4" w:rsidP="004B5D92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</w:pPr>
          </w:p>
          <w:p w:rsidR="00431BF4" w:rsidRPr="00CF4BA8" w:rsidRDefault="00431BF4" w:rsidP="004B5D92">
            <w:pPr>
              <w:spacing w:line="240" w:lineRule="auto"/>
              <w:jc w:val="center"/>
            </w:pPr>
            <w:r w:rsidRPr="00CF4BA8">
              <w:t>0,00</w:t>
            </w:r>
          </w:p>
          <w:p w:rsidR="00431BF4" w:rsidRPr="00CF4BA8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CF4BA8" w:rsidRDefault="00431BF4" w:rsidP="004B5D92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1.10.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CF4BA8" w:rsidRDefault="00431BF4" w:rsidP="004B5D92">
            <w:pPr>
              <w:spacing w:line="240" w:lineRule="auto"/>
              <w:jc w:val="both"/>
            </w:pPr>
            <w:r w:rsidRPr="00CF4BA8">
              <w:t>День воинской славы России. Снятие блокады Ленинграда. Театрализованная программа «Поговорим о той войне…»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CF4BA8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Pr="00CF4BA8">
              <w:t>ЦКИ»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CF4BA8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CF4BA8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CF4BA8" w:rsidRDefault="00431BF4" w:rsidP="004B5D92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</w:pPr>
          </w:p>
          <w:p w:rsidR="00431BF4" w:rsidRPr="00CF4BA8" w:rsidRDefault="00431BF4" w:rsidP="004B5D92">
            <w:pPr>
              <w:spacing w:line="240" w:lineRule="auto"/>
              <w:jc w:val="center"/>
            </w:pPr>
            <w:r w:rsidRPr="00CF4BA8">
              <w:t>0,00</w:t>
            </w:r>
          </w:p>
          <w:p w:rsidR="00431BF4" w:rsidRPr="00CF4BA8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CF4BA8" w:rsidRDefault="00431BF4" w:rsidP="004B5D92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C5FB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8C5FB4">
              <w:rPr>
                <w:b/>
                <w:bCs/>
              </w:rPr>
              <w:lastRenderedPageBreak/>
              <w:t>1.11.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8C5FB4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8C5FB4">
              <w:rPr>
                <w:b/>
                <w:bCs/>
              </w:rPr>
              <w:t xml:space="preserve">Организация посещения мест боевой славы и воинских частей </w:t>
            </w:r>
            <w:proofErr w:type="gramStart"/>
            <w:r w:rsidRPr="008C5FB4">
              <w:rPr>
                <w:b/>
                <w:bCs/>
              </w:rPr>
              <w:t>обучающимися</w:t>
            </w:r>
            <w:proofErr w:type="gramEnd"/>
            <w:r w:rsidRPr="008C5FB4">
              <w:rPr>
                <w:b/>
                <w:bCs/>
              </w:rPr>
              <w:t xml:space="preserve"> образовательных организаций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C5FB4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8C5FB4">
              <w:rPr>
                <w:b/>
              </w:rPr>
              <w:t>МБУ «Молодежный центр «Маяк»»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C5FB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8C5FB4">
              <w:rPr>
                <w:b/>
              </w:rPr>
              <w:t>Бюджет муниципального образования «</w:t>
            </w:r>
            <w:proofErr w:type="spellStart"/>
            <w:r w:rsidRPr="008C5FB4">
              <w:rPr>
                <w:b/>
              </w:rPr>
              <w:t>Ярцевский</w:t>
            </w:r>
            <w:proofErr w:type="spellEnd"/>
            <w:r w:rsidRPr="008C5FB4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C5FB4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8C5FB4">
              <w:rPr>
                <w:b/>
                <w:bCs/>
              </w:rPr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</w:p>
          <w:p w:rsidR="00431BF4" w:rsidRPr="008C5FB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8C5FB4">
              <w:rPr>
                <w:b/>
                <w:bCs/>
              </w:rPr>
              <w:t>10</w:t>
            </w:r>
            <w:r w:rsidRPr="008C5FB4">
              <w:rPr>
                <w:b/>
                <w:bCs/>
                <w:lang w:val="en-US"/>
              </w:rPr>
              <w:t xml:space="preserve"> </w:t>
            </w:r>
            <w:r w:rsidRPr="008C5FB4">
              <w:rPr>
                <w:b/>
                <w:bCs/>
              </w:rPr>
              <w:t xml:space="preserve">000,00 </w:t>
            </w:r>
          </w:p>
          <w:p w:rsidR="00431BF4" w:rsidRPr="00BD189C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C5FB4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8C5FB4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34EDA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B34EDA">
              <w:t>1.12.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B34EDA" w:rsidRDefault="00431BF4" w:rsidP="004B5D92">
            <w:pPr>
              <w:spacing w:line="240" w:lineRule="auto"/>
              <w:jc w:val="both"/>
            </w:pPr>
            <w:r w:rsidRPr="00B34EDA">
              <w:t>Участие подростков и молодёжи в проектах: «Доброхоты», «Связь поколений», «Возвращение домой», «Патриот Отечества»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34EDA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 «Молодежный центр «Маяк»</w:t>
            </w:r>
            <w:r w:rsidRPr="006221BD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34EDA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B34EDA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34EDA" w:rsidRDefault="00431BF4" w:rsidP="004B5D92">
            <w:pPr>
              <w:spacing w:line="240" w:lineRule="auto"/>
              <w:jc w:val="center"/>
            </w:pPr>
            <w:r w:rsidRPr="00B34EDA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</w:pPr>
          </w:p>
          <w:p w:rsidR="00431BF4" w:rsidRPr="00B34EDA" w:rsidRDefault="00431BF4" w:rsidP="004B5D92">
            <w:pPr>
              <w:spacing w:line="240" w:lineRule="auto"/>
              <w:jc w:val="center"/>
            </w:pPr>
            <w:r w:rsidRPr="00B34EDA">
              <w:t>0,00</w:t>
            </w:r>
          </w:p>
          <w:p w:rsidR="00431BF4" w:rsidRPr="00B34EDA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34EDA" w:rsidRDefault="00431BF4" w:rsidP="004B5D92">
            <w:pPr>
              <w:spacing w:line="240" w:lineRule="auto"/>
              <w:jc w:val="center"/>
            </w:pPr>
            <w:r w:rsidRPr="00B34ED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A01B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6A01B1">
              <w:rPr>
                <w:b/>
              </w:rPr>
              <w:t>1.13.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6A01B1" w:rsidRDefault="00431BF4" w:rsidP="004B5D92">
            <w:pPr>
              <w:spacing w:line="240" w:lineRule="auto"/>
              <w:jc w:val="both"/>
              <w:rPr>
                <w:b/>
              </w:rPr>
            </w:pPr>
            <w:r w:rsidRPr="006A01B1">
              <w:rPr>
                <w:b/>
              </w:rPr>
              <w:t>Литературно-историческая эстафета «В книжной памяти мгновения Победы» (</w:t>
            </w:r>
            <w:proofErr w:type="gramStart"/>
            <w:r w:rsidRPr="006A01B1">
              <w:rPr>
                <w:b/>
              </w:rPr>
              <w:t>к</w:t>
            </w:r>
            <w:proofErr w:type="gramEnd"/>
            <w:r w:rsidRPr="006A01B1">
              <w:rPr>
                <w:b/>
              </w:rPr>
              <w:t xml:space="preserve"> Дню Победы)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A01B1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6A01B1">
              <w:rPr>
                <w:b/>
              </w:rPr>
              <w:t>МБУК «ЯЦБ»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A01B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proofErr w:type="spellStart"/>
            <w:r w:rsidRPr="006A01B1">
              <w:rPr>
                <w:b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A01B1" w:rsidRDefault="00431BF4" w:rsidP="004B5D9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200</w:t>
            </w:r>
            <w:r w:rsidRPr="006A01B1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A01B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6A01B1">
              <w:rPr>
                <w:b/>
              </w:rPr>
              <w:t>2000,00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A01B1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6A01B1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 xml:space="preserve">1.14. 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220D82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rPr>
                <w:bCs/>
              </w:rPr>
              <w:t>Цикл мероприятий, посвященных 82-ой годовщине  освобождения города Ярцево от немецко-фашистских захватчиков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20D82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управление по образованию и молодежной политике, управление по культуре и спорту, учреждения образования, культуры и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20D82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CF4BA8" w:rsidRDefault="00431BF4" w:rsidP="004B5D92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CF4BA8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CF4BA8" w:rsidRDefault="00431BF4" w:rsidP="004B5D92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1.15.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CF4BA8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CF4BA8">
              <w:t>Проведение мероприятий, посвящённых Дню Памяти и скорби (Митинг памяти «Ровно в четыре часа…», акция «Свеча»)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CF4BA8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Pr="00CF4BA8">
              <w:t>ЦКИ»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CF4BA8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CF4BA8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CF4BA8" w:rsidRDefault="00431BF4" w:rsidP="004B5D92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CF4BA8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CF4BA8" w:rsidRDefault="00431BF4" w:rsidP="004B5D92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C5FB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8C5FB4">
              <w:rPr>
                <w:b/>
                <w:bCs/>
              </w:rPr>
              <w:t>1.16.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8C5FB4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8C5FB4">
              <w:rPr>
                <w:b/>
                <w:bCs/>
              </w:rPr>
              <w:t xml:space="preserve">Проведение на территории </w:t>
            </w:r>
            <w:proofErr w:type="spellStart"/>
            <w:r w:rsidRPr="008C5FB4">
              <w:rPr>
                <w:b/>
                <w:bCs/>
              </w:rPr>
              <w:t>Ярцевского</w:t>
            </w:r>
            <w:proofErr w:type="spellEnd"/>
            <w:r w:rsidRPr="008C5FB4">
              <w:rPr>
                <w:b/>
                <w:bCs/>
              </w:rPr>
              <w:t xml:space="preserve"> района Смоленской области поисковой работы в рамках «Вахты Памяти»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C5FB4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8C5FB4">
              <w:rPr>
                <w:b/>
              </w:rPr>
              <w:t>МБУ «Молодежный центр «Маяк»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C5FB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8C5FB4">
              <w:rPr>
                <w:b/>
              </w:rPr>
              <w:t>Бюджет муниципального образования «</w:t>
            </w:r>
            <w:proofErr w:type="spellStart"/>
            <w:r w:rsidRPr="008C5FB4">
              <w:rPr>
                <w:b/>
              </w:rPr>
              <w:t>Ярцевский</w:t>
            </w:r>
            <w:proofErr w:type="spellEnd"/>
            <w:r w:rsidRPr="008C5FB4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C5FB4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8C5FB4">
              <w:rPr>
                <w:b/>
                <w:bCs/>
              </w:rPr>
              <w:t>2</w:t>
            </w:r>
            <w:r>
              <w:rPr>
                <w:b/>
                <w:bCs/>
              </w:rPr>
              <w:t>5</w:t>
            </w:r>
            <w:r w:rsidRPr="008C5FB4">
              <w:rPr>
                <w:b/>
                <w:bCs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</w:p>
          <w:p w:rsidR="00431BF4" w:rsidRPr="008C5FB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8C5FB4">
              <w:rPr>
                <w:b/>
                <w:bCs/>
              </w:rPr>
              <w:t>25 000,00</w:t>
            </w:r>
          </w:p>
          <w:p w:rsidR="00431BF4" w:rsidRPr="00BD189C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C5FB4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8C5FB4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F292A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8F292A">
              <w:t>1.17.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8F292A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8F292A">
              <w:t>Вечера-встречи, посвященные памятным датам военной истории (День воина-интернационалиста, День защитника Отечества, День освобождения Смоленщины, День Московской битвы, День героев Отечества и др.)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F292A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 «Молодежный центр «Маяк</w:t>
            </w:r>
            <w:r w:rsidRPr="008F292A">
              <w:t>»,   Военный комиссариат (</w:t>
            </w:r>
            <w:proofErr w:type="gramStart"/>
            <w:r w:rsidRPr="008F292A">
              <w:t>г</w:t>
            </w:r>
            <w:proofErr w:type="gramEnd"/>
            <w:r w:rsidRPr="008F292A">
              <w:t xml:space="preserve">. Ярцево, </w:t>
            </w:r>
            <w:proofErr w:type="spellStart"/>
            <w:r w:rsidRPr="008F292A">
              <w:t>Духовщинского</w:t>
            </w:r>
            <w:proofErr w:type="spellEnd"/>
            <w:r w:rsidRPr="008F292A">
              <w:t xml:space="preserve">, </w:t>
            </w:r>
            <w:proofErr w:type="spellStart"/>
            <w:r w:rsidRPr="008F292A">
              <w:t>Кардымовского</w:t>
            </w:r>
            <w:proofErr w:type="spellEnd"/>
            <w:r w:rsidRPr="008F292A">
              <w:t xml:space="preserve"> и </w:t>
            </w:r>
            <w:proofErr w:type="spellStart"/>
            <w:r w:rsidRPr="008F292A">
              <w:t>Ярцевского</w:t>
            </w:r>
            <w:proofErr w:type="spellEnd"/>
            <w:r w:rsidRPr="008F292A">
              <w:t xml:space="preserve"> районов)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F292A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8F292A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F292A" w:rsidRDefault="00431BF4" w:rsidP="004B5D92">
            <w:pPr>
              <w:spacing w:line="240" w:lineRule="auto"/>
              <w:jc w:val="center"/>
            </w:pPr>
            <w:r w:rsidRPr="008F292A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</w:pPr>
          </w:p>
          <w:p w:rsidR="00431BF4" w:rsidRPr="008F292A" w:rsidRDefault="00431BF4" w:rsidP="004B5D92">
            <w:pPr>
              <w:spacing w:line="240" w:lineRule="auto"/>
              <w:jc w:val="center"/>
            </w:pPr>
            <w:r w:rsidRPr="008F292A">
              <w:t>0,00</w:t>
            </w:r>
          </w:p>
          <w:p w:rsidR="00431BF4" w:rsidRPr="008F292A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F292A" w:rsidRDefault="00431BF4" w:rsidP="004B5D92">
            <w:pPr>
              <w:spacing w:line="240" w:lineRule="auto"/>
              <w:jc w:val="center"/>
            </w:pPr>
            <w:r w:rsidRPr="008F292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716FA8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716FA8">
              <w:rPr>
                <w:b/>
                <w:bCs/>
              </w:rPr>
              <w:lastRenderedPageBreak/>
              <w:t>1.18.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716FA8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716FA8">
              <w:rPr>
                <w:b/>
                <w:bCs/>
              </w:rPr>
              <w:t>Проведение мероприятий, посвящённых открытию и закрытию поискового сезона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716FA8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  <w:color w:val="FF0000"/>
              </w:rPr>
            </w:pPr>
            <w:r w:rsidRPr="00716FA8">
              <w:rPr>
                <w:b/>
              </w:rPr>
              <w:t>МКУК «ЯИКМ»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716FA8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716FA8">
              <w:rPr>
                <w:b/>
              </w:rPr>
              <w:t>Бюджет муниципального образования «</w:t>
            </w:r>
            <w:proofErr w:type="spellStart"/>
            <w:r w:rsidRPr="00716FA8">
              <w:rPr>
                <w:b/>
              </w:rPr>
              <w:t>Ярцевский</w:t>
            </w:r>
            <w:proofErr w:type="spellEnd"/>
            <w:r w:rsidRPr="00716FA8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716FA8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716FA8">
              <w:rPr>
                <w:b/>
                <w:bCs/>
              </w:rPr>
              <w:t>5</w:t>
            </w:r>
            <w:r w:rsidRPr="00716FA8">
              <w:rPr>
                <w:b/>
                <w:bCs/>
                <w:lang w:val="en-US"/>
              </w:rPr>
              <w:t xml:space="preserve"> </w:t>
            </w:r>
            <w:r w:rsidRPr="00716FA8">
              <w:rPr>
                <w:b/>
                <w:b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</w:p>
          <w:p w:rsidR="00431BF4" w:rsidRPr="00716FA8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716FA8">
              <w:rPr>
                <w:b/>
                <w:bCs/>
              </w:rPr>
              <w:t>5</w:t>
            </w:r>
            <w:r w:rsidRPr="00716FA8">
              <w:rPr>
                <w:b/>
                <w:bCs/>
                <w:lang w:val="en-US"/>
              </w:rPr>
              <w:t xml:space="preserve"> </w:t>
            </w:r>
            <w:r w:rsidRPr="00716FA8">
              <w:rPr>
                <w:b/>
                <w:bCs/>
              </w:rPr>
              <w:t xml:space="preserve">000,00 </w:t>
            </w:r>
          </w:p>
          <w:p w:rsidR="00431BF4" w:rsidRPr="00BD189C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716FA8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716FA8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A01B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6A01B1">
              <w:rPr>
                <w:b/>
              </w:rPr>
              <w:t>1.19.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6A01B1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6A01B1">
              <w:rPr>
                <w:b/>
              </w:rPr>
              <w:t xml:space="preserve">Патриотический </w:t>
            </w:r>
            <w:proofErr w:type="spellStart"/>
            <w:r w:rsidRPr="006A01B1">
              <w:rPr>
                <w:b/>
              </w:rPr>
              <w:t>квиз</w:t>
            </w:r>
            <w:proofErr w:type="spellEnd"/>
            <w:r w:rsidRPr="006A01B1">
              <w:rPr>
                <w:b/>
              </w:rPr>
              <w:t xml:space="preserve"> «И в каждом сердце не забыты героев павших имена» (</w:t>
            </w:r>
            <w:proofErr w:type="gramStart"/>
            <w:r w:rsidRPr="006A01B1">
              <w:rPr>
                <w:b/>
              </w:rPr>
              <w:t>к</w:t>
            </w:r>
            <w:proofErr w:type="gramEnd"/>
            <w:r w:rsidRPr="006A01B1">
              <w:rPr>
                <w:b/>
              </w:rPr>
              <w:t xml:space="preserve"> Дню Победы)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A01B1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6A01B1">
              <w:rPr>
                <w:b/>
              </w:rPr>
              <w:t>МБУК «ЯЦБ»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A01B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proofErr w:type="spellStart"/>
            <w:r w:rsidRPr="006A01B1">
              <w:rPr>
                <w:b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A01B1" w:rsidRDefault="00431BF4" w:rsidP="004B5D9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200</w:t>
            </w:r>
            <w:r w:rsidRPr="006A01B1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</w:p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6A01B1">
              <w:rPr>
                <w:b/>
              </w:rPr>
              <w:t>2000,00</w:t>
            </w:r>
          </w:p>
          <w:p w:rsidR="00431BF4" w:rsidRPr="006A01B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22075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C5FB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8C5FB4">
              <w:rPr>
                <w:b/>
                <w:bCs/>
              </w:rPr>
              <w:t>1.20.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8C5FB4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8C5FB4">
              <w:rPr>
                <w:b/>
                <w:bCs/>
              </w:rPr>
              <w:t>Проведение церемонии захоронения останков погибших в годы Великой Отечественной войны защитников Отечества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C94CF4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C94CF4">
              <w:rPr>
                <w:b/>
              </w:rPr>
              <w:t>МБУ «Молодежный центр «Маяк»»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C5FB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8C5FB4">
              <w:rPr>
                <w:b/>
              </w:rPr>
              <w:t>Бюджет муниципального образования «</w:t>
            </w:r>
            <w:proofErr w:type="spellStart"/>
            <w:r w:rsidRPr="008C5FB4">
              <w:rPr>
                <w:b/>
              </w:rPr>
              <w:t>Ярцевский</w:t>
            </w:r>
            <w:proofErr w:type="spellEnd"/>
            <w:r w:rsidRPr="008C5FB4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C5FB4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  <w:r w:rsidRPr="008C5FB4">
              <w:rPr>
                <w:b/>
                <w:bCs/>
                <w:lang w:val="en-US"/>
              </w:rPr>
              <w:t xml:space="preserve"> </w:t>
            </w:r>
            <w:r w:rsidRPr="008C5FB4">
              <w:rPr>
                <w:b/>
                <w:b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</w:p>
          <w:p w:rsidR="00431BF4" w:rsidRPr="008C5FB4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8C5FB4">
              <w:rPr>
                <w:b/>
                <w:bCs/>
              </w:rPr>
              <w:t>9 000,00</w:t>
            </w:r>
          </w:p>
          <w:p w:rsidR="00431BF4" w:rsidRPr="008C5FB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C5FB4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8C5FB4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A4F65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</w:rPr>
            </w:pPr>
            <w:r w:rsidRPr="00FA4F65">
              <w:rPr>
                <w:bCs/>
              </w:rPr>
              <w:t>1.21.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FA4F65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FA4F65">
              <w:rPr>
                <w:bCs/>
              </w:rPr>
              <w:t>Проведение мероприятий, посвящённых Дню России (спортивно-развлекательные мероприятия, соревнования, конкурсы, акции  и др.)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A4F65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FA4F65">
              <w:t>МБУ «Молодежный центр «Маяк»»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A4F65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FA4F65">
              <w:t>Бюджет муниципального образования «</w:t>
            </w:r>
            <w:proofErr w:type="spellStart"/>
            <w:r w:rsidRPr="00FA4F65">
              <w:t>Ярцевский</w:t>
            </w:r>
            <w:proofErr w:type="spellEnd"/>
            <w:r w:rsidRPr="00FA4F65"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A4F65" w:rsidRDefault="00431BF4" w:rsidP="004B5D92">
            <w:pPr>
              <w:spacing w:line="240" w:lineRule="auto"/>
              <w:jc w:val="center"/>
              <w:rPr>
                <w:bCs/>
              </w:rPr>
            </w:pPr>
            <w:r w:rsidRPr="00FA4F65">
              <w:rPr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rPr>
                <w:bCs/>
              </w:rPr>
            </w:pPr>
          </w:p>
          <w:p w:rsidR="00431BF4" w:rsidRPr="00FA4F65" w:rsidRDefault="00431BF4" w:rsidP="004B5D92">
            <w:pPr>
              <w:spacing w:line="240" w:lineRule="auto"/>
              <w:jc w:val="center"/>
              <w:rPr>
                <w:bCs/>
              </w:rPr>
            </w:pPr>
            <w:r w:rsidRPr="00FA4F65">
              <w:rPr>
                <w:bCs/>
              </w:rPr>
              <w:t>0,00</w:t>
            </w:r>
          </w:p>
          <w:p w:rsidR="00431BF4" w:rsidRPr="00FA4F65" w:rsidRDefault="00431BF4" w:rsidP="004B5D92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A4F65" w:rsidRDefault="00431BF4" w:rsidP="004B5D92">
            <w:pPr>
              <w:spacing w:line="240" w:lineRule="auto"/>
              <w:jc w:val="center"/>
              <w:rPr>
                <w:bCs/>
              </w:rPr>
            </w:pPr>
            <w:r w:rsidRPr="00FA4F65">
              <w:rPr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A01B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6A01B1">
              <w:rPr>
                <w:b/>
              </w:rPr>
              <w:t>1.22.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6A01B1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6A01B1">
              <w:rPr>
                <w:b/>
              </w:rPr>
              <w:t>Интеллектуально-краеведческая площадка «Мы часть страны, мы уголок России» (</w:t>
            </w:r>
            <w:proofErr w:type="gramStart"/>
            <w:r w:rsidRPr="006A01B1">
              <w:rPr>
                <w:b/>
              </w:rPr>
              <w:t>к</w:t>
            </w:r>
            <w:proofErr w:type="gramEnd"/>
            <w:r w:rsidRPr="006A01B1">
              <w:rPr>
                <w:b/>
              </w:rPr>
              <w:t xml:space="preserve"> Дню города)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A01B1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6A01B1">
              <w:rPr>
                <w:b/>
              </w:rPr>
              <w:t>МБУК «ЯЦБ»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A01B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proofErr w:type="spellStart"/>
            <w:r w:rsidRPr="006A01B1">
              <w:rPr>
                <w:b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A01B1" w:rsidRDefault="00431BF4" w:rsidP="004B5D9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20171">
              <w:rPr>
                <w:b/>
              </w:rPr>
              <w:t xml:space="preserve"> </w:t>
            </w:r>
            <w:r>
              <w:rPr>
                <w:b/>
              </w:rPr>
              <w:t>00</w:t>
            </w:r>
            <w:r w:rsidRPr="006A01B1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</w:p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6A01B1">
              <w:rPr>
                <w:b/>
              </w:rPr>
              <w:t>2</w:t>
            </w:r>
            <w:r w:rsidR="00420171">
              <w:rPr>
                <w:b/>
              </w:rPr>
              <w:t xml:space="preserve"> </w:t>
            </w:r>
            <w:r w:rsidRPr="006A01B1">
              <w:rPr>
                <w:b/>
              </w:rPr>
              <w:t xml:space="preserve">000,00 </w:t>
            </w:r>
          </w:p>
          <w:p w:rsidR="00431BF4" w:rsidRPr="006A01B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A01B1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6A01B1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452A4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452A41">
              <w:rPr>
                <w:b/>
                <w:bCs/>
              </w:rPr>
              <w:t>1.23.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452A41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452A41">
              <w:rPr>
                <w:b/>
                <w:bCs/>
              </w:rPr>
              <w:t xml:space="preserve">Приобретение венков, гирлянд, цветов к мероприятиям, посвящённым памятным датам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452A41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452A41">
              <w:rPr>
                <w:b/>
              </w:rPr>
              <w:t>МБУ «Молодежный центр «Маяк»»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452A4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452A41">
              <w:rPr>
                <w:b/>
              </w:rPr>
              <w:t>Бюджет муниципального образования «</w:t>
            </w:r>
            <w:proofErr w:type="spellStart"/>
            <w:r w:rsidRPr="00452A41">
              <w:rPr>
                <w:b/>
              </w:rPr>
              <w:t>Ярцевский</w:t>
            </w:r>
            <w:proofErr w:type="spellEnd"/>
            <w:r w:rsidRPr="00452A41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452A41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Pr="00452A41">
              <w:rPr>
                <w:b/>
                <w:bCs/>
              </w:rPr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452A4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452A41">
              <w:rPr>
                <w:b/>
                <w:bCs/>
              </w:rPr>
              <w:t>100 000,00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452A41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452A41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221BD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1.24</w:t>
            </w:r>
            <w:r w:rsidRPr="006221BD">
              <w:t>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9B753B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9B753B">
              <w:t>Книжный проспект «Мой городок — душа России» (</w:t>
            </w:r>
            <w:proofErr w:type="gramStart"/>
            <w:r w:rsidRPr="009B753B">
              <w:t>к</w:t>
            </w:r>
            <w:proofErr w:type="gramEnd"/>
            <w:r w:rsidRPr="009B753B">
              <w:t xml:space="preserve"> Дню города)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B753B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Pr="009B753B">
              <w:t>ЦБ»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B753B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9B753B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B753B" w:rsidRDefault="00431BF4" w:rsidP="004B5D92">
            <w:pPr>
              <w:spacing w:line="240" w:lineRule="auto"/>
              <w:jc w:val="center"/>
            </w:pPr>
            <w:r w:rsidRPr="009B753B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</w:pPr>
          </w:p>
          <w:p w:rsidR="00431BF4" w:rsidRPr="009B753B" w:rsidRDefault="00431BF4" w:rsidP="004B5D92">
            <w:pPr>
              <w:spacing w:line="240" w:lineRule="auto"/>
              <w:jc w:val="center"/>
            </w:pPr>
            <w:r w:rsidRPr="009B753B">
              <w:t>0,00</w:t>
            </w:r>
          </w:p>
          <w:p w:rsidR="00431BF4" w:rsidRPr="009B753B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B753B" w:rsidRDefault="00431BF4" w:rsidP="004B5D92">
            <w:pPr>
              <w:spacing w:line="240" w:lineRule="auto"/>
              <w:jc w:val="center"/>
            </w:pPr>
            <w:r w:rsidRPr="009B753B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221BD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1.25</w:t>
            </w:r>
            <w:r w:rsidRPr="006221BD">
              <w:t>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9B753B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9B753B">
              <w:t xml:space="preserve">Праздничная программа </w:t>
            </w:r>
            <w:proofErr w:type="gramStart"/>
            <w:r w:rsidRPr="009B753B">
              <w:t>к</w:t>
            </w:r>
            <w:proofErr w:type="gramEnd"/>
            <w:r w:rsidRPr="009B753B">
              <w:t xml:space="preserve"> Дню народного единства «Наша сила в вере и единстве»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B753B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Pr="009B753B">
              <w:t>ЦКИ»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B753B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9B753B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B753B" w:rsidRDefault="00431BF4" w:rsidP="004B5D92">
            <w:pPr>
              <w:spacing w:line="240" w:lineRule="auto"/>
              <w:jc w:val="center"/>
            </w:pPr>
            <w:r w:rsidRPr="009B753B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</w:pPr>
          </w:p>
          <w:p w:rsidR="00431BF4" w:rsidRPr="009B753B" w:rsidRDefault="00431BF4" w:rsidP="004B5D92">
            <w:pPr>
              <w:spacing w:line="240" w:lineRule="auto"/>
              <w:jc w:val="center"/>
            </w:pPr>
            <w:r w:rsidRPr="009B753B">
              <w:t>0,00</w:t>
            </w:r>
          </w:p>
          <w:p w:rsidR="00431BF4" w:rsidRPr="009B753B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B753B" w:rsidRDefault="00431BF4" w:rsidP="004B5D92">
            <w:pPr>
              <w:spacing w:line="240" w:lineRule="auto"/>
              <w:jc w:val="center"/>
            </w:pPr>
            <w:r w:rsidRPr="009B753B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452A4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452A41">
              <w:rPr>
                <w:b/>
                <w:bCs/>
              </w:rPr>
              <w:lastRenderedPageBreak/>
              <w:t>1.26.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452A41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452A41">
              <w:rPr>
                <w:b/>
                <w:bCs/>
              </w:rPr>
              <w:t xml:space="preserve">Организация деятельности </w:t>
            </w:r>
            <w:proofErr w:type="spellStart"/>
            <w:r w:rsidRPr="00452A41">
              <w:rPr>
                <w:b/>
                <w:bCs/>
              </w:rPr>
              <w:t>Ярцевского</w:t>
            </w:r>
            <w:proofErr w:type="spellEnd"/>
            <w:r w:rsidRPr="00452A41">
              <w:rPr>
                <w:b/>
                <w:bCs/>
              </w:rPr>
              <w:t xml:space="preserve"> отделения Смоленского регионального отделения Всероссийского патриотического движения «</w:t>
            </w:r>
            <w:proofErr w:type="spellStart"/>
            <w:r w:rsidRPr="00452A41">
              <w:rPr>
                <w:b/>
                <w:bCs/>
              </w:rPr>
              <w:t>Юнармия</w:t>
            </w:r>
            <w:proofErr w:type="spellEnd"/>
            <w:r w:rsidRPr="00452A41">
              <w:rPr>
                <w:b/>
                <w:bCs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452A41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452A41">
              <w:rPr>
                <w:b/>
              </w:rPr>
              <w:t>МБУ «Молодежный центр «Маяк»»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452A4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452A41">
              <w:rPr>
                <w:b/>
              </w:rPr>
              <w:t>Бюджет муниципального образования «</w:t>
            </w:r>
            <w:proofErr w:type="spellStart"/>
            <w:r w:rsidRPr="00452A41">
              <w:rPr>
                <w:b/>
              </w:rPr>
              <w:t>Ярцевский</w:t>
            </w:r>
            <w:proofErr w:type="spellEnd"/>
            <w:r w:rsidRPr="00452A41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452A41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 w:rsidRPr="00452A41">
              <w:rPr>
                <w:b/>
                <w:bCs/>
                <w:lang w:val="en-US"/>
              </w:rPr>
              <w:t xml:space="preserve"> </w:t>
            </w:r>
            <w:r w:rsidRPr="00452A41">
              <w:rPr>
                <w:b/>
                <w:b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</w:p>
          <w:p w:rsidR="00431BF4" w:rsidRPr="00452A4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 w:rsidRPr="00452A41">
              <w:rPr>
                <w:b/>
                <w:bCs/>
              </w:rPr>
              <w:t> 000,00</w:t>
            </w:r>
          </w:p>
          <w:p w:rsidR="00431BF4" w:rsidRPr="00452A4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452A41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452A41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6221BD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1.27</w:t>
            </w:r>
            <w:r w:rsidRPr="006221BD">
              <w:t>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AA585D" w:rsidRDefault="00431BF4" w:rsidP="004B5D92">
            <w:pPr>
              <w:spacing w:line="240" w:lineRule="auto"/>
              <w:jc w:val="both"/>
            </w:pPr>
            <w:r w:rsidRPr="00AA585D">
              <w:t>Музейные чтения «История родного края»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AA585D" w:rsidRDefault="00431BF4" w:rsidP="004B5D92">
            <w:pPr>
              <w:spacing w:line="240" w:lineRule="auto"/>
              <w:jc w:val="both"/>
            </w:pPr>
            <w:r w:rsidRPr="00AA585D">
              <w:t>МКУК «ЯИКМ»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AA585D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AA585D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AA585D" w:rsidRDefault="00431BF4" w:rsidP="004B5D92">
            <w:pPr>
              <w:spacing w:line="240" w:lineRule="auto"/>
              <w:jc w:val="center"/>
            </w:pPr>
            <w:r w:rsidRPr="00AA585D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AA585D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AA585D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AA585D" w:rsidRDefault="00431BF4" w:rsidP="004B5D92">
            <w:pPr>
              <w:spacing w:line="240" w:lineRule="auto"/>
              <w:jc w:val="center"/>
            </w:pPr>
            <w:r w:rsidRPr="00AA585D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E7D3A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BE7D3A">
              <w:rPr>
                <w:b/>
                <w:bCs/>
              </w:rPr>
              <w:t>1.28.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BE7D3A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BE7D3A">
              <w:rPr>
                <w:b/>
                <w:bCs/>
              </w:rPr>
              <w:t>Акция «Я гражданин России»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E7D3A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BE7D3A">
              <w:rPr>
                <w:b/>
              </w:rPr>
              <w:t>МБУ «Молодежный центр «Маяк»»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E7D3A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BE7D3A">
              <w:rPr>
                <w:b/>
              </w:rPr>
              <w:t>Бюджет муниципального образования «</w:t>
            </w:r>
            <w:proofErr w:type="spellStart"/>
            <w:r w:rsidRPr="00BE7D3A">
              <w:rPr>
                <w:b/>
              </w:rPr>
              <w:t>Ярцевский</w:t>
            </w:r>
            <w:proofErr w:type="spellEnd"/>
            <w:r w:rsidRPr="00BE7D3A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E7D3A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BE7D3A">
              <w:rPr>
                <w:b/>
                <w:bCs/>
              </w:rPr>
              <w:t>3</w:t>
            </w:r>
            <w:r w:rsidRPr="00BE7D3A">
              <w:rPr>
                <w:b/>
                <w:bCs/>
                <w:lang w:val="en-US"/>
              </w:rPr>
              <w:t xml:space="preserve"> </w:t>
            </w:r>
            <w:r w:rsidRPr="00BE7D3A">
              <w:rPr>
                <w:b/>
                <w:b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</w:p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</w:p>
          <w:p w:rsidR="00431BF4" w:rsidRPr="00BE7D3A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BE7D3A">
              <w:rPr>
                <w:b/>
                <w:bCs/>
              </w:rPr>
              <w:t>3 000,00</w:t>
            </w:r>
          </w:p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  <w:p w:rsidR="00431BF4" w:rsidRPr="00CA6BBA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BE7D3A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BE7D3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AB5BE8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1.29</w:t>
            </w:r>
            <w:r w:rsidRPr="00AB5BE8">
              <w:t>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F25943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F25943">
              <w:t>Праздничная программа, посвященная Дню защитника Отечества «Солдаты России».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25943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Pr="00F25943">
              <w:t>ЦКИ»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25943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F25943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25943" w:rsidRDefault="00431BF4" w:rsidP="004B5D92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25943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25943" w:rsidRDefault="00431BF4" w:rsidP="004B5D92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AB5BE8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1.30</w:t>
            </w:r>
            <w:r w:rsidRPr="00AB5BE8">
              <w:t>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F25943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F25943">
              <w:t>Литературный монтаж «Мы помним тебя, Неизвестный солдат!» (</w:t>
            </w:r>
            <w:proofErr w:type="gramStart"/>
            <w:r w:rsidRPr="00F25943">
              <w:t>к</w:t>
            </w:r>
            <w:proofErr w:type="gramEnd"/>
            <w:r w:rsidRPr="00F25943">
              <w:t xml:space="preserve"> Дню Неизвестного солдата)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25943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Pr="00F25943">
              <w:t>ЦБ»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25943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F25943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25943" w:rsidRDefault="00431BF4" w:rsidP="004B5D92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25943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25943" w:rsidRDefault="00431BF4" w:rsidP="004B5D92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1.31.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F25943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F25943">
              <w:t>Программа, посвященная Дню освобождения малолетних узников фашистских концлагерей «Дети войны».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25943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Pr="00F25943">
              <w:t>ЦКИ»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25943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F25943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25943" w:rsidRDefault="00431BF4" w:rsidP="004B5D92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25943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F25943" w:rsidRDefault="00431BF4" w:rsidP="004B5D92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1.32.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C015F7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Организация площадки «Казачий хутор» в рамках празднования Дня города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ЯХКО «</w:t>
            </w:r>
            <w:proofErr w:type="spellStart"/>
            <w:r>
              <w:t>Платовский</w:t>
            </w:r>
            <w:proofErr w:type="spellEnd"/>
            <w: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5380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D42A3" w:rsidRDefault="00431BF4" w:rsidP="004B5D92">
            <w:pPr>
              <w:spacing w:line="240" w:lineRule="auto"/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</w:pPr>
            <w:r>
              <w:t>0,00</w:t>
            </w:r>
          </w:p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D42A3" w:rsidRDefault="00431BF4" w:rsidP="004B5D92">
            <w:pPr>
              <w:spacing w:line="240" w:lineRule="auto"/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127C5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8127C5">
              <w:t>1.33.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8127C5" w:rsidRDefault="00431BF4" w:rsidP="004B5D92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8127C5">
              <w:t>Парад Почетных караулов «Пост № 1»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127C5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8127C5">
              <w:t>МБУ «Молодежный центр «Маяк»»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127C5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8127C5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127C5" w:rsidRDefault="00431BF4" w:rsidP="004B5D92">
            <w:pPr>
              <w:spacing w:line="240" w:lineRule="auto"/>
              <w:jc w:val="center"/>
            </w:pPr>
            <w:r w:rsidRPr="008127C5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127C5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8127C5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127C5" w:rsidRDefault="00431BF4" w:rsidP="004B5D92">
            <w:pPr>
              <w:spacing w:line="240" w:lineRule="auto"/>
              <w:jc w:val="center"/>
            </w:pPr>
            <w:r w:rsidRPr="008127C5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1.34.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5380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t>Мониторинг деятельности образовательных организаций, общественных гражданско-патриотических организаций по гражданско-патриотическому воспитанию.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53801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управление</w:t>
            </w:r>
            <w:r w:rsidRPr="00253801">
              <w:t xml:space="preserve"> по образованию и молодёжной политике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5380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253801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C7D3E" w:rsidRDefault="00431BF4" w:rsidP="004B5D92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C7D3E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C7D3E" w:rsidRDefault="00431BF4" w:rsidP="004B5D92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1.35.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5380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t>Информирование граждан о мероприятиях в сфере патриотического воспитания</w:t>
            </w:r>
            <w:r>
              <w:t>, о Законе о воинской обязанности и военной службе</w:t>
            </w:r>
            <w:r w:rsidRPr="00253801">
              <w:t xml:space="preserve"> через различные средства массовой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управления</w:t>
            </w:r>
            <w:r w:rsidRPr="00253801">
              <w:t xml:space="preserve"> по образованию и молодёжной политике, по </w:t>
            </w:r>
            <w:r>
              <w:t>культуре</w:t>
            </w:r>
            <w:r w:rsidRPr="00253801">
              <w:t xml:space="preserve"> и спорту, </w:t>
            </w:r>
            <w:r>
              <w:t xml:space="preserve"> Военный комиссариат (</w:t>
            </w:r>
            <w:proofErr w:type="gramStart"/>
            <w:r>
              <w:t>г</w:t>
            </w:r>
            <w:proofErr w:type="gramEnd"/>
            <w:r>
              <w:t xml:space="preserve">. Ярцево, </w:t>
            </w:r>
            <w:proofErr w:type="spellStart"/>
            <w:r>
              <w:t>Духовщинского</w:t>
            </w:r>
            <w:proofErr w:type="spellEnd"/>
            <w:r>
              <w:t xml:space="preserve">, </w:t>
            </w:r>
            <w:proofErr w:type="spellStart"/>
            <w:r>
              <w:t>Кардымовского</w:t>
            </w:r>
            <w:proofErr w:type="spellEnd"/>
            <w:r>
              <w:t xml:space="preserve"> и </w:t>
            </w:r>
            <w:proofErr w:type="spellStart"/>
            <w:r>
              <w:t>Ярцевского</w:t>
            </w:r>
            <w:proofErr w:type="spellEnd"/>
            <w:r>
              <w:t xml:space="preserve"> районов),</w:t>
            </w:r>
          </w:p>
          <w:p w:rsidR="00431BF4" w:rsidRPr="00253801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 xml:space="preserve"> </w:t>
            </w:r>
            <w:r w:rsidRPr="00253801">
              <w:t xml:space="preserve">газета «Вести </w:t>
            </w:r>
            <w:proofErr w:type="spellStart"/>
            <w:r w:rsidRPr="00253801">
              <w:t>Привопья</w:t>
            </w:r>
            <w:proofErr w:type="spellEnd"/>
            <w:r w:rsidRPr="00253801">
              <w:t>», ТРК «Пионер-ТВ»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5380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253801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C7D3E" w:rsidRDefault="00431BF4" w:rsidP="004B5D92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C7D3E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C7D3E" w:rsidRDefault="00431BF4" w:rsidP="004B5D92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BF4" w:rsidRPr="008127C5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8127C5">
              <w:lastRenderedPageBreak/>
              <w:t>1.36.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BF4" w:rsidRPr="008127C5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8127C5">
              <w:rPr>
                <w:color w:val="000000"/>
              </w:rPr>
              <w:t>Изготовление методических и информационных материалов, полиграфической продукции, баннеров по гражданско-патриотической тематике.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BF4" w:rsidRPr="008127C5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8127C5">
              <w:t>МБУ «Молодежный центр «Маяк»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BF4" w:rsidRPr="008127C5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8127C5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BF4" w:rsidRPr="008127C5" w:rsidRDefault="00431BF4" w:rsidP="004B5D92">
            <w:pPr>
              <w:spacing w:line="240" w:lineRule="auto"/>
              <w:jc w:val="center"/>
            </w:pPr>
            <w:r w:rsidRPr="008127C5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BF4" w:rsidRDefault="00431BF4" w:rsidP="004B5D92">
            <w:pPr>
              <w:spacing w:line="240" w:lineRule="auto"/>
              <w:jc w:val="center"/>
            </w:pPr>
          </w:p>
          <w:p w:rsidR="00431BF4" w:rsidRPr="008127C5" w:rsidRDefault="00431BF4" w:rsidP="004B5D92">
            <w:pPr>
              <w:spacing w:line="240" w:lineRule="auto"/>
              <w:jc w:val="center"/>
            </w:pPr>
            <w:r w:rsidRPr="008127C5">
              <w:t>0,00</w:t>
            </w:r>
          </w:p>
          <w:p w:rsidR="00431BF4" w:rsidRPr="008127C5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BF4" w:rsidRPr="008127C5" w:rsidRDefault="00431BF4" w:rsidP="004B5D92">
            <w:pPr>
              <w:spacing w:line="240" w:lineRule="auto"/>
              <w:jc w:val="center"/>
            </w:pPr>
            <w:r w:rsidRPr="008127C5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47ECE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847ECE">
              <w:t>1.37.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47ECE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</w:rPr>
            </w:pPr>
            <w:proofErr w:type="gramStart"/>
            <w:r w:rsidRPr="00847ECE">
              <w:t>Организация участия молодёжи в областных, международных, межрегиональных, всероссийских, конкурсах, выставках, смотрах, форумах, соревнованиях, фестивалях, акциях, лагерях и сборах, других мероприятиях, направленных на гражданско-патриотическое воспитание молодёжи.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127C5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8127C5">
              <w:t>МБУ «Молодежный центр «Маяк»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47ECE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847ECE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47ECE" w:rsidRDefault="00431BF4" w:rsidP="004B5D92">
            <w:pPr>
              <w:spacing w:line="240" w:lineRule="auto"/>
              <w:jc w:val="center"/>
            </w:pPr>
            <w:r w:rsidRPr="00847EC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</w:pPr>
          </w:p>
          <w:p w:rsidR="00431BF4" w:rsidRPr="00847ECE" w:rsidRDefault="00431BF4" w:rsidP="004B5D92">
            <w:pPr>
              <w:spacing w:line="240" w:lineRule="auto"/>
              <w:jc w:val="center"/>
            </w:pPr>
            <w:r w:rsidRPr="00847ECE">
              <w:t>0,00</w:t>
            </w:r>
          </w:p>
          <w:p w:rsidR="00431BF4" w:rsidRPr="00847ECE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47ECE" w:rsidRDefault="00431BF4" w:rsidP="004B5D92">
            <w:pPr>
              <w:spacing w:line="240" w:lineRule="auto"/>
              <w:jc w:val="center"/>
            </w:pPr>
            <w:r w:rsidRPr="00847ECE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1.38.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5380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t>Организация и проведение совместных мероприятий с общественными объединениями, движениями патриотической направленности, действующими на территории района и области.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127C5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8127C5">
              <w:t>МБУ «</w:t>
            </w:r>
            <w:proofErr w:type="spellStart"/>
            <w:r w:rsidRPr="008127C5">
              <w:t>Ярцевский</w:t>
            </w:r>
            <w:proofErr w:type="spellEnd"/>
            <w:r w:rsidRPr="008127C5">
              <w:t xml:space="preserve"> молодёжный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53801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253801"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C7D3E" w:rsidRDefault="00431BF4" w:rsidP="004B5D92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</w:pPr>
          </w:p>
          <w:p w:rsidR="00431BF4" w:rsidRPr="009C7D3E" w:rsidRDefault="00431BF4" w:rsidP="004B5D92">
            <w:pPr>
              <w:spacing w:line="240" w:lineRule="auto"/>
              <w:jc w:val="center"/>
            </w:pPr>
            <w:r w:rsidRPr="009C7D3E">
              <w:t>0,00</w:t>
            </w:r>
          </w:p>
          <w:p w:rsidR="00431BF4" w:rsidRPr="009C7D3E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C7D3E" w:rsidRDefault="00431BF4" w:rsidP="004B5D92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91415F" w:rsidRDefault="00431BF4" w:rsidP="004B5D92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431BF4" w:rsidRPr="00BC351B" w:rsidTr="004B5D92">
        <w:trPr>
          <w:trHeight w:val="470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BF4" w:rsidRPr="00066329" w:rsidRDefault="00431BF4" w:rsidP="004B5D9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1BF4" w:rsidRPr="00D74E86" w:rsidRDefault="00431BF4" w:rsidP="004B5D92">
            <w:pPr>
              <w:spacing w:line="240" w:lineRule="auto"/>
              <w:jc w:val="both"/>
            </w:pPr>
            <w:r w:rsidRPr="00D74E86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1BF4" w:rsidRPr="00066329" w:rsidRDefault="00431BF4" w:rsidP="004B5D92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253801"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1BF4" w:rsidRPr="00307DBC" w:rsidRDefault="00431BF4" w:rsidP="004B5D92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307DBC">
              <w:rPr>
                <w:b/>
              </w:rPr>
              <w:t>Бюджет муниципального образования «</w:t>
            </w:r>
            <w:proofErr w:type="spellStart"/>
            <w:r w:rsidRPr="00307DBC">
              <w:rPr>
                <w:b/>
              </w:rPr>
              <w:t>Ярцевский</w:t>
            </w:r>
            <w:proofErr w:type="spellEnd"/>
            <w:r w:rsidRPr="00307DBC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1BF4" w:rsidRPr="007F34CE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294 000,00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1BF4" w:rsidRPr="007F34CE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294 000,00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22075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trHeight w:val="496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AF11FD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AF11FD">
              <w:rPr>
                <w:b/>
                <w:bCs/>
              </w:rPr>
              <w:t>2.</w:t>
            </w:r>
          </w:p>
        </w:tc>
        <w:tc>
          <w:tcPr>
            <w:tcW w:w="14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A4939">
              <w:rPr>
                <w:b/>
                <w:sz w:val="24"/>
                <w:szCs w:val="24"/>
              </w:rPr>
              <w:t xml:space="preserve">Комплекс процессных </w:t>
            </w:r>
            <w:r w:rsidRPr="000C4684">
              <w:rPr>
                <w:b/>
                <w:sz w:val="24"/>
                <w:szCs w:val="24"/>
              </w:rPr>
              <w:t xml:space="preserve">мероприятий  </w:t>
            </w:r>
            <w:r w:rsidRPr="0081276F">
              <w:rPr>
                <w:b/>
                <w:bCs/>
                <w:i/>
                <w:iCs/>
                <w:sz w:val="24"/>
                <w:szCs w:val="24"/>
              </w:rPr>
              <w:t>«Повышение престижа  военной службы в молодежной среде, реализация комплекса воспитательных и развивающих мероприятий для допризывной молодежи»</w:t>
            </w:r>
          </w:p>
        </w:tc>
      </w:tr>
      <w:tr w:rsidR="00431BF4" w:rsidRPr="00BC351B" w:rsidTr="004B5D92">
        <w:trPr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71080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271080">
              <w:rPr>
                <w:b/>
              </w:rPr>
              <w:t>2.1.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271080" w:rsidRDefault="00431BF4" w:rsidP="004B5D92">
            <w:pPr>
              <w:spacing w:line="240" w:lineRule="auto"/>
              <w:ind w:left="-3" w:right="113"/>
              <w:jc w:val="both"/>
              <w:rPr>
                <w:b/>
                <w:sz w:val="24"/>
                <w:szCs w:val="24"/>
              </w:rPr>
            </w:pPr>
            <w:r w:rsidRPr="00271080">
              <w:rPr>
                <w:b/>
              </w:rPr>
              <w:t>Организация торжественного вступления в ряды военно-патриотического движения «</w:t>
            </w:r>
            <w:proofErr w:type="spellStart"/>
            <w:r w:rsidRPr="00271080">
              <w:rPr>
                <w:b/>
              </w:rPr>
              <w:t>Юнармия</w:t>
            </w:r>
            <w:proofErr w:type="spellEnd"/>
            <w:r w:rsidRPr="00271080">
              <w:rPr>
                <w:b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71080" w:rsidRDefault="00431BF4" w:rsidP="004B5D92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271080">
              <w:rPr>
                <w:b/>
              </w:rPr>
              <w:t>МБУ «Молодежный центр «Маяк»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71080" w:rsidRDefault="00431BF4" w:rsidP="004B5D92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271080">
              <w:rPr>
                <w:b/>
              </w:rPr>
              <w:t>Бюджет муниципального образования «</w:t>
            </w:r>
            <w:proofErr w:type="spellStart"/>
            <w:r w:rsidRPr="00271080">
              <w:rPr>
                <w:b/>
              </w:rPr>
              <w:t>Ярцевский</w:t>
            </w:r>
            <w:proofErr w:type="spellEnd"/>
            <w:r w:rsidRPr="00271080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71080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71080">
              <w:rPr>
                <w:b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  <w:rPr>
                <w:b/>
              </w:rPr>
            </w:pPr>
          </w:p>
          <w:p w:rsidR="00431BF4" w:rsidRDefault="00431BF4" w:rsidP="004B5D92">
            <w:pPr>
              <w:spacing w:line="240" w:lineRule="auto"/>
              <w:jc w:val="center"/>
              <w:rPr>
                <w:b/>
              </w:rPr>
            </w:pPr>
          </w:p>
          <w:p w:rsidR="00431BF4" w:rsidRPr="00271080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271080">
              <w:rPr>
                <w:b/>
              </w:rPr>
              <w:t>5 000,00</w:t>
            </w:r>
          </w:p>
          <w:p w:rsidR="00431BF4" w:rsidRDefault="00431BF4" w:rsidP="004B5D92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  <w:p w:rsidR="00431BF4" w:rsidRPr="00CA6BBA" w:rsidRDefault="00431BF4" w:rsidP="004B5D92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71080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71080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</w:pPr>
            <w:r>
              <w:t>2.2.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6D6FE8">
              <w:t>Ознакомление подростков и молодёжи с жизнью и бытом воинских частей Смол</w:t>
            </w:r>
            <w:r>
              <w:t xml:space="preserve">енского и Вяземского гарнизонов, </w:t>
            </w:r>
            <w:r w:rsidRPr="00627566">
              <w:t xml:space="preserve"> организация посещений дней открытых дверей в</w:t>
            </w:r>
            <w:r>
              <w:t xml:space="preserve"> </w:t>
            </w:r>
            <w:r w:rsidRPr="00627566">
              <w:t xml:space="preserve"> военных учебных заведениях</w:t>
            </w:r>
            <w:r>
              <w:t>.</w:t>
            </w:r>
          </w:p>
          <w:p w:rsidR="00431BF4" w:rsidRPr="00DA4939" w:rsidRDefault="00431BF4" w:rsidP="004B5D92">
            <w:pPr>
              <w:spacing w:line="240" w:lineRule="auto"/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Военный комиссариат (</w:t>
            </w:r>
            <w:proofErr w:type="gramStart"/>
            <w:r>
              <w:t>г</w:t>
            </w:r>
            <w:proofErr w:type="gramEnd"/>
            <w:r>
              <w:t xml:space="preserve">. Ярцево, </w:t>
            </w:r>
            <w:proofErr w:type="spellStart"/>
            <w:r>
              <w:t>Духовщинского</w:t>
            </w:r>
            <w:proofErr w:type="spellEnd"/>
            <w:r>
              <w:t xml:space="preserve">, </w:t>
            </w:r>
            <w:proofErr w:type="spellStart"/>
            <w:r>
              <w:t>Кардымовского</w:t>
            </w:r>
            <w:proofErr w:type="spellEnd"/>
            <w:r>
              <w:t xml:space="preserve"> и </w:t>
            </w:r>
            <w:proofErr w:type="spellStart"/>
            <w:r>
              <w:t>Ярцевского</w:t>
            </w:r>
            <w:proofErr w:type="spellEnd"/>
            <w:r>
              <w:t xml:space="preserve"> районов),</w:t>
            </w:r>
          </w:p>
          <w:p w:rsidR="00431BF4" w:rsidRPr="00DA4939" w:rsidRDefault="00431BF4" w:rsidP="004B5D92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>
              <w:t>образовательные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</w:tr>
      <w:tr w:rsidR="00431BF4" w:rsidRPr="00BC351B" w:rsidTr="004B5D92">
        <w:trPr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E2C3E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2E2C3E">
              <w:rPr>
                <w:b/>
                <w:bCs/>
              </w:rPr>
              <w:lastRenderedPageBreak/>
              <w:t>2.3.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2E2C3E" w:rsidRDefault="00431BF4" w:rsidP="004B5D92">
            <w:pPr>
              <w:spacing w:line="240" w:lineRule="auto"/>
              <w:ind w:left="-3" w:right="113" w:firstLine="3"/>
              <w:jc w:val="both"/>
              <w:rPr>
                <w:b/>
                <w:bCs/>
                <w:sz w:val="24"/>
                <w:szCs w:val="24"/>
              </w:rPr>
            </w:pPr>
            <w:r w:rsidRPr="002E2C3E">
              <w:rPr>
                <w:b/>
                <w:bCs/>
              </w:rPr>
              <w:t xml:space="preserve">Организация участия делегации юнармейцев </w:t>
            </w:r>
            <w:proofErr w:type="spellStart"/>
            <w:r w:rsidRPr="002E2C3E">
              <w:rPr>
                <w:b/>
                <w:bCs/>
              </w:rPr>
              <w:t>Ярцевского</w:t>
            </w:r>
            <w:proofErr w:type="spellEnd"/>
            <w:r w:rsidRPr="002E2C3E">
              <w:rPr>
                <w:b/>
                <w:bCs/>
              </w:rPr>
              <w:t xml:space="preserve"> округа в областных, региональных военно-патриотических юнармейских сборах, играх, слётах, соревнованиях, лагерях.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E2C3E" w:rsidRDefault="00431BF4" w:rsidP="004B5D92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2E2C3E">
              <w:rPr>
                <w:b/>
              </w:rPr>
              <w:t>МБУ «Молодежный центр «Маяк»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E2C3E" w:rsidRDefault="00431BF4" w:rsidP="004B5D92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2E2C3E">
              <w:rPr>
                <w:b/>
              </w:rPr>
              <w:t>Бюджет муниципального образования «</w:t>
            </w:r>
            <w:proofErr w:type="spellStart"/>
            <w:r w:rsidRPr="002E2C3E">
              <w:rPr>
                <w:b/>
              </w:rPr>
              <w:t>Ярцевский</w:t>
            </w:r>
            <w:proofErr w:type="spellEnd"/>
            <w:r w:rsidRPr="002E2C3E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E2C3E" w:rsidRDefault="00431BF4" w:rsidP="004B5D92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65</w:t>
            </w:r>
            <w:r w:rsidRPr="002E2C3E">
              <w:rPr>
                <w:b/>
                <w:bCs/>
                <w:lang w:val="en-US"/>
              </w:rPr>
              <w:t xml:space="preserve"> </w:t>
            </w:r>
            <w:r w:rsidRPr="002E2C3E">
              <w:rPr>
                <w:b/>
                <w:b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431BF4" w:rsidRDefault="00431BF4" w:rsidP="004B5D9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431BF4" w:rsidRPr="002E2C3E" w:rsidRDefault="00431BF4" w:rsidP="004B5D9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2E2C3E">
              <w:rPr>
                <w:b/>
                <w:bCs/>
                <w:sz w:val="18"/>
                <w:szCs w:val="18"/>
              </w:rPr>
              <w:t>65 000,00</w:t>
            </w:r>
          </w:p>
          <w:p w:rsidR="00431BF4" w:rsidRDefault="00431BF4" w:rsidP="004B5D9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  <w:p w:rsidR="00431BF4" w:rsidRPr="002E2C3E" w:rsidRDefault="00431BF4" w:rsidP="004B5D92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2E2C3E" w:rsidRDefault="00431BF4" w:rsidP="004B5D92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E2C3E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3C44BF">
              <w:rPr>
                <w:b/>
                <w:bCs/>
              </w:rPr>
              <w:t>2.4.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3C44BF" w:rsidRDefault="00431BF4" w:rsidP="004B5D92">
            <w:pPr>
              <w:spacing w:line="240" w:lineRule="auto"/>
              <w:ind w:left="-3" w:right="113" w:firstLine="3"/>
              <w:jc w:val="both"/>
              <w:rPr>
                <w:b/>
                <w:bCs/>
                <w:sz w:val="24"/>
                <w:szCs w:val="24"/>
              </w:rPr>
            </w:pPr>
            <w:r w:rsidRPr="003C44BF">
              <w:rPr>
                <w:b/>
                <w:bCs/>
              </w:rPr>
              <w:t>Муниципальный этап соревнований Всероссийского детско-юношеского общественного движения «Школа безопасности»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C44BF">
              <w:rPr>
                <w:b/>
              </w:rPr>
              <w:t>МБУ «Молодежный центр «Маяк»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C44BF">
              <w:rPr>
                <w:b/>
              </w:rPr>
              <w:t>Бюджет муниципального образования «</w:t>
            </w:r>
            <w:proofErr w:type="spellStart"/>
            <w:r w:rsidRPr="003C44BF">
              <w:rPr>
                <w:b/>
              </w:rPr>
              <w:t>Ярцевский</w:t>
            </w:r>
            <w:proofErr w:type="spellEnd"/>
            <w:r w:rsidRPr="003C44BF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44BF">
              <w:rPr>
                <w:b/>
                <w:bCs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</w:p>
          <w:p w:rsidR="00431BF4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</w:p>
          <w:p w:rsidR="00431BF4" w:rsidRPr="003C44BF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3C44BF">
              <w:rPr>
                <w:b/>
                <w:bCs/>
              </w:rPr>
              <w:t>5 000,00</w:t>
            </w:r>
          </w:p>
          <w:p w:rsidR="00431BF4" w:rsidRDefault="00431BF4" w:rsidP="004B5D92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  <w:p w:rsidR="00431BF4" w:rsidRPr="00CA6BBA" w:rsidRDefault="00431BF4" w:rsidP="004B5D92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44BF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</w:pPr>
            <w:r>
              <w:t>2.5.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DA4939" w:rsidRDefault="00431BF4" w:rsidP="004B5D92">
            <w:pPr>
              <w:spacing w:line="240" w:lineRule="auto"/>
              <w:ind w:left="-3" w:right="113" w:firstLine="3"/>
              <w:jc w:val="both"/>
              <w:rPr>
                <w:b/>
                <w:sz w:val="24"/>
                <w:szCs w:val="24"/>
              </w:rPr>
            </w:pPr>
            <w:r w:rsidRPr="00D0795A">
              <w:t>Организация и проведение военных сборов со старшеклассниками</w:t>
            </w:r>
            <w: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A4939" w:rsidRDefault="00431BF4" w:rsidP="004B5D92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>
              <w:t>управление по образованию и молодёжной политике</w:t>
            </w:r>
            <w:r w:rsidRPr="00D0795A">
              <w:t xml:space="preserve">,  </w:t>
            </w:r>
            <w:r>
              <w:t xml:space="preserve"> Военный комиссариат (</w:t>
            </w:r>
            <w:proofErr w:type="gramStart"/>
            <w:r>
              <w:t>г</w:t>
            </w:r>
            <w:proofErr w:type="gramEnd"/>
            <w:r>
              <w:t xml:space="preserve">. Ярцево, </w:t>
            </w:r>
            <w:proofErr w:type="spellStart"/>
            <w:r>
              <w:t>Духовщинского</w:t>
            </w:r>
            <w:proofErr w:type="spellEnd"/>
            <w:r>
              <w:t xml:space="preserve">, </w:t>
            </w:r>
            <w:proofErr w:type="spellStart"/>
            <w:r>
              <w:t>Кардымовского</w:t>
            </w:r>
            <w:proofErr w:type="spellEnd"/>
            <w:r>
              <w:t xml:space="preserve"> и </w:t>
            </w:r>
            <w:proofErr w:type="spellStart"/>
            <w:r>
              <w:t>Ярцевского</w:t>
            </w:r>
            <w:proofErr w:type="spellEnd"/>
            <w:r>
              <w:t xml:space="preserve"> районов)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</w:tr>
      <w:tr w:rsidR="00431BF4" w:rsidRPr="00BC351B" w:rsidTr="004B5D92">
        <w:trPr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3C44BF">
              <w:rPr>
                <w:b/>
              </w:rPr>
              <w:t>2.6.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3C44BF" w:rsidRDefault="00431BF4" w:rsidP="004B5D92">
            <w:pPr>
              <w:spacing w:line="240" w:lineRule="auto"/>
              <w:ind w:left="-3" w:right="113" w:firstLine="3"/>
              <w:jc w:val="both"/>
              <w:rPr>
                <w:b/>
                <w:sz w:val="24"/>
                <w:szCs w:val="24"/>
              </w:rPr>
            </w:pPr>
            <w:r w:rsidRPr="003C44BF">
              <w:rPr>
                <w:b/>
              </w:rPr>
              <w:t>Районные военно-спортивные игры «Зарница», «</w:t>
            </w:r>
            <w:proofErr w:type="spellStart"/>
            <w:r w:rsidRPr="003C44BF">
              <w:rPr>
                <w:b/>
              </w:rPr>
              <w:t>Зарничка</w:t>
            </w:r>
            <w:proofErr w:type="spellEnd"/>
            <w:r w:rsidRPr="003C44BF">
              <w:rPr>
                <w:b/>
              </w:rPr>
              <w:t>».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3C44BF">
              <w:rPr>
                <w:b/>
              </w:rPr>
              <w:t>МБУ «Молодежный центр «Маяк»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3C44BF">
              <w:rPr>
                <w:b/>
              </w:rPr>
              <w:t>Бюджет муниципального образования «</w:t>
            </w:r>
            <w:proofErr w:type="spellStart"/>
            <w:r w:rsidRPr="003C44BF">
              <w:rPr>
                <w:b/>
              </w:rPr>
              <w:t>Ярцевский</w:t>
            </w:r>
            <w:proofErr w:type="spellEnd"/>
            <w:r w:rsidRPr="003C44BF">
              <w:rPr>
                <w:b/>
              </w:rPr>
              <w:t xml:space="preserve"> муниципальный округ» Смоленской области</w:t>
            </w:r>
            <w:r w:rsidRPr="003C44B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</w:t>
            </w:r>
            <w:r w:rsidRPr="003C44BF">
              <w:rPr>
                <w:b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  <w:rPr>
                <w:b/>
              </w:rPr>
            </w:pPr>
          </w:p>
          <w:p w:rsidR="00431BF4" w:rsidRDefault="00431BF4" w:rsidP="004B5D92">
            <w:pPr>
              <w:spacing w:line="240" w:lineRule="auto"/>
              <w:jc w:val="center"/>
              <w:rPr>
                <w:b/>
              </w:rPr>
            </w:pPr>
          </w:p>
          <w:p w:rsidR="00431BF4" w:rsidRPr="003C44BF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3C44BF">
              <w:rPr>
                <w:b/>
              </w:rPr>
              <w:t>15 000,00</w:t>
            </w:r>
          </w:p>
          <w:p w:rsidR="00431BF4" w:rsidRDefault="00431BF4" w:rsidP="004B5D92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431BF4" w:rsidRPr="00CA6BBA" w:rsidRDefault="00431BF4" w:rsidP="004B5D92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C44BF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3C44BF">
              <w:rPr>
                <w:b/>
                <w:bCs/>
              </w:rPr>
              <w:t>2.7.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3C44BF" w:rsidRDefault="00431BF4" w:rsidP="004B5D92">
            <w:pPr>
              <w:spacing w:line="240" w:lineRule="auto"/>
              <w:ind w:left="-3" w:right="113" w:firstLine="3"/>
              <w:jc w:val="both"/>
              <w:rPr>
                <w:b/>
                <w:bCs/>
                <w:sz w:val="24"/>
                <w:szCs w:val="24"/>
              </w:rPr>
            </w:pPr>
            <w:r w:rsidRPr="003C44BF">
              <w:rPr>
                <w:b/>
                <w:bCs/>
              </w:rPr>
              <w:t>Муниципальная спартакиада допризывной и призывной молодёжи.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C44BF">
              <w:rPr>
                <w:b/>
              </w:rPr>
              <w:t>МБУ «Молодежный центр «Маяк»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C44BF">
              <w:rPr>
                <w:b/>
              </w:rPr>
              <w:t>Бюджет муниципального образования «</w:t>
            </w:r>
            <w:proofErr w:type="spellStart"/>
            <w:r w:rsidRPr="003C44BF">
              <w:rPr>
                <w:b/>
              </w:rPr>
              <w:t>Ярцевский</w:t>
            </w:r>
            <w:proofErr w:type="spellEnd"/>
            <w:r w:rsidRPr="003C44BF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</w:t>
            </w:r>
            <w:r w:rsidRPr="003C44BF">
              <w:rPr>
                <w:b/>
                <w:bCs/>
                <w:lang w:val="en-US"/>
              </w:rPr>
              <w:t xml:space="preserve"> </w:t>
            </w:r>
            <w:r w:rsidRPr="003C44BF">
              <w:rPr>
                <w:b/>
                <w:b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</w:p>
          <w:p w:rsidR="00431BF4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</w:p>
          <w:p w:rsidR="00431BF4" w:rsidRPr="003C44BF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3C44BF">
              <w:rPr>
                <w:b/>
                <w:bCs/>
              </w:rPr>
              <w:t>5 000,00</w:t>
            </w:r>
          </w:p>
          <w:p w:rsidR="00431BF4" w:rsidRDefault="00431BF4" w:rsidP="004B5D92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  <w:p w:rsidR="00431BF4" w:rsidRPr="00CA6BBA" w:rsidRDefault="00431BF4" w:rsidP="004B5D92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44BF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3C44BF">
              <w:rPr>
                <w:b/>
              </w:rPr>
              <w:t>2.8.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3C44BF" w:rsidRDefault="00431BF4" w:rsidP="004B5D92">
            <w:pPr>
              <w:spacing w:line="240" w:lineRule="auto"/>
              <w:ind w:left="-3" w:right="113" w:firstLine="3"/>
              <w:jc w:val="both"/>
              <w:rPr>
                <w:b/>
                <w:sz w:val="24"/>
                <w:szCs w:val="24"/>
              </w:rPr>
            </w:pPr>
            <w:r w:rsidRPr="003C44BF">
              <w:rPr>
                <w:b/>
              </w:rPr>
              <w:t>Организация участия в областной спартакиаде допризывной и призывной молодёжи.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3C44BF">
              <w:rPr>
                <w:b/>
              </w:rPr>
              <w:t>МБУ «Молодежный центр «Маяк»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3C44BF">
              <w:rPr>
                <w:b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10 00</w:t>
            </w:r>
            <w:r w:rsidRPr="003C44BF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</w:p>
          <w:p w:rsidR="00431BF4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</w:p>
          <w:p w:rsidR="00431BF4" w:rsidRPr="003C44BF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3C44BF">
              <w:rPr>
                <w:b/>
                <w:bCs/>
              </w:rPr>
              <w:t>10 000,00</w:t>
            </w:r>
          </w:p>
          <w:p w:rsidR="00431BF4" w:rsidRDefault="00431BF4" w:rsidP="004B5D92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  <w:p w:rsidR="00431BF4" w:rsidRPr="003C44BF" w:rsidRDefault="00431BF4" w:rsidP="004B5D92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3C44BF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C44BF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ED22C6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ED22C6">
              <w:rPr>
                <w:b/>
                <w:bCs/>
              </w:rPr>
              <w:lastRenderedPageBreak/>
              <w:t>2.9.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DD06A2" w:rsidRDefault="00431BF4" w:rsidP="004B5D92">
            <w:pPr>
              <w:spacing w:line="240" w:lineRule="auto"/>
              <w:ind w:left="-3" w:right="113" w:firstLine="3"/>
              <w:jc w:val="both"/>
              <w:rPr>
                <w:b/>
                <w:bCs/>
                <w:sz w:val="24"/>
                <w:szCs w:val="24"/>
              </w:rPr>
            </w:pPr>
            <w:r w:rsidRPr="00DD06A2">
              <w:rPr>
                <w:b/>
                <w:bCs/>
              </w:rPr>
              <w:t>Акция «День призывника»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D06A2" w:rsidRDefault="00431BF4" w:rsidP="004B5D92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DD06A2">
              <w:rPr>
                <w:b/>
                <w:bCs/>
              </w:rPr>
              <w:t>управление по культуре и спорту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D06A2" w:rsidRDefault="00431BF4" w:rsidP="004B5D92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DD06A2">
              <w:rPr>
                <w:b/>
              </w:rPr>
              <w:t>Бюджет муниципального образования «</w:t>
            </w:r>
            <w:proofErr w:type="spellStart"/>
            <w:r w:rsidRPr="00DD06A2">
              <w:rPr>
                <w:b/>
              </w:rPr>
              <w:t>Ярцевский</w:t>
            </w:r>
            <w:proofErr w:type="spellEnd"/>
            <w:r w:rsidRPr="00DD06A2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D06A2" w:rsidRDefault="00431BF4" w:rsidP="004B5D92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</w:t>
            </w:r>
            <w:r w:rsidRPr="00DD06A2">
              <w:rPr>
                <w:b/>
                <w:bCs/>
              </w:rPr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</w:p>
          <w:p w:rsidR="00431BF4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</w:p>
          <w:p w:rsidR="00431BF4" w:rsidRPr="00DD06A2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DD06A2">
              <w:rPr>
                <w:b/>
                <w:bCs/>
              </w:rPr>
              <w:t>40 000,00</w:t>
            </w:r>
          </w:p>
          <w:p w:rsidR="00431BF4" w:rsidRDefault="00431BF4" w:rsidP="004B5D92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  <w:p w:rsidR="00431BF4" w:rsidRPr="00CA6BBA" w:rsidRDefault="00431BF4" w:rsidP="004B5D92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D06A2" w:rsidRDefault="00431BF4" w:rsidP="004B5D92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D06A2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22075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22075">
              <w:rPr>
                <w:b/>
              </w:rPr>
              <w:t>0,00</w:t>
            </w:r>
          </w:p>
        </w:tc>
      </w:tr>
      <w:tr w:rsidR="00431BF4" w:rsidRPr="00BC351B" w:rsidTr="004B5D92">
        <w:trPr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</w:pPr>
            <w:r>
              <w:t>2.10</w:t>
            </w:r>
            <w:r w:rsidRPr="002017F8">
              <w:t>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DA4939" w:rsidRDefault="00431BF4" w:rsidP="004B5D92">
            <w:pPr>
              <w:spacing w:line="240" w:lineRule="auto"/>
              <w:ind w:left="-3" w:right="113" w:firstLine="3"/>
              <w:jc w:val="both"/>
              <w:rPr>
                <w:b/>
                <w:sz w:val="24"/>
                <w:szCs w:val="24"/>
              </w:rPr>
            </w:pPr>
            <w:r w:rsidRPr="002017F8">
              <w:t>Организация и проведение соревнований по военно-прикладным видам спорта, направленных на повышение уровня физической готовности молодёжи к военной службе, в том числе  выполнение  испытаний комплекса «Готов к труду и обороне».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A4939" w:rsidRDefault="00431BF4" w:rsidP="004B5D92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>
              <w:t>управление</w:t>
            </w:r>
            <w:r w:rsidRPr="002017F8">
              <w:t xml:space="preserve"> по </w:t>
            </w:r>
            <w:r>
              <w:t xml:space="preserve">культуре и </w:t>
            </w:r>
            <w:r w:rsidRPr="002017F8">
              <w:t>спорту, учреждения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4F57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4F57">
              <w:t>0,0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4F57">
              <w:t>0,0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</w:tr>
      <w:tr w:rsidR="00431BF4" w:rsidRPr="00BC351B" w:rsidTr="004B5D92">
        <w:trPr>
          <w:cantSplit/>
          <w:trHeight w:val="516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</w:pP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2D61E1" w:rsidRDefault="00431BF4" w:rsidP="004B5D92">
            <w:pPr>
              <w:spacing w:line="240" w:lineRule="auto"/>
              <w:ind w:right="113" w:hanging="3"/>
              <w:rPr>
                <w:b/>
              </w:rPr>
            </w:pPr>
            <w:r w:rsidRPr="002D61E1">
              <w:rPr>
                <w:b/>
              </w:rPr>
              <w:t>Итого по комплексу про</w:t>
            </w:r>
            <w:r>
              <w:rPr>
                <w:b/>
              </w:rPr>
              <w:t>цессных мероприятий</w:t>
            </w:r>
            <w:r w:rsidRPr="002D61E1">
              <w:rPr>
                <w:b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Default="00431BF4" w:rsidP="004B5D92">
            <w:pPr>
              <w:spacing w:line="240" w:lineRule="auto"/>
              <w:jc w:val="center"/>
            </w:pPr>
          </w:p>
          <w:p w:rsidR="00431BF4" w:rsidRDefault="00431BF4" w:rsidP="004B5D92">
            <w:pPr>
              <w:spacing w:line="240" w:lineRule="auto"/>
              <w:jc w:val="center"/>
            </w:pPr>
          </w:p>
          <w:p w:rsidR="00431BF4" w:rsidRDefault="00431BF4" w:rsidP="004B5D92">
            <w:pPr>
              <w:spacing w:line="240" w:lineRule="auto"/>
              <w:jc w:val="center"/>
            </w:pPr>
          </w:p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53801">
              <w:t>х</w:t>
            </w:r>
            <w:proofErr w:type="spellEnd"/>
          </w:p>
          <w:p w:rsidR="00431BF4" w:rsidRPr="00DA4939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DA4939" w:rsidRDefault="00431BF4" w:rsidP="004B5D92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41581">
              <w:rPr>
                <w:b/>
              </w:rPr>
              <w:t>Бюджет муниципального образования «</w:t>
            </w:r>
            <w:proofErr w:type="spellStart"/>
            <w:r w:rsidRPr="00C41581">
              <w:rPr>
                <w:b/>
              </w:rPr>
              <w:t>Ярцевский</w:t>
            </w:r>
            <w:proofErr w:type="spellEnd"/>
            <w:r w:rsidRPr="00C41581">
              <w:rPr>
                <w:b/>
              </w:rPr>
              <w:t xml:space="preserve"> муниципальный округ» Смоленской области</w:t>
            </w:r>
            <w:r w:rsidRPr="00DA493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D06A2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DD06A2">
              <w:rPr>
                <w:b/>
              </w:rPr>
              <w:t>145 000,00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D06A2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DD06A2">
              <w:rPr>
                <w:b/>
              </w:rPr>
              <w:t>145 000,00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E9029E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9029E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E9029E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9029E">
              <w:rPr>
                <w:b/>
              </w:rPr>
              <w:t>0,00</w:t>
            </w:r>
          </w:p>
        </w:tc>
      </w:tr>
      <w:tr w:rsidR="00431BF4" w:rsidRPr="0089416A" w:rsidTr="004B5D92">
        <w:trPr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89416A">
              <w:rPr>
                <w:b/>
                <w:bCs/>
              </w:rPr>
              <w:t>3.</w:t>
            </w:r>
          </w:p>
        </w:tc>
        <w:tc>
          <w:tcPr>
            <w:tcW w:w="14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9416A">
              <w:rPr>
                <w:b/>
                <w:sz w:val="24"/>
                <w:szCs w:val="24"/>
              </w:rPr>
              <w:t xml:space="preserve">Комплекс процессных мероприятий </w:t>
            </w:r>
            <w:r w:rsidRPr="0089416A">
              <w:rPr>
                <w:b/>
                <w:bCs/>
                <w:i/>
                <w:iCs/>
                <w:sz w:val="24"/>
                <w:szCs w:val="24"/>
              </w:rPr>
              <w:t>«Восстановление воинских захоронений»</w:t>
            </w:r>
          </w:p>
        </w:tc>
      </w:tr>
      <w:tr w:rsidR="00431BF4" w:rsidRPr="0089416A" w:rsidTr="004B5D92">
        <w:trPr>
          <w:cantSplit/>
          <w:trHeight w:val="483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</w:pPr>
            <w:r w:rsidRPr="0089416A">
              <w:t>3.1.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1BF4" w:rsidRPr="0089416A" w:rsidRDefault="00431BF4" w:rsidP="004B5D92">
            <w:pPr>
              <w:spacing w:line="240" w:lineRule="auto"/>
              <w:ind w:left="-3" w:right="113"/>
              <w:jc w:val="both"/>
              <w:rPr>
                <w:b/>
              </w:rPr>
            </w:pPr>
            <w:r w:rsidRPr="0089416A">
              <w:rPr>
                <w:b/>
              </w:rPr>
              <w:t>Проведение мероприятий, связанных с ремонтом и восстановлением воинских захоронений и мемориальных сооружений, находящихся вне воинских захоронений, в рамках реализации областной государственной программы «Молодежная политика и гражданско-патриотическое воспитание гр</w:t>
            </w:r>
            <w:r>
              <w:rPr>
                <w:b/>
              </w:rPr>
              <w:t xml:space="preserve">аждан в Смоленской области» («Братская могила № 2-27 </w:t>
            </w:r>
            <w:proofErr w:type="spellStart"/>
            <w:r>
              <w:rPr>
                <w:b/>
              </w:rPr>
              <w:t>мик-н</w:t>
            </w:r>
            <w:proofErr w:type="spellEnd"/>
            <w:r>
              <w:rPr>
                <w:b/>
              </w:rPr>
              <w:t xml:space="preserve"> Яковлево»</w:t>
            </w:r>
            <w:r w:rsidRPr="0089416A">
              <w:rPr>
                <w:b/>
              </w:rPr>
              <w:t>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both"/>
              <w:rPr>
                <w:b/>
              </w:rPr>
            </w:pPr>
            <w:r w:rsidRPr="0089416A">
              <w:rPr>
                <w:b/>
              </w:rPr>
              <w:t xml:space="preserve">Администрация </w:t>
            </w:r>
          </w:p>
          <w:p w:rsidR="00431BF4" w:rsidRPr="0089416A" w:rsidRDefault="00431BF4" w:rsidP="004B5D92">
            <w:pPr>
              <w:spacing w:line="240" w:lineRule="auto"/>
              <w:jc w:val="both"/>
              <w:rPr>
                <w:b/>
              </w:rPr>
            </w:pPr>
            <w:r w:rsidRPr="0089416A">
              <w:rPr>
                <w:b/>
              </w:rPr>
              <w:t>муниципального образования «</w:t>
            </w:r>
            <w:proofErr w:type="spellStart"/>
            <w:r w:rsidRPr="0089416A">
              <w:rPr>
                <w:b/>
              </w:rPr>
              <w:t>Ярцевский</w:t>
            </w:r>
            <w:proofErr w:type="spellEnd"/>
            <w:r w:rsidRPr="0089416A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both"/>
              <w:rPr>
                <w:b/>
              </w:rPr>
            </w:pPr>
            <w:r w:rsidRPr="0089416A">
              <w:rPr>
                <w:b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1BF4" w:rsidRPr="00DD06A2" w:rsidRDefault="00431BF4" w:rsidP="004B5D9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431BF4" w:rsidRPr="0089416A" w:rsidTr="004B5D92">
        <w:trPr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</w:pPr>
          </w:p>
        </w:tc>
        <w:tc>
          <w:tcPr>
            <w:tcW w:w="46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89416A" w:rsidRDefault="00431BF4" w:rsidP="004B5D92">
            <w:pPr>
              <w:spacing w:line="240" w:lineRule="auto"/>
              <w:ind w:left="-3" w:right="113"/>
              <w:rPr>
                <w:b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89416A" w:rsidRDefault="00431BF4" w:rsidP="004B5D92">
            <w:pPr>
              <w:spacing w:line="240" w:lineRule="auto"/>
              <w:jc w:val="both"/>
              <w:rPr>
                <w:b/>
              </w:rPr>
            </w:pPr>
            <w:r w:rsidRPr="0089416A">
              <w:rPr>
                <w:b/>
              </w:rPr>
              <w:t>Бюджет муниципального образования «</w:t>
            </w:r>
            <w:proofErr w:type="spellStart"/>
            <w:r w:rsidRPr="0089416A">
              <w:rPr>
                <w:b/>
              </w:rPr>
              <w:t>Ярцевский</w:t>
            </w:r>
            <w:proofErr w:type="spellEnd"/>
            <w:r w:rsidRPr="0089416A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597</w:t>
            </w:r>
            <w:r w:rsidR="00281EE8">
              <w:rPr>
                <w:b/>
                <w:bCs/>
              </w:rPr>
              <w:t> 368,42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281EE8" w:rsidP="004B5D9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597 368,42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D06A2" w:rsidRDefault="00431BF4" w:rsidP="004B5D9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431BF4" w:rsidRPr="0089416A" w:rsidTr="004B5D92">
        <w:trPr>
          <w:cantSplit/>
          <w:trHeight w:val="408"/>
          <w:tblHeader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</w:pPr>
            <w:r w:rsidRPr="0089416A">
              <w:t>3.2.</w:t>
            </w:r>
          </w:p>
        </w:tc>
        <w:tc>
          <w:tcPr>
            <w:tcW w:w="464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8B13E4" w:rsidRDefault="00431BF4" w:rsidP="004B5D92">
            <w:pPr>
              <w:spacing w:line="240" w:lineRule="auto"/>
              <w:ind w:left="-3" w:right="113"/>
              <w:jc w:val="both"/>
              <w:rPr>
                <w:b/>
              </w:rPr>
            </w:pPr>
            <w:r w:rsidRPr="008B13E4">
              <w:rPr>
                <w:b/>
              </w:rPr>
              <w:t>Разработка проектной и проектно-сметной документации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both"/>
              <w:rPr>
                <w:b/>
              </w:rPr>
            </w:pPr>
            <w:r w:rsidRPr="0089416A">
              <w:rPr>
                <w:b/>
              </w:rPr>
              <w:t xml:space="preserve">Администрация </w:t>
            </w:r>
          </w:p>
          <w:p w:rsidR="00431BF4" w:rsidRPr="0089416A" w:rsidRDefault="00431BF4" w:rsidP="004B5D92">
            <w:pPr>
              <w:spacing w:line="240" w:lineRule="auto"/>
              <w:jc w:val="both"/>
              <w:rPr>
                <w:b/>
              </w:rPr>
            </w:pPr>
            <w:r w:rsidRPr="0089416A">
              <w:rPr>
                <w:b/>
              </w:rPr>
              <w:t>муниципального образования «</w:t>
            </w:r>
            <w:proofErr w:type="spellStart"/>
            <w:r w:rsidRPr="0089416A">
              <w:rPr>
                <w:b/>
              </w:rPr>
              <w:t>Ярцевский</w:t>
            </w:r>
            <w:proofErr w:type="spellEnd"/>
            <w:r w:rsidRPr="0089416A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89416A" w:rsidRDefault="00431BF4" w:rsidP="004B5D92">
            <w:pPr>
              <w:spacing w:line="240" w:lineRule="auto"/>
              <w:jc w:val="both"/>
              <w:rPr>
                <w:b/>
              </w:rPr>
            </w:pPr>
            <w:r w:rsidRPr="0089416A">
              <w:rPr>
                <w:b/>
              </w:rPr>
              <w:t>Бюджет муниципального образования «</w:t>
            </w:r>
            <w:proofErr w:type="spellStart"/>
            <w:r w:rsidRPr="0089416A">
              <w:rPr>
                <w:b/>
              </w:rPr>
              <w:t>Ярцевский</w:t>
            </w:r>
            <w:proofErr w:type="spellEnd"/>
            <w:r w:rsidRPr="0089416A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60</w:t>
            </w:r>
            <w:r w:rsidRPr="0089416A">
              <w:rPr>
                <w:b/>
                <w:bCs/>
              </w:rPr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600 000</w:t>
            </w:r>
            <w:r w:rsidRPr="0089416A">
              <w:rPr>
                <w:b/>
                <w:bCs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D06A2" w:rsidRDefault="00431BF4" w:rsidP="004B5D9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431BF4" w:rsidRPr="0089416A" w:rsidTr="00005B5C">
        <w:trPr>
          <w:cantSplit/>
          <w:trHeight w:val="408"/>
          <w:tblHeader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</w:pPr>
            <w:r>
              <w:lastRenderedPageBreak/>
              <w:t>3.3.</w:t>
            </w:r>
          </w:p>
        </w:tc>
        <w:tc>
          <w:tcPr>
            <w:tcW w:w="464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8B13E4" w:rsidRDefault="00431BF4" w:rsidP="004B5D92">
            <w:pPr>
              <w:spacing w:line="240" w:lineRule="auto"/>
              <w:ind w:left="-3" w:right="113"/>
              <w:jc w:val="both"/>
              <w:rPr>
                <w:b/>
              </w:rPr>
            </w:pPr>
            <w:r>
              <w:rPr>
                <w:b/>
              </w:rPr>
              <w:t>Расходы на осуществление строительного контроля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89416A" w:rsidRDefault="00431BF4" w:rsidP="00005B5C">
            <w:pPr>
              <w:spacing w:line="240" w:lineRule="auto"/>
              <w:rPr>
                <w:b/>
              </w:rPr>
            </w:pPr>
            <w:r w:rsidRPr="0089416A">
              <w:rPr>
                <w:b/>
              </w:rPr>
              <w:t xml:space="preserve">Администрация </w:t>
            </w:r>
          </w:p>
          <w:p w:rsidR="00431BF4" w:rsidRPr="0089416A" w:rsidRDefault="00431BF4" w:rsidP="00005B5C">
            <w:pPr>
              <w:spacing w:line="240" w:lineRule="auto"/>
              <w:rPr>
                <w:b/>
              </w:rPr>
            </w:pPr>
            <w:r w:rsidRPr="0089416A">
              <w:rPr>
                <w:b/>
              </w:rPr>
              <w:t>муниципального образования «</w:t>
            </w:r>
            <w:proofErr w:type="spellStart"/>
            <w:r w:rsidRPr="0089416A">
              <w:rPr>
                <w:b/>
              </w:rPr>
              <w:t>Ярцевский</w:t>
            </w:r>
            <w:proofErr w:type="spellEnd"/>
            <w:r w:rsidRPr="0089416A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BF4" w:rsidRPr="0089416A" w:rsidRDefault="00431BF4" w:rsidP="004B5D92">
            <w:pPr>
              <w:spacing w:line="240" w:lineRule="auto"/>
              <w:jc w:val="both"/>
              <w:rPr>
                <w:b/>
              </w:rPr>
            </w:pPr>
            <w:r w:rsidRPr="0089416A">
              <w:rPr>
                <w:b/>
              </w:rPr>
              <w:t>Бюджет муниципального образования «</w:t>
            </w:r>
            <w:proofErr w:type="spellStart"/>
            <w:r w:rsidRPr="0089416A">
              <w:rPr>
                <w:b/>
              </w:rPr>
              <w:t>Ярцевский</w:t>
            </w:r>
            <w:proofErr w:type="spellEnd"/>
            <w:r w:rsidRPr="0089416A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30</w:t>
            </w:r>
            <w:r w:rsidRPr="0089416A">
              <w:rPr>
                <w:b/>
                <w:bCs/>
              </w:rPr>
              <w:t>0</w:t>
            </w:r>
            <w:r>
              <w:rPr>
                <w:b/>
                <w:bCs/>
              </w:rPr>
              <w:t xml:space="preserve"> 000</w:t>
            </w:r>
            <w:r w:rsidRPr="0089416A">
              <w:rPr>
                <w:b/>
                <w:b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  <w:bCs/>
              </w:rPr>
            </w:pPr>
            <w:r w:rsidRPr="0089416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D06A2" w:rsidRDefault="00431BF4" w:rsidP="004B5D9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281EE8" w:rsidRPr="0089416A" w:rsidTr="004B5D92">
        <w:trPr>
          <w:cantSplit/>
          <w:trHeight w:val="408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1EE8" w:rsidRPr="0089416A" w:rsidRDefault="00281EE8" w:rsidP="00281EE8">
            <w:pPr>
              <w:spacing w:line="240" w:lineRule="auto"/>
              <w:jc w:val="center"/>
            </w:pP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EE8" w:rsidRPr="0089416A" w:rsidRDefault="00281EE8" w:rsidP="00281EE8">
            <w:pPr>
              <w:spacing w:line="240" w:lineRule="auto"/>
              <w:ind w:left="-3" w:right="113"/>
              <w:jc w:val="both"/>
            </w:pPr>
            <w:r w:rsidRPr="0089416A">
              <w:rPr>
                <w:b/>
              </w:rPr>
              <w:t>Итого по комплексу процессных мероприятий, в том числе: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EE8" w:rsidRPr="0089416A" w:rsidRDefault="00281EE8" w:rsidP="00281EE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89416A">
              <w:rPr>
                <w:b/>
              </w:rPr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EE8" w:rsidRPr="0089416A" w:rsidRDefault="00281EE8" w:rsidP="00281EE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89416A">
              <w:rPr>
                <w:b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EE8" w:rsidRPr="0089416A" w:rsidRDefault="00281EE8" w:rsidP="00281EE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1 497 368,42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EE8" w:rsidRPr="0089416A" w:rsidRDefault="00281EE8" w:rsidP="00281EE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1 497 368,42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EE8" w:rsidRPr="0089416A" w:rsidRDefault="00281EE8" w:rsidP="00281EE8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EE8" w:rsidRPr="00DD06A2" w:rsidRDefault="00281EE8" w:rsidP="00281EE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431BF4" w:rsidRPr="0089416A" w:rsidTr="004B5D92">
        <w:trPr>
          <w:cantSplit/>
          <w:trHeight w:val="313"/>
          <w:tblHeader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</w:pP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ind w:left="-3" w:right="113"/>
              <w:jc w:val="both"/>
              <w:rPr>
                <w:b/>
                <w:bCs/>
                <w:iCs/>
              </w:rPr>
            </w:pPr>
            <w:r w:rsidRPr="0089416A">
              <w:rPr>
                <w:b/>
                <w:bCs/>
                <w:iCs/>
              </w:rPr>
              <w:t>Областной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89416A">
              <w:rPr>
                <w:b/>
              </w:rPr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89416A">
              <w:rPr>
                <w:b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89416A" w:rsidRDefault="00431BF4" w:rsidP="004B5D92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BF4" w:rsidRPr="00DD06A2" w:rsidRDefault="00431BF4" w:rsidP="004B5D9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281EE8" w:rsidRPr="0089416A" w:rsidTr="004B5D92">
        <w:trPr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EE8" w:rsidRPr="0089416A" w:rsidRDefault="00281EE8" w:rsidP="00281EE8">
            <w:pPr>
              <w:spacing w:line="240" w:lineRule="auto"/>
              <w:jc w:val="center"/>
            </w:pP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EE8" w:rsidRPr="0089416A" w:rsidRDefault="00281EE8" w:rsidP="00281EE8">
            <w:pPr>
              <w:spacing w:line="240" w:lineRule="auto"/>
              <w:ind w:left="-3" w:right="113"/>
              <w:jc w:val="both"/>
              <w:rPr>
                <w:b/>
              </w:rPr>
            </w:pPr>
            <w:r w:rsidRPr="0089416A">
              <w:rPr>
                <w:b/>
              </w:rPr>
              <w:t>Бюджет муниципального образования «</w:t>
            </w:r>
            <w:proofErr w:type="spellStart"/>
            <w:r w:rsidRPr="0089416A">
              <w:rPr>
                <w:b/>
              </w:rPr>
              <w:t>Ярцевский</w:t>
            </w:r>
            <w:proofErr w:type="spellEnd"/>
            <w:r w:rsidRPr="0089416A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EE8" w:rsidRPr="0089416A" w:rsidRDefault="00281EE8" w:rsidP="00281EE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89416A">
              <w:rPr>
                <w:b/>
              </w:rPr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EE8" w:rsidRPr="0089416A" w:rsidRDefault="00281EE8" w:rsidP="00281EE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89416A">
              <w:rPr>
                <w:b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EE8" w:rsidRPr="0089416A" w:rsidRDefault="00281EE8" w:rsidP="00281EE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1 497 368,42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EE8" w:rsidRPr="0089416A" w:rsidRDefault="00281EE8" w:rsidP="00281EE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1 497 368,42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EE8" w:rsidRPr="0089416A" w:rsidRDefault="00281EE8" w:rsidP="00281EE8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EE8" w:rsidRPr="00DD06A2" w:rsidRDefault="00281EE8" w:rsidP="00281EE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4047C6" w:rsidRPr="0089416A" w:rsidTr="002944EA">
        <w:trPr>
          <w:cantSplit/>
          <w:trHeight w:val="408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7C6" w:rsidRPr="0089416A" w:rsidRDefault="004047C6" w:rsidP="004047C6">
            <w:pPr>
              <w:spacing w:line="240" w:lineRule="auto"/>
              <w:jc w:val="center"/>
            </w:pP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C6" w:rsidRPr="0089416A" w:rsidRDefault="004047C6" w:rsidP="004047C6">
            <w:pPr>
              <w:spacing w:line="240" w:lineRule="auto"/>
              <w:ind w:left="-3" w:right="113"/>
              <w:jc w:val="both"/>
            </w:pPr>
            <w:r w:rsidRPr="0089416A">
              <w:rPr>
                <w:b/>
              </w:rPr>
              <w:t>Всего по муниципальной программе, в том числе: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C6" w:rsidRPr="0089416A" w:rsidRDefault="004047C6" w:rsidP="004047C6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89416A">
              <w:rPr>
                <w:b/>
              </w:rPr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C6" w:rsidRPr="0089416A" w:rsidRDefault="004047C6" w:rsidP="004047C6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89416A">
              <w:rPr>
                <w:b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C6" w:rsidRPr="0089416A" w:rsidRDefault="004047C6" w:rsidP="004047C6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1 936 368,42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C6" w:rsidRPr="0089416A" w:rsidRDefault="004047C6" w:rsidP="004047C6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1 936 368,42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C6" w:rsidRPr="0089416A" w:rsidRDefault="004047C6" w:rsidP="004047C6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C6" w:rsidRPr="0089416A" w:rsidRDefault="004047C6" w:rsidP="004047C6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  <w:bCs/>
              </w:rPr>
              <w:t>0,00</w:t>
            </w:r>
          </w:p>
        </w:tc>
      </w:tr>
      <w:tr w:rsidR="00E94245" w:rsidRPr="0089416A" w:rsidTr="004B5D92">
        <w:trPr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245" w:rsidRPr="0089416A" w:rsidRDefault="00E94245" w:rsidP="00E94245">
            <w:pPr>
              <w:spacing w:line="240" w:lineRule="auto"/>
              <w:jc w:val="center"/>
            </w:pP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245" w:rsidRPr="0089416A" w:rsidRDefault="00E94245" w:rsidP="00E94245">
            <w:pPr>
              <w:spacing w:line="240" w:lineRule="auto"/>
              <w:ind w:left="-3" w:right="113"/>
              <w:jc w:val="both"/>
              <w:rPr>
                <w:b/>
              </w:rPr>
            </w:pPr>
            <w:r w:rsidRPr="0089416A">
              <w:rPr>
                <w:b/>
                <w:bCs/>
                <w:iCs/>
              </w:rPr>
              <w:t>Областной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245" w:rsidRPr="0089416A" w:rsidRDefault="00E94245" w:rsidP="00E94245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89416A">
              <w:rPr>
                <w:b/>
              </w:rPr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245" w:rsidRPr="0089416A" w:rsidRDefault="00E94245" w:rsidP="00E94245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89416A">
              <w:rPr>
                <w:b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245" w:rsidRPr="0089416A" w:rsidRDefault="00E94245" w:rsidP="00E94245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245" w:rsidRPr="0089416A" w:rsidRDefault="00E94245" w:rsidP="00E94245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245" w:rsidRPr="0089416A" w:rsidRDefault="00E94245" w:rsidP="00E94245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245" w:rsidRPr="0089416A" w:rsidRDefault="00E94245" w:rsidP="00E94245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  <w:bCs/>
              </w:rPr>
              <w:t>0,00</w:t>
            </w:r>
          </w:p>
        </w:tc>
      </w:tr>
      <w:tr w:rsidR="004047C6" w:rsidRPr="0089416A" w:rsidTr="004B5D92">
        <w:trPr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C6" w:rsidRPr="0089416A" w:rsidRDefault="004047C6" w:rsidP="004047C6">
            <w:pPr>
              <w:spacing w:line="240" w:lineRule="auto"/>
              <w:jc w:val="center"/>
            </w:pP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C6" w:rsidRPr="0089416A" w:rsidRDefault="004047C6" w:rsidP="004047C6">
            <w:pPr>
              <w:spacing w:line="240" w:lineRule="auto"/>
              <w:ind w:left="-3" w:right="113"/>
              <w:jc w:val="both"/>
              <w:rPr>
                <w:b/>
              </w:rPr>
            </w:pPr>
            <w:r w:rsidRPr="0089416A">
              <w:rPr>
                <w:b/>
              </w:rPr>
              <w:t>Бюджет муниципального образования «</w:t>
            </w:r>
            <w:proofErr w:type="spellStart"/>
            <w:r w:rsidRPr="0089416A">
              <w:rPr>
                <w:b/>
              </w:rPr>
              <w:t>Ярцевский</w:t>
            </w:r>
            <w:proofErr w:type="spellEnd"/>
            <w:r w:rsidRPr="0089416A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C6" w:rsidRPr="0089416A" w:rsidRDefault="004047C6" w:rsidP="004047C6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89416A">
              <w:rPr>
                <w:b/>
              </w:rPr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C6" w:rsidRPr="0089416A" w:rsidRDefault="004047C6" w:rsidP="004047C6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89416A">
              <w:rPr>
                <w:b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C6" w:rsidRPr="0089416A" w:rsidRDefault="004047C6" w:rsidP="004047C6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1 936 368,42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C6" w:rsidRPr="0089416A" w:rsidRDefault="004047C6" w:rsidP="004047C6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1 936 368,42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C6" w:rsidRPr="0089416A" w:rsidRDefault="004047C6" w:rsidP="004047C6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C6" w:rsidRPr="0089416A" w:rsidRDefault="004047C6" w:rsidP="004047C6">
            <w:pPr>
              <w:spacing w:line="240" w:lineRule="auto"/>
              <w:jc w:val="center"/>
              <w:rPr>
                <w:b/>
              </w:rPr>
            </w:pPr>
            <w:r w:rsidRPr="0089416A">
              <w:rPr>
                <w:b/>
                <w:bCs/>
              </w:rPr>
              <w:t>0,00</w:t>
            </w:r>
          </w:p>
        </w:tc>
      </w:tr>
    </w:tbl>
    <w:p w:rsidR="00431BF4" w:rsidRPr="0089416A" w:rsidRDefault="00431BF4" w:rsidP="00431BF4">
      <w:pPr>
        <w:pStyle w:val="ae"/>
        <w:tabs>
          <w:tab w:val="left" w:pos="709"/>
          <w:tab w:val="left" w:pos="1134"/>
        </w:tabs>
        <w:jc w:val="both"/>
        <w:rPr>
          <w:sz w:val="28"/>
          <w:szCs w:val="28"/>
        </w:rPr>
      </w:pPr>
    </w:p>
    <w:p w:rsidR="006C6C2B" w:rsidRPr="001510E2" w:rsidRDefault="006C6C2B" w:rsidP="00431BF4">
      <w:pPr>
        <w:spacing w:before="240" w:after="240"/>
        <w:jc w:val="center"/>
        <w:rPr>
          <w:sz w:val="28"/>
          <w:szCs w:val="28"/>
        </w:rPr>
      </w:pPr>
    </w:p>
    <w:sectPr w:rsidR="006C6C2B" w:rsidRPr="001510E2" w:rsidSect="006C6C2B">
      <w:pgSz w:w="16840" w:h="11907" w:orient="landscape" w:code="9"/>
      <w:pgMar w:top="850" w:right="1134" w:bottom="1701" w:left="1134" w:header="567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F4B" w:rsidRDefault="00094F4B">
      <w:r>
        <w:separator/>
      </w:r>
    </w:p>
  </w:endnote>
  <w:endnote w:type="continuationSeparator" w:id="0">
    <w:p w:rsidR="00094F4B" w:rsidRDefault="00094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?必?????扨?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F4B" w:rsidRDefault="00094F4B">
      <w:r>
        <w:separator/>
      </w:r>
    </w:p>
  </w:footnote>
  <w:footnote w:type="continuationSeparator" w:id="0">
    <w:p w:rsidR="00094F4B" w:rsidRDefault="00094F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F57" w:rsidRDefault="00E77B4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54F5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4F57" w:rsidRDefault="00554F57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0791451"/>
      <w:docPartObj>
        <w:docPartGallery w:val="Page Numbers (Top of Page)"/>
        <w:docPartUnique/>
      </w:docPartObj>
    </w:sdtPr>
    <w:sdtContent>
      <w:p w:rsidR="00554F57" w:rsidRDefault="00E77B4E">
        <w:pPr>
          <w:pStyle w:val="a5"/>
        </w:pPr>
        <w:fldSimple w:instr="PAGE   \* MERGEFORMAT">
          <w:r w:rsidR="00EB511F">
            <w:rPr>
              <w:noProof/>
            </w:rPr>
            <w:t>2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7980553"/>
      <w:docPartObj>
        <w:docPartGallery w:val="Page Numbers (Top of Page)"/>
        <w:docPartUnique/>
      </w:docPartObj>
    </w:sdtPr>
    <w:sdtContent>
      <w:p w:rsidR="00554F57" w:rsidRDefault="00EB511F" w:rsidP="00EB511F">
        <w:pPr>
          <w:pStyle w:val="a5"/>
          <w:jc w:val="right"/>
        </w:pPr>
        <w:r>
          <w:t>ПРОЕКТ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F3C"/>
    <w:multiLevelType w:val="hybridMultilevel"/>
    <w:tmpl w:val="6BA88E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3D6423"/>
    <w:rsid w:val="000021BE"/>
    <w:rsid w:val="0000382E"/>
    <w:rsid w:val="00005B5C"/>
    <w:rsid w:val="00007C2E"/>
    <w:rsid w:val="00010528"/>
    <w:rsid w:val="000143E7"/>
    <w:rsid w:val="0001668A"/>
    <w:rsid w:val="0001757D"/>
    <w:rsid w:val="00020901"/>
    <w:rsid w:val="000209E8"/>
    <w:rsid w:val="0002159D"/>
    <w:rsid w:val="00021CA8"/>
    <w:rsid w:val="00023A87"/>
    <w:rsid w:val="00024AB6"/>
    <w:rsid w:val="00025915"/>
    <w:rsid w:val="000268F3"/>
    <w:rsid w:val="00034786"/>
    <w:rsid w:val="00044A7A"/>
    <w:rsid w:val="00044EAF"/>
    <w:rsid w:val="00051177"/>
    <w:rsid w:val="00055E08"/>
    <w:rsid w:val="000604B0"/>
    <w:rsid w:val="0006050B"/>
    <w:rsid w:val="00062940"/>
    <w:rsid w:val="00062CD8"/>
    <w:rsid w:val="00063C2C"/>
    <w:rsid w:val="00063DF4"/>
    <w:rsid w:val="00065B27"/>
    <w:rsid w:val="00071EFA"/>
    <w:rsid w:val="00076983"/>
    <w:rsid w:val="00082AEC"/>
    <w:rsid w:val="0008396B"/>
    <w:rsid w:val="00085558"/>
    <w:rsid w:val="00086604"/>
    <w:rsid w:val="00086E51"/>
    <w:rsid w:val="000878D8"/>
    <w:rsid w:val="000878E1"/>
    <w:rsid w:val="00087DA5"/>
    <w:rsid w:val="00093013"/>
    <w:rsid w:val="00093B59"/>
    <w:rsid w:val="00094F4B"/>
    <w:rsid w:val="00096719"/>
    <w:rsid w:val="00097286"/>
    <w:rsid w:val="000A4862"/>
    <w:rsid w:val="000A60FD"/>
    <w:rsid w:val="000B2421"/>
    <w:rsid w:val="000B3A1F"/>
    <w:rsid w:val="000B4E7D"/>
    <w:rsid w:val="000B5B04"/>
    <w:rsid w:val="000B5B34"/>
    <w:rsid w:val="000C4483"/>
    <w:rsid w:val="000C5CD6"/>
    <w:rsid w:val="000C68BF"/>
    <w:rsid w:val="000C702F"/>
    <w:rsid w:val="000C7A3C"/>
    <w:rsid w:val="000D0E04"/>
    <w:rsid w:val="000D1104"/>
    <w:rsid w:val="000E10BE"/>
    <w:rsid w:val="00102AD5"/>
    <w:rsid w:val="00112F54"/>
    <w:rsid w:val="00113D2B"/>
    <w:rsid w:val="00113DEE"/>
    <w:rsid w:val="0011454D"/>
    <w:rsid w:val="00115E21"/>
    <w:rsid w:val="00117F97"/>
    <w:rsid w:val="0012029B"/>
    <w:rsid w:val="00124AE4"/>
    <w:rsid w:val="00131F09"/>
    <w:rsid w:val="00136A95"/>
    <w:rsid w:val="0014615A"/>
    <w:rsid w:val="00150063"/>
    <w:rsid w:val="001502E2"/>
    <w:rsid w:val="001510E2"/>
    <w:rsid w:val="0015125D"/>
    <w:rsid w:val="00151559"/>
    <w:rsid w:val="001525BC"/>
    <w:rsid w:val="00152BE4"/>
    <w:rsid w:val="001567D9"/>
    <w:rsid w:val="00157AE2"/>
    <w:rsid w:val="001602A3"/>
    <w:rsid w:val="00164639"/>
    <w:rsid w:val="001646DA"/>
    <w:rsid w:val="00165E60"/>
    <w:rsid w:val="001714DC"/>
    <w:rsid w:val="00171783"/>
    <w:rsid w:val="00173C97"/>
    <w:rsid w:val="001743D8"/>
    <w:rsid w:val="00174B57"/>
    <w:rsid w:val="00176049"/>
    <w:rsid w:val="00180090"/>
    <w:rsid w:val="001811A2"/>
    <w:rsid w:val="00190F8D"/>
    <w:rsid w:val="001A04A6"/>
    <w:rsid w:val="001A329F"/>
    <w:rsid w:val="001B1FD6"/>
    <w:rsid w:val="001B288F"/>
    <w:rsid w:val="001B3302"/>
    <w:rsid w:val="001B4F38"/>
    <w:rsid w:val="001B5E20"/>
    <w:rsid w:val="001C0F64"/>
    <w:rsid w:val="001C2AA3"/>
    <w:rsid w:val="001C4E64"/>
    <w:rsid w:val="001D226F"/>
    <w:rsid w:val="001D39B2"/>
    <w:rsid w:val="001E0FA8"/>
    <w:rsid w:val="001E1A75"/>
    <w:rsid w:val="001E51BA"/>
    <w:rsid w:val="001E5F31"/>
    <w:rsid w:val="001F07D1"/>
    <w:rsid w:val="001F18D4"/>
    <w:rsid w:val="001F25F6"/>
    <w:rsid w:val="00200BB9"/>
    <w:rsid w:val="00201EA7"/>
    <w:rsid w:val="00212FE8"/>
    <w:rsid w:val="00214DF4"/>
    <w:rsid w:val="002218B2"/>
    <w:rsid w:val="0022377D"/>
    <w:rsid w:val="00225B03"/>
    <w:rsid w:val="00233000"/>
    <w:rsid w:val="00235121"/>
    <w:rsid w:val="0024276D"/>
    <w:rsid w:val="00246269"/>
    <w:rsid w:val="00250323"/>
    <w:rsid w:val="00250F3E"/>
    <w:rsid w:val="00250FCF"/>
    <w:rsid w:val="00251466"/>
    <w:rsid w:val="002540A5"/>
    <w:rsid w:val="002556D9"/>
    <w:rsid w:val="00256807"/>
    <w:rsid w:val="00262932"/>
    <w:rsid w:val="00264D47"/>
    <w:rsid w:val="00271B58"/>
    <w:rsid w:val="00273C17"/>
    <w:rsid w:val="002754E4"/>
    <w:rsid w:val="00275A77"/>
    <w:rsid w:val="00281EE8"/>
    <w:rsid w:val="00282B29"/>
    <w:rsid w:val="00285E2D"/>
    <w:rsid w:val="002861A0"/>
    <w:rsid w:val="00287DF6"/>
    <w:rsid w:val="00287F9C"/>
    <w:rsid w:val="00293A3A"/>
    <w:rsid w:val="00293D76"/>
    <w:rsid w:val="00295DA3"/>
    <w:rsid w:val="002A213A"/>
    <w:rsid w:val="002B60D2"/>
    <w:rsid w:val="002B70E4"/>
    <w:rsid w:val="002B7F86"/>
    <w:rsid w:val="002D1C37"/>
    <w:rsid w:val="002D3433"/>
    <w:rsid w:val="002D50A6"/>
    <w:rsid w:val="002D5ABA"/>
    <w:rsid w:val="002D7A50"/>
    <w:rsid w:val="002E266E"/>
    <w:rsid w:val="002E2E20"/>
    <w:rsid w:val="002E6064"/>
    <w:rsid w:val="002F16DC"/>
    <w:rsid w:val="002F6099"/>
    <w:rsid w:val="002F68CA"/>
    <w:rsid w:val="002F7F69"/>
    <w:rsid w:val="003040B1"/>
    <w:rsid w:val="00306DE6"/>
    <w:rsid w:val="003109B8"/>
    <w:rsid w:val="00311305"/>
    <w:rsid w:val="00311560"/>
    <w:rsid w:val="00314AB2"/>
    <w:rsid w:val="00316339"/>
    <w:rsid w:val="00321FA2"/>
    <w:rsid w:val="00322415"/>
    <w:rsid w:val="00322D45"/>
    <w:rsid w:val="00323F1A"/>
    <w:rsid w:val="00325976"/>
    <w:rsid w:val="0032663A"/>
    <w:rsid w:val="003319A2"/>
    <w:rsid w:val="00340C27"/>
    <w:rsid w:val="0034156C"/>
    <w:rsid w:val="0034293C"/>
    <w:rsid w:val="0035033F"/>
    <w:rsid w:val="00357096"/>
    <w:rsid w:val="00360ED9"/>
    <w:rsid w:val="003668C4"/>
    <w:rsid w:val="0037058F"/>
    <w:rsid w:val="003710E9"/>
    <w:rsid w:val="00380BFB"/>
    <w:rsid w:val="00381018"/>
    <w:rsid w:val="00381EBD"/>
    <w:rsid w:val="003821FF"/>
    <w:rsid w:val="00382B5A"/>
    <w:rsid w:val="00383783"/>
    <w:rsid w:val="003A3D2D"/>
    <w:rsid w:val="003A6F8B"/>
    <w:rsid w:val="003D37B6"/>
    <w:rsid w:val="003D5968"/>
    <w:rsid w:val="003D6232"/>
    <w:rsid w:val="003D6423"/>
    <w:rsid w:val="003E0668"/>
    <w:rsid w:val="003E47F8"/>
    <w:rsid w:val="003F55F7"/>
    <w:rsid w:val="003F7D44"/>
    <w:rsid w:val="00402575"/>
    <w:rsid w:val="00402D73"/>
    <w:rsid w:val="0040309E"/>
    <w:rsid w:val="00404786"/>
    <w:rsid w:val="004047C6"/>
    <w:rsid w:val="004060DF"/>
    <w:rsid w:val="00406DF2"/>
    <w:rsid w:val="00410990"/>
    <w:rsid w:val="00411919"/>
    <w:rsid w:val="004132E6"/>
    <w:rsid w:val="004144FC"/>
    <w:rsid w:val="0041540A"/>
    <w:rsid w:val="00415D7E"/>
    <w:rsid w:val="00416F33"/>
    <w:rsid w:val="00420171"/>
    <w:rsid w:val="004238B0"/>
    <w:rsid w:val="00423A3F"/>
    <w:rsid w:val="004246E6"/>
    <w:rsid w:val="00431BF4"/>
    <w:rsid w:val="004449B2"/>
    <w:rsid w:val="004466F6"/>
    <w:rsid w:val="0045118E"/>
    <w:rsid w:val="00454701"/>
    <w:rsid w:val="004613DA"/>
    <w:rsid w:val="0046201D"/>
    <w:rsid w:val="00462FBC"/>
    <w:rsid w:val="00465B83"/>
    <w:rsid w:val="0047056F"/>
    <w:rsid w:val="004715CD"/>
    <w:rsid w:val="004732F6"/>
    <w:rsid w:val="0049253A"/>
    <w:rsid w:val="00496218"/>
    <w:rsid w:val="0049712F"/>
    <w:rsid w:val="004975AD"/>
    <w:rsid w:val="00497BC2"/>
    <w:rsid w:val="004A06FF"/>
    <w:rsid w:val="004A2B1E"/>
    <w:rsid w:val="004B035C"/>
    <w:rsid w:val="004B27D6"/>
    <w:rsid w:val="004B5084"/>
    <w:rsid w:val="004B762D"/>
    <w:rsid w:val="004C3CD8"/>
    <w:rsid w:val="004C4182"/>
    <w:rsid w:val="004D0884"/>
    <w:rsid w:val="004D325E"/>
    <w:rsid w:val="004D52CD"/>
    <w:rsid w:val="004D71F5"/>
    <w:rsid w:val="004E1BF0"/>
    <w:rsid w:val="004E21C7"/>
    <w:rsid w:val="004E23B9"/>
    <w:rsid w:val="004E3383"/>
    <w:rsid w:val="004E6ECF"/>
    <w:rsid w:val="004F33F3"/>
    <w:rsid w:val="004F51B2"/>
    <w:rsid w:val="005013B1"/>
    <w:rsid w:val="00501E02"/>
    <w:rsid w:val="00503296"/>
    <w:rsid w:val="005035BE"/>
    <w:rsid w:val="00503E99"/>
    <w:rsid w:val="00504D46"/>
    <w:rsid w:val="005074D2"/>
    <w:rsid w:val="00510AB5"/>
    <w:rsid w:val="00510E24"/>
    <w:rsid w:val="00511658"/>
    <w:rsid w:val="00517B8D"/>
    <w:rsid w:val="00521403"/>
    <w:rsid w:val="00534352"/>
    <w:rsid w:val="005361B6"/>
    <w:rsid w:val="005376EE"/>
    <w:rsid w:val="00542C7C"/>
    <w:rsid w:val="00544AED"/>
    <w:rsid w:val="00546844"/>
    <w:rsid w:val="0055060A"/>
    <w:rsid w:val="00553980"/>
    <w:rsid w:val="00554027"/>
    <w:rsid w:val="00554F57"/>
    <w:rsid w:val="00565025"/>
    <w:rsid w:val="00566952"/>
    <w:rsid w:val="00566A67"/>
    <w:rsid w:val="00570473"/>
    <w:rsid w:val="00571597"/>
    <w:rsid w:val="00575036"/>
    <w:rsid w:val="00587DA4"/>
    <w:rsid w:val="0059143D"/>
    <w:rsid w:val="00591FA3"/>
    <w:rsid w:val="005927D2"/>
    <w:rsid w:val="005934B2"/>
    <w:rsid w:val="005A0ACF"/>
    <w:rsid w:val="005A4DB0"/>
    <w:rsid w:val="005A739E"/>
    <w:rsid w:val="005B399B"/>
    <w:rsid w:val="005C2BCB"/>
    <w:rsid w:val="005D2F93"/>
    <w:rsid w:val="005D62E8"/>
    <w:rsid w:val="005E501D"/>
    <w:rsid w:val="005E780A"/>
    <w:rsid w:val="005F3254"/>
    <w:rsid w:val="005F7B64"/>
    <w:rsid w:val="005F7C1D"/>
    <w:rsid w:val="0060363D"/>
    <w:rsid w:val="00607AF8"/>
    <w:rsid w:val="00607FBB"/>
    <w:rsid w:val="006113A4"/>
    <w:rsid w:val="006114F8"/>
    <w:rsid w:val="006213B2"/>
    <w:rsid w:val="006225F3"/>
    <w:rsid w:val="006231ED"/>
    <w:rsid w:val="00624650"/>
    <w:rsid w:val="006308D6"/>
    <w:rsid w:val="00640A10"/>
    <w:rsid w:val="0064202E"/>
    <w:rsid w:val="00642298"/>
    <w:rsid w:val="0065334C"/>
    <w:rsid w:val="0065711E"/>
    <w:rsid w:val="006574F0"/>
    <w:rsid w:val="00657826"/>
    <w:rsid w:val="00657E68"/>
    <w:rsid w:val="00662F82"/>
    <w:rsid w:val="00670B3C"/>
    <w:rsid w:val="006717C1"/>
    <w:rsid w:val="00671BF6"/>
    <w:rsid w:val="0067247C"/>
    <w:rsid w:val="00680FDE"/>
    <w:rsid w:val="00686D6A"/>
    <w:rsid w:val="00690700"/>
    <w:rsid w:val="00696F95"/>
    <w:rsid w:val="006971AC"/>
    <w:rsid w:val="006975D5"/>
    <w:rsid w:val="006A0B1F"/>
    <w:rsid w:val="006A1406"/>
    <w:rsid w:val="006A2417"/>
    <w:rsid w:val="006A5647"/>
    <w:rsid w:val="006A6E64"/>
    <w:rsid w:val="006B16EF"/>
    <w:rsid w:val="006B6B97"/>
    <w:rsid w:val="006C6C2B"/>
    <w:rsid w:val="006D5AB8"/>
    <w:rsid w:val="006D670D"/>
    <w:rsid w:val="006D781C"/>
    <w:rsid w:val="006E1ED9"/>
    <w:rsid w:val="006E3C87"/>
    <w:rsid w:val="006E528C"/>
    <w:rsid w:val="006F02AC"/>
    <w:rsid w:val="006F1AD7"/>
    <w:rsid w:val="006F3805"/>
    <w:rsid w:val="006F5622"/>
    <w:rsid w:val="006F587D"/>
    <w:rsid w:val="006F7DB9"/>
    <w:rsid w:val="007014AF"/>
    <w:rsid w:val="00701FC5"/>
    <w:rsid w:val="00702FB5"/>
    <w:rsid w:val="007167AC"/>
    <w:rsid w:val="00721449"/>
    <w:rsid w:val="00721DEF"/>
    <w:rsid w:val="00722D14"/>
    <w:rsid w:val="0073540F"/>
    <w:rsid w:val="00740810"/>
    <w:rsid w:val="00740B44"/>
    <w:rsid w:val="00741AFC"/>
    <w:rsid w:val="00742572"/>
    <w:rsid w:val="00743E6E"/>
    <w:rsid w:val="00752E9D"/>
    <w:rsid w:val="007540D8"/>
    <w:rsid w:val="00763DC3"/>
    <w:rsid w:val="00765ED0"/>
    <w:rsid w:val="0077171F"/>
    <w:rsid w:val="0077336D"/>
    <w:rsid w:val="00786F8A"/>
    <w:rsid w:val="007A002D"/>
    <w:rsid w:val="007A08F0"/>
    <w:rsid w:val="007A3805"/>
    <w:rsid w:val="007A3F8A"/>
    <w:rsid w:val="007A4145"/>
    <w:rsid w:val="007B63CB"/>
    <w:rsid w:val="007C0FC1"/>
    <w:rsid w:val="007D348E"/>
    <w:rsid w:val="007D63CB"/>
    <w:rsid w:val="007E06C8"/>
    <w:rsid w:val="007E0B82"/>
    <w:rsid w:val="007E575F"/>
    <w:rsid w:val="007F65FD"/>
    <w:rsid w:val="0080071A"/>
    <w:rsid w:val="008022E8"/>
    <w:rsid w:val="008039E3"/>
    <w:rsid w:val="00806823"/>
    <w:rsid w:val="008071A9"/>
    <w:rsid w:val="008100B9"/>
    <w:rsid w:val="00815061"/>
    <w:rsid w:val="00815F9D"/>
    <w:rsid w:val="00817008"/>
    <w:rsid w:val="00820DD7"/>
    <w:rsid w:val="00821387"/>
    <w:rsid w:val="00826B24"/>
    <w:rsid w:val="008317D5"/>
    <w:rsid w:val="0083574F"/>
    <w:rsid w:val="00835BC5"/>
    <w:rsid w:val="00843F71"/>
    <w:rsid w:val="00846124"/>
    <w:rsid w:val="00847350"/>
    <w:rsid w:val="0084781A"/>
    <w:rsid w:val="008507CD"/>
    <w:rsid w:val="008534FE"/>
    <w:rsid w:val="00853AD9"/>
    <w:rsid w:val="00856D3B"/>
    <w:rsid w:val="00860940"/>
    <w:rsid w:val="0086405B"/>
    <w:rsid w:val="0086500B"/>
    <w:rsid w:val="00870186"/>
    <w:rsid w:val="00876B9F"/>
    <w:rsid w:val="00876D3F"/>
    <w:rsid w:val="00877D6E"/>
    <w:rsid w:val="0088141C"/>
    <w:rsid w:val="0088339D"/>
    <w:rsid w:val="008918EF"/>
    <w:rsid w:val="0089271C"/>
    <w:rsid w:val="0089420B"/>
    <w:rsid w:val="008946AB"/>
    <w:rsid w:val="008B51EA"/>
    <w:rsid w:val="008B56FF"/>
    <w:rsid w:val="008B6E5D"/>
    <w:rsid w:val="008B7BD8"/>
    <w:rsid w:val="008B7DB9"/>
    <w:rsid w:val="008C31E9"/>
    <w:rsid w:val="008C3D47"/>
    <w:rsid w:val="008C534C"/>
    <w:rsid w:val="008C6E67"/>
    <w:rsid w:val="008C6F6C"/>
    <w:rsid w:val="008D09DF"/>
    <w:rsid w:val="008D1FD3"/>
    <w:rsid w:val="008D5818"/>
    <w:rsid w:val="008D62B7"/>
    <w:rsid w:val="008E02CB"/>
    <w:rsid w:val="008E2D9A"/>
    <w:rsid w:val="008F0105"/>
    <w:rsid w:val="00903BAC"/>
    <w:rsid w:val="009108E2"/>
    <w:rsid w:val="00914E8A"/>
    <w:rsid w:val="0091609F"/>
    <w:rsid w:val="00916608"/>
    <w:rsid w:val="00917280"/>
    <w:rsid w:val="00917629"/>
    <w:rsid w:val="00917844"/>
    <w:rsid w:val="00917EC5"/>
    <w:rsid w:val="00923927"/>
    <w:rsid w:val="00934AC5"/>
    <w:rsid w:val="009359D7"/>
    <w:rsid w:val="00936701"/>
    <w:rsid w:val="00936C43"/>
    <w:rsid w:val="00940FB5"/>
    <w:rsid w:val="0094108F"/>
    <w:rsid w:val="00941F6B"/>
    <w:rsid w:val="00942202"/>
    <w:rsid w:val="009422CC"/>
    <w:rsid w:val="00947AF3"/>
    <w:rsid w:val="00947F86"/>
    <w:rsid w:val="00950D27"/>
    <w:rsid w:val="00951296"/>
    <w:rsid w:val="00952667"/>
    <w:rsid w:val="009557F2"/>
    <w:rsid w:val="0095587F"/>
    <w:rsid w:val="00960C4F"/>
    <w:rsid w:val="00970B83"/>
    <w:rsid w:val="009851B1"/>
    <w:rsid w:val="009905ED"/>
    <w:rsid w:val="009920FD"/>
    <w:rsid w:val="0099279A"/>
    <w:rsid w:val="009A3DFE"/>
    <w:rsid w:val="009A7870"/>
    <w:rsid w:val="009B3800"/>
    <w:rsid w:val="009B3FDE"/>
    <w:rsid w:val="009B6A0A"/>
    <w:rsid w:val="009C2D0D"/>
    <w:rsid w:val="009C3C94"/>
    <w:rsid w:val="009C4F81"/>
    <w:rsid w:val="009C5BD7"/>
    <w:rsid w:val="009C6586"/>
    <w:rsid w:val="009C6667"/>
    <w:rsid w:val="009C74AB"/>
    <w:rsid w:val="009D172B"/>
    <w:rsid w:val="009D5757"/>
    <w:rsid w:val="009D6F2F"/>
    <w:rsid w:val="009D7CC1"/>
    <w:rsid w:val="009E0049"/>
    <w:rsid w:val="009E0494"/>
    <w:rsid w:val="009F08C6"/>
    <w:rsid w:val="009F18A3"/>
    <w:rsid w:val="009F3BF9"/>
    <w:rsid w:val="009F40B2"/>
    <w:rsid w:val="009F7FE8"/>
    <w:rsid w:val="00A06453"/>
    <w:rsid w:val="00A11431"/>
    <w:rsid w:val="00A13A70"/>
    <w:rsid w:val="00A22D33"/>
    <w:rsid w:val="00A24E30"/>
    <w:rsid w:val="00A24F22"/>
    <w:rsid w:val="00A24F40"/>
    <w:rsid w:val="00A3212D"/>
    <w:rsid w:val="00A339D8"/>
    <w:rsid w:val="00A346A9"/>
    <w:rsid w:val="00A3723B"/>
    <w:rsid w:val="00A37607"/>
    <w:rsid w:val="00A4030C"/>
    <w:rsid w:val="00A40A9E"/>
    <w:rsid w:val="00A43992"/>
    <w:rsid w:val="00A44448"/>
    <w:rsid w:val="00A4594D"/>
    <w:rsid w:val="00A45B6C"/>
    <w:rsid w:val="00A52258"/>
    <w:rsid w:val="00A52675"/>
    <w:rsid w:val="00A72803"/>
    <w:rsid w:val="00A7419F"/>
    <w:rsid w:val="00A74920"/>
    <w:rsid w:val="00A76082"/>
    <w:rsid w:val="00A8783C"/>
    <w:rsid w:val="00A90043"/>
    <w:rsid w:val="00A91F74"/>
    <w:rsid w:val="00A921F2"/>
    <w:rsid w:val="00A928D9"/>
    <w:rsid w:val="00AA0DC2"/>
    <w:rsid w:val="00AA159D"/>
    <w:rsid w:val="00AA565A"/>
    <w:rsid w:val="00AA71B2"/>
    <w:rsid w:val="00AB0D18"/>
    <w:rsid w:val="00AB3701"/>
    <w:rsid w:val="00AB3709"/>
    <w:rsid w:val="00AC21C3"/>
    <w:rsid w:val="00AC2C3A"/>
    <w:rsid w:val="00AC5FB7"/>
    <w:rsid w:val="00AD03F7"/>
    <w:rsid w:val="00AD2D54"/>
    <w:rsid w:val="00AD4F88"/>
    <w:rsid w:val="00AD5D3A"/>
    <w:rsid w:val="00AE1262"/>
    <w:rsid w:val="00AF0CE9"/>
    <w:rsid w:val="00AF4927"/>
    <w:rsid w:val="00AF74C6"/>
    <w:rsid w:val="00B012E5"/>
    <w:rsid w:val="00B0132F"/>
    <w:rsid w:val="00B016A4"/>
    <w:rsid w:val="00B02DDB"/>
    <w:rsid w:val="00B11202"/>
    <w:rsid w:val="00B134A7"/>
    <w:rsid w:val="00B14501"/>
    <w:rsid w:val="00B147FC"/>
    <w:rsid w:val="00B14B8A"/>
    <w:rsid w:val="00B20460"/>
    <w:rsid w:val="00B3073A"/>
    <w:rsid w:val="00B323AE"/>
    <w:rsid w:val="00B32AB6"/>
    <w:rsid w:val="00B32C4C"/>
    <w:rsid w:val="00B41EAD"/>
    <w:rsid w:val="00B42A1E"/>
    <w:rsid w:val="00B51323"/>
    <w:rsid w:val="00B55448"/>
    <w:rsid w:val="00B5687A"/>
    <w:rsid w:val="00B60034"/>
    <w:rsid w:val="00B601CB"/>
    <w:rsid w:val="00B61EE5"/>
    <w:rsid w:val="00B6330C"/>
    <w:rsid w:val="00B65649"/>
    <w:rsid w:val="00B72D89"/>
    <w:rsid w:val="00B755D8"/>
    <w:rsid w:val="00B776FC"/>
    <w:rsid w:val="00B80038"/>
    <w:rsid w:val="00B903D0"/>
    <w:rsid w:val="00B907A8"/>
    <w:rsid w:val="00B946F6"/>
    <w:rsid w:val="00B96C1A"/>
    <w:rsid w:val="00BA04A0"/>
    <w:rsid w:val="00BA457C"/>
    <w:rsid w:val="00BA62E2"/>
    <w:rsid w:val="00BA6FAB"/>
    <w:rsid w:val="00BB356F"/>
    <w:rsid w:val="00BB47CD"/>
    <w:rsid w:val="00BC12B0"/>
    <w:rsid w:val="00BC4909"/>
    <w:rsid w:val="00BD211D"/>
    <w:rsid w:val="00BD5B90"/>
    <w:rsid w:val="00BD5DDB"/>
    <w:rsid w:val="00BD7C40"/>
    <w:rsid w:val="00BE1AC4"/>
    <w:rsid w:val="00BE4268"/>
    <w:rsid w:val="00BE687F"/>
    <w:rsid w:val="00BF1A02"/>
    <w:rsid w:val="00BF55E8"/>
    <w:rsid w:val="00BF580A"/>
    <w:rsid w:val="00C028EB"/>
    <w:rsid w:val="00C03C23"/>
    <w:rsid w:val="00C14DF8"/>
    <w:rsid w:val="00C158E3"/>
    <w:rsid w:val="00C16E09"/>
    <w:rsid w:val="00C22EAE"/>
    <w:rsid w:val="00C25161"/>
    <w:rsid w:val="00C34083"/>
    <w:rsid w:val="00C35A64"/>
    <w:rsid w:val="00C35E26"/>
    <w:rsid w:val="00C409A6"/>
    <w:rsid w:val="00C4250E"/>
    <w:rsid w:val="00C47621"/>
    <w:rsid w:val="00C5519D"/>
    <w:rsid w:val="00C5599A"/>
    <w:rsid w:val="00C60499"/>
    <w:rsid w:val="00C71D81"/>
    <w:rsid w:val="00C773B1"/>
    <w:rsid w:val="00C83718"/>
    <w:rsid w:val="00C9146A"/>
    <w:rsid w:val="00C92A24"/>
    <w:rsid w:val="00C93176"/>
    <w:rsid w:val="00C9529C"/>
    <w:rsid w:val="00CA1330"/>
    <w:rsid w:val="00CA667D"/>
    <w:rsid w:val="00CB662F"/>
    <w:rsid w:val="00CC0634"/>
    <w:rsid w:val="00CC144B"/>
    <w:rsid w:val="00CC6C07"/>
    <w:rsid w:val="00CD058D"/>
    <w:rsid w:val="00CD2903"/>
    <w:rsid w:val="00CD3A9C"/>
    <w:rsid w:val="00CD4623"/>
    <w:rsid w:val="00CD4B0A"/>
    <w:rsid w:val="00CD4CA8"/>
    <w:rsid w:val="00CE7366"/>
    <w:rsid w:val="00CF0C8C"/>
    <w:rsid w:val="00CF2CD0"/>
    <w:rsid w:val="00CF2E40"/>
    <w:rsid w:val="00CF4804"/>
    <w:rsid w:val="00CF55EE"/>
    <w:rsid w:val="00CF7998"/>
    <w:rsid w:val="00D02863"/>
    <w:rsid w:val="00D05131"/>
    <w:rsid w:val="00D06E16"/>
    <w:rsid w:val="00D153B2"/>
    <w:rsid w:val="00D1558C"/>
    <w:rsid w:val="00D343B7"/>
    <w:rsid w:val="00D36EDE"/>
    <w:rsid w:val="00D42938"/>
    <w:rsid w:val="00D43E35"/>
    <w:rsid w:val="00D512BF"/>
    <w:rsid w:val="00D513BF"/>
    <w:rsid w:val="00D564BA"/>
    <w:rsid w:val="00D6208B"/>
    <w:rsid w:val="00D631BD"/>
    <w:rsid w:val="00D6495C"/>
    <w:rsid w:val="00D663D2"/>
    <w:rsid w:val="00D7108E"/>
    <w:rsid w:val="00D767AA"/>
    <w:rsid w:val="00D77087"/>
    <w:rsid w:val="00D80A6D"/>
    <w:rsid w:val="00D82704"/>
    <w:rsid w:val="00D82A9C"/>
    <w:rsid w:val="00D86ADD"/>
    <w:rsid w:val="00D95672"/>
    <w:rsid w:val="00D95F4F"/>
    <w:rsid w:val="00D96A30"/>
    <w:rsid w:val="00DA28A6"/>
    <w:rsid w:val="00DB3A93"/>
    <w:rsid w:val="00DB5A2F"/>
    <w:rsid w:val="00DC47D0"/>
    <w:rsid w:val="00DC5ECF"/>
    <w:rsid w:val="00DC5F0B"/>
    <w:rsid w:val="00DD2B2E"/>
    <w:rsid w:val="00DD5415"/>
    <w:rsid w:val="00DD657A"/>
    <w:rsid w:val="00DD66E3"/>
    <w:rsid w:val="00DE354C"/>
    <w:rsid w:val="00DE43F3"/>
    <w:rsid w:val="00DF4813"/>
    <w:rsid w:val="00DF55D0"/>
    <w:rsid w:val="00DF7F5B"/>
    <w:rsid w:val="00E021E2"/>
    <w:rsid w:val="00E03527"/>
    <w:rsid w:val="00E075BA"/>
    <w:rsid w:val="00E16D8B"/>
    <w:rsid w:val="00E20039"/>
    <w:rsid w:val="00E2309A"/>
    <w:rsid w:val="00E264DE"/>
    <w:rsid w:val="00E3535C"/>
    <w:rsid w:val="00E422D7"/>
    <w:rsid w:val="00E42A6E"/>
    <w:rsid w:val="00E4445B"/>
    <w:rsid w:val="00E44ECC"/>
    <w:rsid w:val="00E504DD"/>
    <w:rsid w:val="00E57E10"/>
    <w:rsid w:val="00E600E1"/>
    <w:rsid w:val="00E603D7"/>
    <w:rsid w:val="00E60574"/>
    <w:rsid w:val="00E62307"/>
    <w:rsid w:val="00E640CC"/>
    <w:rsid w:val="00E72F49"/>
    <w:rsid w:val="00E730C7"/>
    <w:rsid w:val="00E76B7E"/>
    <w:rsid w:val="00E77274"/>
    <w:rsid w:val="00E77B4E"/>
    <w:rsid w:val="00E83B63"/>
    <w:rsid w:val="00E8483F"/>
    <w:rsid w:val="00E87713"/>
    <w:rsid w:val="00E901B3"/>
    <w:rsid w:val="00E92A3B"/>
    <w:rsid w:val="00E933C1"/>
    <w:rsid w:val="00E93D0D"/>
    <w:rsid w:val="00E94245"/>
    <w:rsid w:val="00E9517B"/>
    <w:rsid w:val="00E9632B"/>
    <w:rsid w:val="00EA3D1C"/>
    <w:rsid w:val="00EA6BE7"/>
    <w:rsid w:val="00EB19BB"/>
    <w:rsid w:val="00EB2AF9"/>
    <w:rsid w:val="00EB3BAD"/>
    <w:rsid w:val="00EB511F"/>
    <w:rsid w:val="00EB7422"/>
    <w:rsid w:val="00EB7EF4"/>
    <w:rsid w:val="00EC1ED9"/>
    <w:rsid w:val="00EC3749"/>
    <w:rsid w:val="00EC3DD9"/>
    <w:rsid w:val="00EC7050"/>
    <w:rsid w:val="00ED7D00"/>
    <w:rsid w:val="00EE0B49"/>
    <w:rsid w:val="00EE2379"/>
    <w:rsid w:val="00EE375B"/>
    <w:rsid w:val="00EE37C7"/>
    <w:rsid w:val="00EE741E"/>
    <w:rsid w:val="00EF05A1"/>
    <w:rsid w:val="00EF40C6"/>
    <w:rsid w:val="00F01364"/>
    <w:rsid w:val="00F02804"/>
    <w:rsid w:val="00F107F0"/>
    <w:rsid w:val="00F11CC3"/>
    <w:rsid w:val="00F14D27"/>
    <w:rsid w:val="00F21C8A"/>
    <w:rsid w:val="00F24B36"/>
    <w:rsid w:val="00F27682"/>
    <w:rsid w:val="00F337A4"/>
    <w:rsid w:val="00F3705D"/>
    <w:rsid w:val="00F50B59"/>
    <w:rsid w:val="00F54981"/>
    <w:rsid w:val="00F55F9E"/>
    <w:rsid w:val="00F56B0D"/>
    <w:rsid w:val="00F60E7E"/>
    <w:rsid w:val="00F61F58"/>
    <w:rsid w:val="00F65DD7"/>
    <w:rsid w:val="00F662A9"/>
    <w:rsid w:val="00F664D3"/>
    <w:rsid w:val="00F70167"/>
    <w:rsid w:val="00F720E2"/>
    <w:rsid w:val="00F74437"/>
    <w:rsid w:val="00F85870"/>
    <w:rsid w:val="00F86AF8"/>
    <w:rsid w:val="00F900C5"/>
    <w:rsid w:val="00F91FFB"/>
    <w:rsid w:val="00F95D3C"/>
    <w:rsid w:val="00FA110D"/>
    <w:rsid w:val="00FA23E8"/>
    <w:rsid w:val="00FA2765"/>
    <w:rsid w:val="00FA2B82"/>
    <w:rsid w:val="00FA4218"/>
    <w:rsid w:val="00FA70A6"/>
    <w:rsid w:val="00FA7D11"/>
    <w:rsid w:val="00FB304B"/>
    <w:rsid w:val="00FB391A"/>
    <w:rsid w:val="00FB5C07"/>
    <w:rsid w:val="00FC168C"/>
    <w:rsid w:val="00FC2710"/>
    <w:rsid w:val="00FC5F68"/>
    <w:rsid w:val="00FE34E1"/>
    <w:rsid w:val="00FE46E7"/>
    <w:rsid w:val="00FE4BEA"/>
    <w:rsid w:val="00FF09FA"/>
    <w:rsid w:val="00FF3196"/>
    <w:rsid w:val="00FF5BA8"/>
    <w:rsid w:val="00FF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uiPriority w:val="99"/>
    <w:semiHidden/>
    <w:unhideWhenUsed/>
    <w:qFormat/>
    <w:rsid w:val="00E901B3"/>
    <w:pPr>
      <w:widowControl w:val="0"/>
      <w:spacing w:before="240" w:after="60" w:line="240" w:lineRule="auto"/>
      <w:jc w:val="center"/>
    </w:pPr>
    <w:rPr>
      <w:rFonts w:ascii="Arial" w:hAnsi="Arial"/>
      <w:b/>
      <w:kern w:val="28"/>
      <w:sz w:val="32"/>
    </w:rPr>
  </w:style>
  <w:style w:type="paragraph" w:styleId="ae">
    <w:name w:val="List"/>
    <w:basedOn w:val="a"/>
    <w:unhideWhenUsed/>
    <w:qFormat/>
    <w:rsid w:val="00E901B3"/>
    <w:pPr>
      <w:widowControl w:val="0"/>
      <w:spacing w:line="240" w:lineRule="auto"/>
      <w:ind w:left="283" w:hanging="283"/>
    </w:pPr>
  </w:style>
  <w:style w:type="paragraph" w:styleId="af">
    <w:name w:val="Subtitle"/>
    <w:basedOn w:val="a"/>
    <w:link w:val="af0"/>
    <w:uiPriority w:val="99"/>
    <w:qFormat/>
    <w:rsid w:val="00E901B3"/>
    <w:pPr>
      <w:widowControl w:val="0"/>
      <w:spacing w:after="60" w:line="240" w:lineRule="auto"/>
      <w:jc w:val="center"/>
    </w:pPr>
    <w:rPr>
      <w:rFonts w:ascii="Arial" w:hAnsi="Arial"/>
      <w:i/>
      <w:sz w:val="24"/>
    </w:rPr>
  </w:style>
  <w:style w:type="character" w:customStyle="1" w:styleId="af0">
    <w:name w:val="Подзаголовок Знак"/>
    <w:basedOn w:val="a0"/>
    <w:link w:val="af"/>
    <w:uiPriority w:val="99"/>
    <w:rsid w:val="00E901B3"/>
    <w:rPr>
      <w:rFonts w:ascii="Arial" w:hAnsi="Arial"/>
      <w:i/>
      <w:sz w:val="24"/>
    </w:rPr>
  </w:style>
  <w:style w:type="paragraph" w:styleId="af1">
    <w:name w:val="List Paragraph"/>
    <w:basedOn w:val="a"/>
    <w:uiPriority w:val="34"/>
    <w:qFormat/>
    <w:rsid w:val="0086405B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No Spacing"/>
    <w:link w:val="af3"/>
    <w:uiPriority w:val="1"/>
    <w:qFormat/>
    <w:rsid w:val="0086405B"/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uiPriority w:val="1"/>
    <w:rsid w:val="0086405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6405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5">
    <w:name w:val="Font Style15"/>
    <w:uiPriority w:val="99"/>
    <w:rsid w:val="0086405B"/>
    <w:rPr>
      <w:rFonts w:ascii="Times New Roman" w:hAnsi="Times New Roman" w:cs="Times New Roman" w:hint="default"/>
      <w:sz w:val="26"/>
      <w:szCs w:val="26"/>
    </w:rPr>
  </w:style>
  <w:style w:type="paragraph" w:styleId="af4">
    <w:name w:val="Normal (Web)"/>
    <w:basedOn w:val="a"/>
    <w:uiPriority w:val="99"/>
    <w:unhideWhenUsed/>
    <w:rsid w:val="0086405B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k.com/feed?section=search&amp;q=%23%D0%9C%D0%AB%D0%92%D0%9C%D0%95%D0%A1%D0%A2%D0%95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lchenko_LG.FIN\Desktop\&#1073;&#1083;&#1072;&#1085;&#1082;&#1080;\&#1041;&#1083;&#1072;&#1085;&#1082;%20202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E7E6D-082D-48AF-A3CC-7652F28E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2021.dot</Template>
  <TotalTime>745</TotalTime>
  <Pages>24</Pages>
  <Words>6252</Words>
  <Characters>35640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41809</CharactersWithSpaces>
  <SharedDoc>false</SharedDoc>
  <HLinks>
    <vt:vector size="6" baseType="variant">
      <vt:variant>
        <vt:i4>8323198</vt:i4>
      </vt:variant>
      <vt:variant>
        <vt:i4>0</vt:i4>
      </vt:variant>
      <vt:variant>
        <vt:i4>0</vt:i4>
      </vt:variant>
      <vt:variant>
        <vt:i4>5</vt:i4>
      </vt:variant>
      <vt:variant>
        <vt:lpwstr>http://www.finsmol.ru/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Ляльченко Лидия Георгиевна</dc:creator>
  <cp:lastModifiedBy>Ноут</cp:lastModifiedBy>
  <cp:revision>335</cp:revision>
  <cp:lastPrinted>2026-01-16T13:19:00Z</cp:lastPrinted>
  <dcterms:created xsi:type="dcterms:W3CDTF">2021-10-28T10:08:00Z</dcterms:created>
  <dcterms:modified xsi:type="dcterms:W3CDTF">2026-01-20T08:41:00Z</dcterms:modified>
</cp:coreProperties>
</file>